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C84" w:rsidRPr="00362B57" w:rsidRDefault="00060C84" w:rsidP="00060C84">
      <w:pPr>
        <w:rPr>
          <w:rFonts w:hint="eastAsia"/>
        </w:rPr>
      </w:pPr>
      <w:r w:rsidRPr="00362B57">
        <w:rPr>
          <w:rFonts w:hint="eastAsia"/>
        </w:rPr>
        <w:t>様式第六号（第九条の二関係）</w:t>
      </w:r>
    </w:p>
    <w:p w:rsidR="00060C84" w:rsidRPr="00362B57" w:rsidRDefault="00060C84" w:rsidP="00060C84">
      <w:pPr>
        <w:jc w:val="center"/>
        <w:rPr>
          <w:rFonts w:hint="eastAsia"/>
        </w:rPr>
      </w:pPr>
      <w:r w:rsidRPr="00362B57">
        <w:rPr>
          <w:rFonts w:hint="eastAsia"/>
        </w:rPr>
        <w:t xml:space="preserve">　　　　　　　　　　　　　　　　　　　</w:t>
      </w:r>
    </w:p>
    <w:p w:rsidR="00060C84" w:rsidRPr="00362B57" w:rsidRDefault="00060C84" w:rsidP="00060C84">
      <w:pPr>
        <w:jc w:val="center"/>
        <w:rPr>
          <w:rFonts w:ascii="ＭＳ 明朝" w:hint="eastAsia"/>
          <w:kern w:val="0"/>
          <w:sz w:val="20"/>
          <w:szCs w:val="20"/>
        </w:rPr>
      </w:pPr>
      <w:r w:rsidRPr="00362B57">
        <w:rPr>
          <w:rFonts w:hint="eastAsia"/>
        </w:rPr>
        <w:t xml:space="preserve">　　　　　　　　　　　　　　　　　　　　　（第１面）</w:t>
      </w:r>
      <w:r w:rsidRPr="00362B57">
        <w:rPr>
          <w:rFonts w:hint="eastAsia"/>
        </w:rPr>
        <w:t xml:space="preserve">          </w:t>
      </w:r>
      <w:r w:rsidRPr="00362B57">
        <w:rPr>
          <w:rFonts w:hint="eastAsia"/>
        </w:rPr>
        <w:t xml:space="preserve">　　　　　　　　</w:t>
      </w:r>
      <w:r w:rsidRPr="00362B57">
        <w:rPr>
          <w:rFonts w:hint="eastAsia"/>
          <w:sz w:val="28"/>
          <w:szCs w:val="28"/>
        </w:rPr>
        <w:t>（</w:t>
      </w:r>
      <w:r w:rsidRPr="00362B57">
        <w:rPr>
          <w:rFonts w:hint="eastAsia"/>
          <w:spacing w:val="-4"/>
          <w:w w:val="200"/>
          <w:sz w:val="22"/>
          <w:szCs w:val="28"/>
        </w:rPr>
        <w:t>更新用</w:t>
      </w:r>
      <w:r w:rsidRPr="00362B57">
        <w:rPr>
          <w:rFonts w:hint="eastAsia"/>
          <w:sz w:val="28"/>
          <w:szCs w:val="28"/>
        </w:rPr>
        <w:t>）</w:t>
      </w:r>
    </w:p>
    <w:tbl>
      <w:tblPr>
        <w:tblW w:w="10074" w:type="dxa"/>
        <w:tblInd w:w="165" w:type="dxa"/>
        <w:tblLayout w:type="fixed"/>
        <w:tblCellMar>
          <w:left w:w="12" w:type="dxa"/>
          <w:right w:w="12" w:type="dxa"/>
        </w:tblCellMar>
        <w:tblLook w:val="0000" w:firstRow="0" w:lastRow="0" w:firstColumn="0" w:lastColumn="0" w:noHBand="0" w:noVBand="0"/>
      </w:tblPr>
      <w:tblGrid>
        <w:gridCol w:w="3540"/>
        <w:gridCol w:w="6534"/>
      </w:tblGrid>
      <w:tr w:rsidR="00060C84" w:rsidRPr="00362B57" w:rsidTr="0043184C">
        <w:tblPrEx>
          <w:tblCellMar>
            <w:top w:w="0" w:type="dxa"/>
            <w:bottom w:w="0" w:type="dxa"/>
          </w:tblCellMar>
        </w:tblPrEx>
        <w:trPr>
          <w:cantSplit/>
          <w:trHeight w:hRule="exact" w:val="4858"/>
        </w:trPr>
        <w:tc>
          <w:tcPr>
            <w:tcW w:w="10074" w:type="dxa"/>
            <w:gridSpan w:val="2"/>
            <w:tcBorders>
              <w:top w:val="single" w:sz="4" w:space="0" w:color="auto"/>
              <w:left w:val="single" w:sz="4" w:space="0" w:color="auto"/>
              <w:bottom w:val="single" w:sz="4" w:space="0" w:color="auto"/>
              <w:right w:val="single" w:sz="4" w:space="0" w:color="auto"/>
            </w:tcBorders>
          </w:tcPr>
          <w:p w:rsidR="00060C84" w:rsidRPr="00362B57" w:rsidRDefault="00060C84" w:rsidP="0043184C">
            <w:pPr>
              <w:rPr>
                <w:sz w:val="22"/>
                <w:szCs w:val="20"/>
              </w:rPr>
            </w:pPr>
          </w:p>
          <w:p w:rsidR="00060C84" w:rsidRPr="00362B57" w:rsidRDefault="00060C84" w:rsidP="0043184C">
            <w:pPr>
              <w:jc w:val="center"/>
              <w:rPr>
                <w:sz w:val="22"/>
                <w:szCs w:val="20"/>
              </w:rPr>
            </w:pPr>
            <w:r w:rsidRPr="00362B57">
              <w:rPr>
                <w:rFonts w:hint="eastAsia"/>
                <w:spacing w:val="-4"/>
                <w:w w:val="200"/>
                <w:sz w:val="22"/>
                <w:szCs w:val="20"/>
              </w:rPr>
              <w:t>産業廃棄物収集運搬業許可申請書</w:t>
            </w:r>
          </w:p>
          <w:p w:rsidR="00060C84" w:rsidRPr="00362B57" w:rsidRDefault="00060C84" w:rsidP="0043184C">
            <w:pPr>
              <w:rPr>
                <w:rFonts w:hint="eastAsia"/>
                <w:sz w:val="22"/>
                <w:szCs w:val="20"/>
              </w:rPr>
            </w:pPr>
          </w:p>
          <w:p w:rsidR="00060C84" w:rsidRPr="00362B57" w:rsidRDefault="00060C84" w:rsidP="0043184C">
            <w:pPr>
              <w:rPr>
                <w:sz w:val="22"/>
                <w:szCs w:val="20"/>
              </w:rPr>
            </w:pPr>
            <w:r w:rsidRPr="00362B57">
              <w:rPr>
                <w:spacing w:val="-4"/>
                <w:sz w:val="22"/>
                <w:szCs w:val="20"/>
              </w:rPr>
              <w:t xml:space="preserve"> </w:t>
            </w:r>
            <w:r w:rsidRPr="00362B57">
              <w:rPr>
                <w:rFonts w:hint="eastAsia"/>
                <w:spacing w:val="-4"/>
                <w:sz w:val="22"/>
                <w:szCs w:val="20"/>
              </w:rPr>
              <w:t xml:space="preserve">　　　　　</w:t>
            </w:r>
            <w:r w:rsidR="00F322BC">
              <w:rPr>
                <w:rFonts w:hint="eastAsia"/>
                <w:spacing w:val="-4"/>
                <w:sz w:val="22"/>
                <w:szCs w:val="20"/>
              </w:rPr>
              <w:t xml:space="preserve">　　　　　　　　　　　　　　　　　　　　　　　　　　　　　　　　</w:t>
            </w:r>
            <w:r w:rsidRPr="00362B57">
              <w:rPr>
                <w:rFonts w:hint="eastAsia"/>
                <w:spacing w:val="-4"/>
                <w:sz w:val="22"/>
                <w:szCs w:val="20"/>
              </w:rPr>
              <w:t xml:space="preserve">　　年　　月　　日　　</w:t>
            </w:r>
          </w:p>
          <w:p w:rsidR="00060C84" w:rsidRPr="00362B57" w:rsidRDefault="00060C84" w:rsidP="0043184C">
            <w:pPr>
              <w:rPr>
                <w:rFonts w:hint="eastAsia"/>
                <w:sz w:val="22"/>
                <w:szCs w:val="20"/>
              </w:rPr>
            </w:pPr>
          </w:p>
          <w:p w:rsidR="00060C84" w:rsidRPr="00362B57" w:rsidRDefault="00060C84" w:rsidP="0043184C">
            <w:pPr>
              <w:rPr>
                <w:sz w:val="22"/>
                <w:szCs w:val="20"/>
              </w:rPr>
            </w:pPr>
            <w:r w:rsidRPr="00362B57">
              <w:rPr>
                <w:spacing w:val="-4"/>
                <w:sz w:val="22"/>
                <w:szCs w:val="20"/>
              </w:rPr>
              <w:t xml:space="preserve"> </w:t>
            </w:r>
            <w:r w:rsidR="00964CCD">
              <w:rPr>
                <w:spacing w:val="-4"/>
                <w:sz w:val="22"/>
                <w:szCs w:val="20"/>
              </w:rPr>
              <w:t xml:space="preserve"> </w:t>
            </w:r>
            <w:r w:rsidR="00964CCD">
              <w:rPr>
                <w:rFonts w:hint="eastAsia"/>
                <w:spacing w:val="-4"/>
                <w:sz w:val="22"/>
                <w:szCs w:val="20"/>
              </w:rPr>
              <w:t xml:space="preserve">　　</w:t>
            </w:r>
            <w:r w:rsidR="00964CCD">
              <w:rPr>
                <w:spacing w:val="-4"/>
                <w:sz w:val="22"/>
                <w:szCs w:val="20"/>
              </w:rPr>
              <w:t xml:space="preserve"> </w:t>
            </w:r>
            <w:r w:rsidR="00964CCD">
              <w:rPr>
                <w:rFonts w:hint="eastAsia"/>
                <w:spacing w:val="-4"/>
                <w:sz w:val="22"/>
                <w:szCs w:val="20"/>
              </w:rPr>
              <w:t>神　戸　市　長</w:t>
            </w:r>
            <w:r w:rsidRPr="00362B57">
              <w:rPr>
                <w:rFonts w:hint="eastAsia"/>
                <w:spacing w:val="-4"/>
                <w:sz w:val="22"/>
                <w:szCs w:val="20"/>
              </w:rPr>
              <w:t xml:space="preserve">　　　　　様</w:t>
            </w:r>
          </w:p>
          <w:p w:rsidR="00060C84" w:rsidRPr="00362B57" w:rsidRDefault="00060C84" w:rsidP="0043184C">
            <w:pPr>
              <w:rPr>
                <w:rFonts w:hint="eastAsia"/>
                <w:sz w:val="22"/>
                <w:szCs w:val="20"/>
              </w:rPr>
            </w:pPr>
          </w:p>
          <w:p w:rsidR="00060C84" w:rsidRPr="00FA1D11" w:rsidRDefault="00060C84" w:rsidP="0043184C">
            <w:pPr>
              <w:rPr>
                <w:rFonts w:hint="eastAsia"/>
                <w:sz w:val="22"/>
                <w:szCs w:val="20"/>
              </w:rPr>
            </w:pPr>
            <w:r w:rsidRPr="00362B57">
              <w:rPr>
                <w:spacing w:val="-4"/>
                <w:sz w:val="22"/>
                <w:szCs w:val="20"/>
              </w:rPr>
              <w:t xml:space="preserve"> </w:t>
            </w:r>
            <w:r w:rsidRPr="00362B57">
              <w:rPr>
                <w:rFonts w:hint="eastAsia"/>
                <w:spacing w:val="-4"/>
                <w:sz w:val="22"/>
                <w:szCs w:val="20"/>
              </w:rPr>
              <w:t xml:space="preserve">　　　　　　　　　　　　　　　　　　　　申請者</w:t>
            </w:r>
            <w:r>
              <w:rPr>
                <w:rFonts w:hint="eastAsia"/>
                <w:spacing w:val="-4"/>
                <w:sz w:val="22"/>
                <w:szCs w:val="20"/>
              </w:rPr>
              <w:t xml:space="preserve">　</w:t>
            </w:r>
            <w:r w:rsidRPr="00FA1D11">
              <w:rPr>
                <w:rFonts w:hint="eastAsia"/>
                <w:spacing w:val="-4"/>
                <w:sz w:val="22"/>
                <w:szCs w:val="20"/>
              </w:rPr>
              <w:t>〒</w:t>
            </w:r>
          </w:p>
          <w:p w:rsidR="00060C84" w:rsidRPr="00FA1D11" w:rsidRDefault="00060C84" w:rsidP="0043184C">
            <w:pPr>
              <w:rPr>
                <w:rFonts w:hint="eastAsia"/>
                <w:sz w:val="22"/>
                <w:szCs w:val="20"/>
              </w:rPr>
            </w:pPr>
            <w:r w:rsidRPr="00FA1D11">
              <w:rPr>
                <w:spacing w:val="-4"/>
                <w:sz w:val="22"/>
                <w:szCs w:val="20"/>
              </w:rPr>
              <w:t xml:space="preserve"> </w:t>
            </w:r>
            <w:r w:rsidRPr="00FA1D11">
              <w:rPr>
                <w:rFonts w:hint="eastAsia"/>
                <w:spacing w:val="-4"/>
                <w:sz w:val="22"/>
                <w:szCs w:val="20"/>
              </w:rPr>
              <w:t xml:space="preserve">　　　　　　　　　　　　　　　　　　　　　住　所</w:t>
            </w:r>
          </w:p>
          <w:p w:rsidR="00060C84" w:rsidRPr="00362B57" w:rsidRDefault="00060C84" w:rsidP="0043184C">
            <w:pPr>
              <w:ind w:firstLineChars="2100" w:firstLine="4620"/>
              <w:rPr>
                <w:rFonts w:hint="eastAsia"/>
                <w:sz w:val="22"/>
                <w:szCs w:val="20"/>
              </w:rPr>
            </w:pPr>
            <w:r w:rsidRPr="00FA1D11">
              <w:rPr>
                <w:rFonts w:hint="eastAsia"/>
                <w:sz w:val="22"/>
                <w:szCs w:val="20"/>
              </w:rPr>
              <w:t>ﾌﾘｶﾞﾅ</w:t>
            </w:r>
          </w:p>
          <w:p w:rsidR="00060C84" w:rsidRPr="00362B57" w:rsidRDefault="00060C84" w:rsidP="0043184C">
            <w:pPr>
              <w:rPr>
                <w:sz w:val="22"/>
                <w:szCs w:val="20"/>
              </w:rPr>
            </w:pPr>
            <w:r w:rsidRPr="00362B57">
              <w:rPr>
                <w:spacing w:val="-4"/>
                <w:sz w:val="22"/>
                <w:szCs w:val="20"/>
              </w:rPr>
              <w:t xml:space="preserve"> </w:t>
            </w:r>
            <w:r w:rsidRPr="00362B57">
              <w:rPr>
                <w:rFonts w:hint="eastAsia"/>
                <w:spacing w:val="-4"/>
                <w:sz w:val="22"/>
                <w:szCs w:val="20"/>
              </w:rPr>
              <w:t xml:space="preserve">　　　　　　　　　　　　　　　　　　　　　氏　名</w:t>
            </w:r>
          </w:p>
          <w:p w:rsidR="00060C84" w:rsidRPr="00362B57" w:rsidRDefault="00060C84" w:rsidP="0043184C">
            <w:pPr>
              <w:rPr>
                <w:sz w:val="22"/>
                <w:szCs w:val="20"/>
              </w:rPr>
            </w:pPr>
          </w:p>
          <w:p w:rsidR="00060C84" w:rsidRPr="00362B57" w:rsidRDefault="00060C84" w:rsidP="0043184C">
            <w:pPr>
              <w:rPr>
                <w:rFonts w:hint="eastAsia"/>
                <w:sz w:val="22"/>
                <w:szCs w:val="20"/>
              </w:rPr>
            </w:pPr>
            <w:r w:rsidRPr="00362B57">
              <w:rPr>
                <w:spacing w:val="-4"/>
                <w:sz w:val="22"/>
                <w:szCs w:val="20"/>
              </w:rPr>
              <w:t xml:space="preserve">   </w:t>
            </w:r>
            <w:r w:rsidRPr="00362B57">
              <w:rPr>
                <w:rFonts w:hint="eastAsia"/>
                <w:spacing w:val="-4"/>
                <w:sz w:val="22"/>
                <w:szCs w:val="20"/>
              </w:rPr>
              <w:t xml:space="preserve">　　　　　　　　　　　　　　　　　　　　（法人にあっては、名称及び代表者の氏名）</w:t>
            </w:r>
          </w:p>
          <w:p w:rsidR="00060C84" w:rsidRPr="00362B57" w:rsidRDefault="00060C84" w:rsidP="0043184C">
            <w:pPr>
              <w:rPr>
                <w:rFonts w:hint="eastAsia"/>
                <w:spacing w:val="-4"/>
                <w:sz w:val="22"/>
                <w:szCs w:val="20"/>
              </w:rPr>
            </w:pPr>
            <w:r w:rsidRPr="00362B57">
              <w:rPr>
                <w:spacing w:val="-4"/>
                <w:sz w:val="22"/>
                <w:szCs w:val="20"/>
              </w:rPr>
              <w:t xml:space="preserve"> </w:t>
            </w:r>
            <w:r w:rsidRPr="00362B57">
              <w:rPr>
                <w:rFonts w:hint="eastAsia"/>
                <w:spacing w:val="-4"/>
                <w:sz w:val="22"/>
                <w:szCs w:val="20"/>
              </w:rPr>
              <w:t xml:space="preserve">　　　　　　　　　　　　　　　　　　　　　電話番号</w:t>
            </w:r>
          </w:p>
          <w:p w:rsidR="00060C84" w:rsidRPr="00362B57" w:rsidRDefault="00060C84" w:rsidP="0043184C">
            <w:pPr>
              <w:rPr>
                <w:rFonts w:hint="eastAsia"/>
                <w:sz w:val="22"/>
                <w:szCs w:val="20"/>
              </w:rPr>
            </w:pPr>
          </w:p>
          <w:p w:rsidR="00060C84" w:rsidRPr="00362B57" w:rsidRDefault="00060C84" w:rsidP="0043184C">
            <w:pPr>
              <w:rPr>
                <w:rFonts w:hint="eastAsia"/>
                <w:spacing w:val="-4"/>
                <w:sz w:val="22"/>
                <w:szCs w:val="20"/>
              </w:rPr>
            </w:pPr>
            <w:r w:rsidRPr="00362B57">
              <w:rPr>
                <w:spacing w:val="-4"/>
                <w:sz w:val="22"/>
                <w:szCs w:val="20"/>
              </w:rPr>
              <w:t xml:space="preserve">  </w:t>
            </w:r>
            <w:r w:rsidRPr="00362B57">
              <w:rPr>
                <w:rFonts w:hint="eastAsia"/>
                <w:spacing w:val="-4"/>
                <w:sz w:val="22"/>
                <w:szCs w:val="20"/>
              </w:rPr>
              <w:t xml:space="preserve">　廃棄物の処理及び清掃に関する法律第１４条第１項の規定により、産業廃棄物収集運搬業の許可を</w:t>
            </w:r>
          </w:p>
          <w:p w:rsidR="00060C84" w:rsidRPr="00362B57" w:rsidRDefault="00060C84" w:rsidP="0043184C">
            <w:pPr>
              <w:ind w:firstLineChars="100" w:firstLine="212"/>
              <w:rPr>
                <w:sz w:val="22"/>
              </w:rPr>
            </w:pPr>
            <w:r w:rsidRPr="00362B57">
              <w:rPr>
                <w:rFonts w:hint="eastAsia"/>
                <w:spacing w:val="-4"/>
                <w:sz w:val="22"/>
                <w:szCs w:val="20"/>
              </w:rPr>
              <w:t>受けたいので、関係書類及び図面を添えて申請します。</w:t>
            </w:r>
          </w:p>
        </w:tc>
      </w:tr>
      <w:tr w:rsidR="00060C84" w:rsidRPr="00362B57" w:rsidTr="00DB6538">
        <w:tblPrEx>
          <w:tblCellMar>
            <w:top w:w="0" w:type="dxa"/>
            <w:bottom w:w="0" w:type="dxa"/>
          </w:tblCellMar>
        </w:tblPrEx>
        <w:trPr>
          <w:cantSplit/>
          <w:trHeight w:hRule="exact" w:val="2197"/>
        </w:trPr>
        <w:tc>
          <w:tcPr>
            <w:tcW w:w="3540" w:type="dxa"/>
            <w:tcBorders>
              <w:top w:val="nil"/>
              <w:left w:val="single" w:sz="4" w:space="0" w:color="auto"/>
              <w:bottom w:val="single" w:sz="4" w:space="0" w:color="auto"/>
              <w:right w:val="single" w:sz="4" w:space="0" w:color="auto"/>
            </w:tcBorders>
            <w:vAlign w:val="center"/>
          </w:tcPr>
          <w:p w:rsidR="00060C84" w:rsidRPr="00362B57" w:rsidRDefault="00060C84" w:rsidP="0043184C">
            <w:pPr>
              <w:ind w:leftChars="56" w:left="118" w:rightChars="61" w:right="128"/>
              <w:rPr>
                <w:sz w:val="22"/>
              </w:rPr>
            </w:pPr>
            <w:r w:rsidRPr="00362B57">
              <w:rPr>
                <w:rFonts w:hint="eastAsia"/>
                <w:szCs w:val="21"/>
              </w:rPr>
              <w:t>事業の範囲</w:t>
            </w:r>
            <w:r w:rsidR="00DB6538" w:rsidRPr="00CA053C">
              <w:rPr>
                <w:rFonts w:hint="eastAsia"/>
                <w:szCs w:val="21"/>
              </w:rPr>
              <w:t>（取り扱う産業廃棄物の種類（当該産業廃棄物に石綿含有産業廃棄物</w:t>
            </w:r>
            <w:r w:rsidR="00DB6538">
              <w:rPr>
                <w:rFonts w:hint="eastAsia"/>
                <w:szCs w:val="21"/>
              </w:rPr>
              <w:t>、水銀使用製品産業廃棄物又は水銀含有ばいじん等</w:t>
            </w:r>
            <w:r w:rsidR="00DB6538" w:rsidRPr="00CA053C">
              <w:rPr>
                <w:rFonts w:hint="eastAsia"/>
                <w:szCs w:val="21"/>
              </w:rPr>
              <w:t>が含まれる場合は、その旨を含む。）及び積替え又は保管を行うかどうかを明らかにすること。）</w:t>
            </w:r>
          </w:p>
        </w:tc>
        <w:tc>
          <w:tcPr>
            <w:tcW w:w="6534" w:type="dxa"/>
            <w:tcBorders>
              <w:top w:val="nil"/>
              <w:left w:val="nil"/>
              <w:bottom w:val="single" w:sz="4" w:space="0" w:color="auto"/>
              <w:right w:val="single" w:sz="4" w:space="0" w:color="auto"/>
            </w:tcBorders>
          </w:tcPr>
          <w:p w:rsidR="00060C84" w:rsidRPr="00362B57" w:rsidRDefault="00060C84" w:rsidP="0043184C"/>
        </w:tc>
      </w:tr>
      <w:tr w:rsidR="00060C84" w:rsidRPr="00362B57" w:rsidTr="0043184C">
        <w:tblPrEx>
          <w:tblCellMar>
            <w:top w:w="0" w:type="dxa"/>
            <w:bottom w:w="0" w:type="dxa"/>
          </w:tblCellMar>
        </w:tblPrEx>
        <w:trPr>
          <w:cantSplit/>
          <w:trHeight w:hRule="exact" w:val="846"/>
        </w:trPr>
        <w:tc>
          <w:tcPr>
            <w:tcW w:w="3540" w:type="dxa"/>
            <w:vMerge w:val="restart"/>
            <w:tcBorders>
              <w:top w:val="nil"/>
              <w:left w:val="single" w:sz="4" w:space="0" w:color="auto"/>
              <w:bottom w:val="nil"/>
              <w:right w:val="single" w:sz="4" w:space="0" w:color="auto"/>
            </w:tcBorders>
            <w:vAlign w:val="center"/>
          </w:tcPr>
          <w:p w:rsidR="00060C84" w:rsidRPr="00362B57" w:rsidRDefault="00060C84" w:rsidP="0043184C">
            <w:pPr>
              <w:ind w:leftChars="55" w:left="115"/>
              <w:rPr>
                <w:szCs w:val="21"/>
              </w:rPr>
            </w:pPr>
            <w:r w:rsidRPr="00362B57">
              <w:rPr>
                <w:rFonts w:hint="eastAsia"/>
                <w:spacing w:val="-4"/>
                <w:szCs w:val="21"/>
              </w:rPr>
              <w:t>事務所及び事業場の所在地</w:t>
            </w:r>
          </w:p>
        </w:tc>
        <w:tc>
          <w:tcPr>
            <w:tcW w:w="6534" w:type="dxa"/>
            <w:tcBorders>
              <w:top w:val="nil"/>
              <w:left w:val="nil"/>
              <w:bottom w:val="single" w:sz="4" w:space="0" w:color="auto"/>
              <w:right w:val="single" w:sz="4" w:space="0" w:color="auto"/>
            </w:tcBorders>
          </w:tcPr>
          <w:p w:rsidR="00060C84" w:rsidRPr="00362B57" w:rsidRDefault="00060C84" w:rsidP="0043184C">
            <w:pPr>
              <w:rPr>
                <w:szCs w:val="20"/>
              </w:rPr>
            </w:pPr>
            <w:r w:rsidRPr="00362B57">
              <w:rPr>
                <w:spacing w:val="-4"/>
                <w:szCs w:val="20"/>
              </w:rPr>
              <w:t xml:space="preserve"> </w:t>
            </w:r>
            <w:r w:rsidRPr="00362B57">
              <w:rPr>
                <w:rFonts w:hint="eastAsia"/>
                <w:spacing w:val="-4"/>
                <w:szCs w:val="20"/>
              </w:rPr>
              <w:t>事務所</w:t>
            </w:r>
          </w:p>
          <w:p w:rsidR="00060C84" w:rsidRPr="00362B57" w:rsidRDefault="00060C84" w:rsidP="0043184C">
            <w:pPr>
              <w:rPr>
                <w:rFonts w:hint="eastAsia"/>
                <w:szCs w:val="20"/>
              </w:rPr>
            </w:pPr>
          </w:p>
          <w:p w:rsidR="00060C84" w:rsidRPr="00362B57" w:rsidRDefault="00060C84" w:rsidP="0043184C">
            <w:pPr>
              <w:rPr>
                <w:szCs w:val="20"/>
              </w:rPr>
            </w:pPr>
            <w:r w:rsidRPr="00362B57">
              <w:rPr>
                <w:spacing w:val="-4"/>
                <w:szCs w:val="20"/>
              </w:rPr>
              <w:t xml:space="preserve"> </w:t>
            </w:r>
            <w:r w:rsidRPr="00362B57">
              <w:rPr>
                <w:rFonts w:hint="eastAsia"/>
                <w:spacing w:val="-4"/>
                <w:szCs w:val="20"/>
              </w:rPr>
              <w:t xml:space="preserve">　　　　　　　　　　　　　　電話番号</w:t>
            </w:r>
          </w:p>
          <w:p w:rsidR="00060C84" w:rsidRPr="00362B57" w:rsidRDefault="00060C84" w:rsidP="0043184C"/>
        </w:tc>
      </w:tr>
      <w:tr w:rsidR="00060C84" w:rsidRPr="00362B57" w:rsidTr="0043184C">
        <w:tblPrEx>
          <w:tblCellMar>
            <w:top w:w="0" w:type="dxa"/>
            <w:bottom w:w="0" w:type="dxa"/>
          </w:tblCellMar>
        </w:tblPrEx>
        <w:trPr>
          <w:cantSplit/>
          <w:trHeight w:hRule="exact" w:val="870"/>
        </w:trPr>
        <w:tc>
          <w:tcPr>
            <w:tcW w:w="3540" w:type="dxa"/>
            <w:vMerge/>
            <w:tcBorders>
              <w:top w:val="nil"/>
              <w:left w:val="single" w:sz="4" w:space="0" w:color="auto"/>
              <w:bottom w:val="single" w:sz="4" w:space="0" w:color="auto"/>
              <w:right w:val="single" w:sz="4" w:space="0" w:color="auto"/>
            </w:tcBorders>
          </w:tcPr>
          <w:p w:rsidR="00060C84" w:rsidRPr="00362B57" w:rsidRDefault="00060C84" w:rsidP="0043184C">
            <w:pPr>
              <w:rPr>
                <w:sz w:val="22"/>
              </w:rPr>
            </w:pPr>
          </w:p>
        </w:tc>
        <w:tc>
          <w:tcPr>
            <w:tcW w:w="6534" w:type="dxa"/>
            <w:tcBorders>
              <w:top w:val="nil"/>
              <w:left w:val="nil"/>
              <w:bottom w:val="single" w:sz="4" w:space="0" w:color="auto"/>
              <w:right w:val="single" w:sz="4" w:space="0" w:color="auto"/>
            </w:tcBorders>
          </w:tcPr>
          <w:p w:rsidR="00060C84" w:rsidRPr="00362B57" w:rsidRDefault="00060C84" w:rsidP="0043184C">
            <w:pPr>
              <w:rPr>
                <w:szCs w:val="20"/>
              </w:rPr>
            </w:pPr>
            <w:r w:rsidRPr="00362B57">
              <w:rPr>
                <w:spacing w:val="-4"/>
                <w:szCs w:val="20"/>
              </w:rPr>
              <w:t xml:space="preserve"> </w:t>
            </w:r>
            <w:r w:rsidRPr="00362B57">
              <w:rPr>
                <w:rFonts w:hint="eastAsia"/>
                <w:spacing w:val="-4"/>
                <w:szCs w:val="20"/>
              </w:rPr>
              <w:t>事業場</w:t>
            </w:r>
          </w:p>
          <w:p w:rsidR="00060C84" w:rsidRPr="00362B57" w:rsidRDefault="00060C84" w:rsidP="0043184C">
            <w:pPr>
              <w:rPr>
                <w:rFonts w:hint="eastAsia"/>
                <w:szCs w:val="20"/>
              </w:rPr>
            </w:pPr>
          </w:p>
          <w:p w:rsidR="00060C84" w:rsidRPr="00362B57" w:rsidRDefault="00060C84" w:rsidP="0043184C">
            <w:pPr>
              <w:rPr>
                <w:szCs w:val="20"/>
              </w:rPr>
            </w:pPr>
            <w:r w:rsidRPr="00362B57">
              <w:rPr>
                <w:spacing w:val="-4"/>
                <w:szCs w:val="20"/>
              </w:rPr>
              <w:t xml:space="preserve"> </w:t>
            </w:r>
            <w:r w:rsidRPr="00362B57">
              <w:rPr>
                <w:rFonts w:hint="eastAsia"/>
                <w:spacing w:val="-4"/>
                <w:szCs w:val="20"/>
              </w:rPr>
              <w:t xml:space="preserve">　　　　　　　　　　　　　　電話番号</w:t>
            </w:r>
          </w:p>
          <w:p w:rsidR="00060C84" w:rsidRPr="00362B57" w:rsidRDefault="00060C84" w:rsidP="0043184C"/>
        </w:tc>
      </w:tr>
      <w:tr w:rsidR="00060C84" w:rsidRPr="00362B57" w:rsidTr="00DB6538">
        <w:tblPrEx>
          <w:tblCellMar>
            <w:top w:w="0" w:type="dxa"/>
            <w:bottom w:w="0" w:type="dxa"/>
          </w:tblCellMar>
        </w:tblPrEx>
        <w:trPr>
          <w:cantSplit/>
          <w:trHeight w:hRule="exact" w:val="977"/>
        </w:trPr>
        <w:tc>
          <w:tcPr>
            <w:tcW w:w="3540" w:type="dxa"/>
            <w:tcBorders>
              <w:top w:val="nil"/>
              <w:left w:val="single" w:sz="4" w:space="0" w:color="auto"/>
              <w:bottom w:val="single" w:sz="4" w:space="0" w:color="auto"/>
              <w:right w:val="single" w:sz="4" w:space="0" w:color="auto"/>
            </w:tcBorders>
            <w:vAlign w:val="center"/>
          </w:tcPr>
          <w:p w:rsidR="00060C84" w:rsidRPr="00362B57" w:rsidRDefault="00060C84" w:rsidP="0043184C">
            <w:pPr>
              <w:ind w:leftChars="56" w:left="118" w:rightChars="61" w:right="128"/>
              <w:rPr>
                <w:spacing w:val="-4"/>
                <w:szCs w:val="21"/>
              </w:rPr>
            </w:pPr>
            <w:r w:rsidRPr="00362B57">
              <w:rPr>
                <w:szCs w:val="21"/>
              </w:rPr>
              <w:fldChar w:fldCharType="begin"/>
            </w:r>
            <w:r w:rsidRPr="00362B57">
              <w:rPr>
                <w:szCs w:val="21"/>
              </w:rPr>
              <w:instrText xml:space="preserve"> eq \o\ad(</w:instrText>
            </w:r>
            <w:r w:rsidRPr="00362B57">
              <w:rPr>
                <w:rFonts w:hint="eastAsia"/>
                <w:spacing w:val="-4"/>
                <w:szCs w:val="21"/>
              </w:rPr>
              <w:instrText>事業の用に供する施設の</w:instrText>
            </w:r>
            <w:r w:rsidRPr="00362B57">
              <w:rPr>
                <w:szCs w:val="21"/>
              </w:rPr>
              <w:instrText>,</w:instrText>
            </w:r>
            <w:r w:rsidRPr="00362B57">
              <w:rPr>
                <w:rFonts w:hint="eastAsia"/>
                <w:szCs w:val="21"/>
              </w:rPr>
              <w:instrText xml:space="preserve">　　　　　　　　　　　　</w:instrText>
            </w:r>
            <w:r w:rsidRPr="00362B57">
              <w:rPr>
                <w:szCs w:val="21"/>
              </w:rPr>
              <w:instrText>)</w:instrText>
            </w:r>
            <w:r w:rsidRPr="00362B57">
              <w:rPr>
                <w:szCs w:val="21"/>
              </w:rPr>
              <w:fldChar w:fldCharType="end"/>
            </w:r>
            <w:r w:rsidRPr="00362B57">
              <w:rPr>
                <w:rFonts w:hint="eastAsia"/>
                <w:spacing w:val="-4"/>
                <w:szCs w:val="21"/>
              </w:rPr>
              <w:t>種類及び数量</w:t>
            </w:r>
          </w:p>
        </w:tc>
        <w:tc>
          <w:tcPr>
            <w:tcW w:w="6534" w:type="dxa"/>
            <w:tcBorders>
              <w:top w:val="nil"/>
              <w:left w:val="nil"/>
              <w:bottom w:val="single" w:sz="4" w:space="0" w:color="auto"/>
              <w:right w:val="single" w:sz="4" w:space="0" w:color="auto"/>
            </w:tcBorders>
          </w:tcPr>
          <w:p w:rsidR="00060C84" w:rsidRPr="00362B57" w:rsidRDefault="00060C84" w:rsidP="0043184C"/>
        </w:tc>
      </w:tr>
      <w:tr w:rsidR="00060C84" w:rsidRPr="00362B57" w:rsidTr="0043184C">
        <w:tblPrEx>
          <w:tblCellMar>
            <w:top w:w="0" w:type="dxa"/>
            <w:bottom w:w="0" w:type="dxa"/>
          </w:tblCellMar>
        </w:tblPrEx>
        <w:trPr>
          <w:cantSplit/>
          <w:trHeight w:hRule="exact" w:val="3279"/>
        </w:trPr>
        <w:tc>
          <w:tcPr>
            <w:tcW w:w="3540" w:type="dxa"/>
            <w:tcBorders>
              <w:top w:val="nil"/>
              <w:left w:val="single" w:sz="4" w:space="0" w:color="auto"/>
              <w:bottom w:val="single" w:sz="4" w:space="0" w:color="auto"/>
              <w:right w:val="single" w:sz="4" w:space="0" w:color="auto"/>
            </w:tcBorders>
            <w:vAlign w:val="center"/>
          </w:tcPr>
          <w:p w:rsidR="00060C84" w:rsidRPr="00362B57" w:rsidRDefault="00DB6538" w:rsidP="0043184C">
            <w:pPr>
              <w:ind w:leftChars="56" w:left="118" w:right="130"/>
              <w:rPr>
                <w:szCs w:val="21"/>
              </w:rPr>
            </w:pPr>
            <w:r w:rsidRPr="00CA053C">
              <w:rPr>
                <w:rFonts w:hint="eastAsia"/>
                <w:szCs w:val="21"/>
              </w:rPr>
              <w:t>積替え又は保管を行う場合には、積替え又は保管を行うすべての場所の所在地及び面積並びに当該場所ごとにそれぞれ積替え又は保管を行う産業廃棄物の種類（当該産業廃棄物に石綿含有産業廃棄物</w:t>
            </w:r>
            <w:r>
              <w:rPr>
                <w:rFonts w:hint="eastAsia"/>
                <w:szCs w:val="21"/>
              </w:rPr>
              <w:t>、水銀使用製品産業廃棄物又は水銀含有ばいじん等</w:t>
            </w:r>
            <w:r w:rsidRPr="00CA053C">
              <w:rPr>
                <w:rFonts w:hint="eastAsia"/>
                <w:szCs w:val="21"/>
              </w:rPr>
              <w:t>が含まれる場合は、その旨を含む。）、積替えのための保管上限及び積み上げることができる高さ</w:t>
            </w:r>
          </w:p>
        </w:tc>
        <w:tc>
          <w:tcPr>
            <w:tcW w:w="6534" w:type="dxa"/>
            <w:tcBorders>
              <w:top w:val="nil"/>
              <w:left w:val="nil"/>
              <w:bottom w:val="single" w:sz="4" w:space="0" w:color="auto"/>
              <w:right w:val="single" w:sz="4" w:space="0" w:color="auto"/>
            </w:tcBorders>
          </w:tcPr>
          <w:p w:rsidR="00060C84" w:rsidRPr="00362B57" w:rsidRDefault="00060C84" w:rsidP="0043184C"/>
        </w:tc>
      </w:tr>
      <w:tr w:rsidR="00060C84" w:rsidRPr="00362B57" w:rsidTr="0043184C">
        <w:tblPrEx>
          <w:tblCellMar>
            <w:top w:w="0" w:type="dxa"/>
            <w:bottom w:w="0" w:type="dxa"/>
          </w:tblCellMar>
        </w:tblPrEx>
        <w:trPr>
          <w:cantSplit/>
          <w:trHeight w:hRule="exact" w:val="822"/>
        </w:trPr>
        <w:tc>
          <w:tcPr>
            <w:tcW w:w="3540" w:type="dxa"/>
            <w:tcBorders>
              <w:top w:val="nil"/>
              <w:left w:val="single" w:sz="4" w:space="0" w:color="auto"/>
              <w:bottom w:val="single" w:sz="4" w:space="0" w:color="auto"/>
              <w:right w:val="single" w:sz="4" w:space="0" w:color="auto"/>
            </w:tcBorders>
            <w:vAlign w:val="center"/>
          </w:tcPr>
          <w:p w:rsidR="00060C84" w:rsidRPr="00362B57" w:rsidRDefault="00060C84" w:rsidP="0043184C">
            <w:pPr>
              <w:rPr>
                <w:sz w:val="22"/>
              </w:rPr>
            </w:pPr>
            <w:r w:rsidRPr="00362B57">
              <w:rPr>
                <w:spacing w:val="-4"/>
                <w:sz w:val="22"/>
                <w:szCs w:val="20"/>
              </w:rPr>
              <w:t xml:space="preserve"> </w:t>
            </w:r>
            <w:r w:rsidRPr="00362B57">
              <w:rPr>
                <w:rFonts w:hint="eastAsia"/>
                <w:spacing w:val="-4"/>
                <w:sz w:val="22"/>
                <w:szCs w:val="20"/>
              </w:rPr>
              <w:t>※</w:t>
            </w:r>
            <w:r w:rsidRPr="00362B57">
              <w:rPr>
                <w:sz w:val="22"/>
              </w:rPr>
              <w:fldChar w:fldCharType="begin"/>
            </w:r>
            <w:r w:rsidRPr="00362B57">
              <w:rPr>
                <w:sz w:val="22"/>
              </w:rPr>
              <w:instrText xml:space="preserve"> eq \o\ad(</w:instrText>
            </w:r>
            <w:r w:rsidRPr="00362B57">
              <w:rPr>
                <w:rFonts w:hint="eastAsia"/>
                <w:spacing w:val="-4"/>
                <w:sz w:val="22"/>
                <w:szCs w:val="20"/>
              </w:rPr>
              <w:instrText>事務処理欄</w:instrText>
            </w:r>
            <w:r w:rsidRPr="00362B57">
              <w:rPr>
                <w:sz w:val="22"/>
              </w:rPr>
              <w:instrText>,</w:instrText>
            </w:r>
            <w:r w:rsidRPr="00362B57">
              <w:rPr>
                <w:rFonts w:hint="eastAsia"/>
                <w:sz w:val="22"/>
                <w:szCs w:val="20"/>
              </w:rPr>
              <w:instrText xml:space="preserve">　　　　　　　　　　　</w:instrText>
            </w:r>
            <w:r w:rsidRPr="00362B57">
              <w:rPr>
                <w:sz w:val="22"/>
              </w:rPr>
              <w:instrText>)</w:instrText>
            </w:r>
            <w:r w:rsidRPr="00362B57">
              <w:rPr>
                <w:sz w:val="22"/>
              </w:rPr>
              <w:fldChar w:fldCharType="end"/>
            </w:r>
          </w:p>
        </w:tc>
        <w:tc>
          <w:tcPr>
            <w:tcW w:w="6534" w:type="dxa"/>
            <w:tcBorders>
              <w:top w:val="nil"/>
              <w:left w:val="nil"/>
              <w:bottom w:val="single" w:sz="4" w:space="0" w:color="auto"/>
              <w:right w:val="single" w:sz="4" w:space="0" w:color="auto"/>
            </w:tcBorders>
          </w:tcPr>
          <w:p w:rsidR="00060C84" w:rsidRPr="00362B57" w:rsidRDefault="00060C84" w:rsidP="0043184C"/>
        </w:tc>
      </w:tr>
    </w:tbl>
    <w:p w:rsidR="00060C84" w:rsidRPr="00362B57" w:rsidRDefault="00060C84" w:rsidP="00060C84">
      <w:pPr>
        <w:rPr>
          <w:rFonts w:ascii="ＭＳ 明朝"/>
          <w:kern w:val="0"/>
          <w:sz w:val="20"/>
          <w:szCs w:val="20"/>
        </w:rPr>
      </w:pPr>
    </w:p>
    <w:p w:rsidR="00060C84" w:rsidRPr="00362B57" w:rsidRDefault="00060C84" w:rsidP="00060C84">
      <w:r w:rsidRPr="00362B57">
        <w:rPr>
          <w:rFonts w:hint="eastAsia"/>
        </w:rPr>
        <w:t xml:space="preserve">　　　　　　　　　　　　　　　　　　　　　　　　　　　　　　　　　（日本工業規格　Ａ列４番）</w:t>
      </w:r>
    </w:p>
    <w:p w:rsidR="00142B5E" w:rsidRPr="00CA053C" w:rsidRDefault="00C0484F" w:rsidP="00142B5E">
      <w:pPr>
        <w:jc w:val="center"/>
        <w:rPr>
          <w:rFonts w:ascii="ＭＳ 明朝"/>
          <w:kern w:val="0"/>
          <w:sz w:val="19"/>
          <w:szCs w:val="19"/>
        </w:rPr>
      </w:pPr>
      <w:r>
        <w:br w:type="page"/>
      </w:r>
      <w:r w:rsidR="00142B5E" w:rsidRPr="00CA053C">
        <w:rPr>
          <w:rFonts w:hint="eastAsia"/>
        </w:rPr>
        <w:lastRenderedPageBreak/>
        <w:t>（第２面）</w:t>
      </w:r>
    </w:p>
    <w:tbl>
      <w:tblPr>
        <w:tblW w:w="0" w:type="auto"/>
        <w:tblInd w:w="156" w:type="dxa"/>
        <w:tblLayout w:type="fixed"/>
        <w:tblCellMar>
          <w:left w:w="12" w:type="dxa"/>
          <w:right w:w="12" w:type="dxa"/>
        </w:tblCellMar>
        <w:tblLook w:val="0000" w:firstRow="0" w:lastRow="0" w:firstColumn="0" w:lastColumn="0" w:noHBand="0" w:noVBand="0"/>
      </w:tblPr>
      <w:tblGrid>
        <w:gridCol w:w="288"/>
        <w:gridCol w:w="1536"/>
        <w:gridCol w:w="726"/>
        <w:gridCol w:w="819"/>
        <w:gridCol w:w="1815"/>
        <w:gridCol w:w="4896"/>
      </w:tblGrid>
      <w:tr w:rsidR="00142B5E" w:rsidRPr="00CA053C" w:rsidTr="00FB4F50">
        <w:tblPrEx>
          <w:tblCellMar>
            <w:top w:w="0" w:type="dxa"/>
            <w:bottom w:w="0" w:type="dxa"/>
          </w:tblCellMar>
        </w:tblPrEx>
        <w:trPr>
          <w:cantSplit/>
          <w:trHeight w:hRule="exact" w:val="300"/>
        </w:trPr>
        <w:tc>
          <w:tcPr>
            <w:tcW w:w="2550" w:type="dxa"/>
            <w:gridSpan w:val="3"/>
            <w:vMerge w:val="restart"/>
            <w:tcBorders>
              <w:top w:val="single" w:sz="4" w:space="0" w:color="auto"/>
              <w:left w:val="single" w:sz="4" w:space="0" w:color="auto"/>
              <w:bottom w:val="nil"/>
              <w:right w:val="single" w:sz="4" w:space="0" w:color="auto"/>
            </w:tcBorders>
            <w:vAlign w:val="center"/>
          </w:tcPr>
          <w:p w:rsidR="00142B5E" w:rsidRPr="00CA053C" w:rsidRDefault="00142B5E" w:rsidP="00FB4F50">
            <w:pPr>
              <w:rPr>
                <w:sz w:val="22"/>
              </w:rPr>
            </w:pP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既に処理業の許可（他の都道府県のものを含む。）を有している場合はその許可番号</w:t>
            </w:r>
            <w:r>
              <w:rPr>
                <w:rFonts w:hint="eastAsia"/>
                <w:spacing w:val="-4"/>
                <w:sz w:val="22"/>
                <w:szCs w:val="19"/>
              </w:rPr>
              <w:t>（申請中の場合には、申請年月日）</w:t>
            </w:r>
          </w:p>
        </w:tc>
        <w:tc>
          <w:tcPr>
            <w:tcW w:w="2634" w:type="dxa"/>
            <w:gridSpan w:val="2"/>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sz w:val="22"/>
              </w:rPr>
            </w:pPr>
            <w:r w:rsidRPr="00CA053C">
              <w:rPr>
                <w:rFonts w:hint="eastAsia"/>
                <w:spacing w:val="-4"/>
                <w:sz w:val="22"/>
                <w:szCs w:val="19"/>
              </w:rPr>
              <w:t>都道府県・市区名</w:t>
            </w:r>
          </w:p>
        </w:tc>
        <w:tc>
          <w:tcPr>
            <w:tcW w:w="4896" w:type="dxa"/>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sz w:val="22"/>
              </w:rPr>
            </w:pPr>
            <w:r>
              <w:rPr>
                <w:rFonts w:hint="eastAsia"/>
                <w:spacing w:val="-4"/>
                <w:sz w:val="22"/>
                <w:szCs w:val="19"/>
              </w:rPr>
              <w:t xml:space="preserve">許　可　番　</w:t>
            </w:r>
            <w:r w:rsidRPr="00CA053C">
              <w:rPr>
                <w:rFonts w:hint="eastAsia"/>
                <w:spacing w:val="-4"/>
                <w:sz w:val="22"/>
                <w:szCs w:val="19"/>
              </w:rPr>
              <w:t>号</w:t>
            </w:r>
            <w:r>
              <w:rPr>
                <w:rFonts w:hint="eastAsia"/>
                <w:spacing w:val="-4"/>
                <w:sz w:val="22"/>
                <w:szCs w:val="19"/>
              </w:rPr>
              <w:t>（申請中の場合には、申請年月日）</w:t>
            </w:r>
          </w:p>
        </w:tc>
      </w:tr>
      <w:tr w:rsidR="00142B5E" w:rsidRPr="00CA053C" w:rsidTr="00FB4F50">
        <w:tblPrEx>
          <w:tblCellMar>
            <w:top w:w="0" w:type="dxa"/>
            <w:bottom w:w="0" w:type="dxa"/>
          </w:tblCellMar>
        </w:tblPrEx>
        <w:trPr>
          <w:cantSplit/>
          <w:trHeight w:hRule="exact" w:val="265"/>
        </w:trPr>
        <w:tc>
          <w:tcPr>
            <w:tcW w:w="2550" w:type="dxa"/>
            <w:gridSpan w:val="3"/>
            <w:vMerge/>
            <w:tcBorders>
              <w:top w:val="nil"/>
              <w:left w:val="single" w:sz="4" w:space="0" w:color="auto"/>
              <w:bottom w:val="nil"/>
              <w:right w:val="single" w:sz="4" w:space="0" w:color="auto"/>
            </w:tcBorders>
          </w:tcPr>
          <w:p w:rsidR="00142B5E" w:rsidRPr="00CA053C" w:rsidRDefault="00142B5E" w:rsidP="00FB4F50">
            <w:pPr>
              <w:rPr>
                <w:sz w:val="22"/>
              </w:rPr>
            </w:pPr>
          </w:p>
        </w:tc>
        <w:tc>
          <w:tcPr>
            <w:tcW w:w="2634" w:type="dxa"/>
            <w:gridSpan w:val="2"/>
            <w:tcBorders>
              <w:top w:val="nil"/>
              <w:left w:val="nil"/>
              <w:bottom w:val="single" w:sz="4" w:space="0" w:color="auto"/>
              <w:right w:val="single" w:sz="4" w:space="0" w:color="auto"/>
            </w:tcBorders>
          </w:tcPr>
          <w:p w:rsidR="00142B5E" w:rsidRPr="00CA053C" w:rsidRDefault="00142B5E" w:rsidP="00FB4F50">
            <w:pPr>
              <w:jc w:val="center"/>
              <w:rPr>
                <w:sz w:val="22"/>
              </w:rPr>
            </w:pPr>
          </w:p>
        </w:tc>
        <w:tc>
          <w:tcPr>
            <w:tcW w:w="4896" w:type="dxa"/>
            <w:tcBorders>
              <w:top w:val="nil"/>
              <w:left w:val="nil"/>
              <w:bottom w:val="single" w:sz="4" w:space="0" w:color="auto"/>
              <w:right w:val="single" w:sz="4" w:space="0" w:color="auto"/>
            </w:tcBorders>
          </w:tcPr>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82"/>
        </w:trPr>
        <w:tc>
          <w:tcPr>
            <w:tcW w:w="2550" w:type="dxa"/>
            <w:gridSpan w:val="3"/>
            <w:vMerge/>
            <w:tcBorders>
              <w:top w:val="nil"/>
              <w:left w:val="single" w:sz="4" w:space="0" w:color="auto"/>
              <w:bottom w:val="nil"/>
              <w:right w:val="single" w:sz="4" w:space="0" w:color="auto"/>
            </w:tcBorders>
          </w:tcPr>
          <w:p w:rsidR="00142B5E" w:rsidRPr="00CA053C" w:rsidRDefault="00142B5E" w:rsidP="00FB4F50">
            <w:pPr>
              <w:rPr>
                <w:sz w:val="22"/>
              </w:rPr>
            </w:pPr>
          </w:p>
        </w:tc>
        <w:tc>
          <w:tcPr>
            <w:tcW w:w="2634"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4896" w:type="dxa"/>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72"/>
        </w:trPr>
        <w:tc>
          <w:tcPr>
            <w:tcW w:w="2550" w:type="dxa"/>
            <w:gridSpan w:val="3"/>
            <w:vMerge/>
            <w:tcBorders>
              <w:top w:val="nil"/>
              <w:left w:val="single" w:sz="4" w:space="0" w:color="auto"/>
              <w:bottom w:val="nil"/>
              <w:right w:val="single" w:sz="4" w:space="0" w:color="auto"/>
            </w:tcBorders>
          </w:tcPr>
          <w:p w:rsidR="00142B5E" w:rsidRPr="00CA053C" w:rsidRDefault="00142B5E" w:rsidP="00FB4F50">
            <w:pPr>
              <w:rPr>
                <w:sz w:val="22"/>
              </w:rPr>
            </w:pPr>
          </w:p>
        </w:tc>
        <w:tc>
          <w:tcPr>
            <w:tcW w:w="2634"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4896" w:type="dxa"/>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69"/>
        </w:trPr>
        <w:tc>
          <w:tcPr>
            <w:tcW w:w="2550" w:type="dxa"/>
            <w:gridSpan w:val="3"/>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2634"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4896" w:type="dxa"/>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06"/>
        </w:trPr>
        <w:tc>
          <w:tcPr>
            <w:tcW w:w="10080" w:type="dxa"/>
            <w:gridSpan w:val="6"/>
            <w:tcBorders>
              <w:top w:val="nil"/>
              <w:left w:val="single" w:sz="4" w:space="0" w:color="auto"/>
              <w:bottom w:val="nil"/>
              <w:right w:val="single" w:sz="4" w:space="0" w:color="auto"/>
            </w:tcBorders>
            <w:vAlign w:val="center"/>
          </w:tcPr>
          <w:p w:rsidR="00142B5E" w:rsidRPr="00CA053C" w:rsidRDefault="00142B5E" w:rsidP="00FB4F50">
            <w:pPr>
              <w:rPr>
                <w:sz w:val="22"/>
              </w:rPr>
            </w:pPr>
            <w:r w:rsidRPr="00ED3DC3">
              <w:rPr>
                <w:sz w:val="22"/>
              </w:rPr>
              <w:t xml:space="preserve"> </w:t>
            </w:r>
            <w:r w:rsidRPr="00ED3DC3">
              <w:rPr>
                <w:rFonts w:hint="eastAsia"/>
                <w:sz w:val="22"/>
              </w:rPr>
              <w:t>申請者（個人である場合）</w:t>
            </w:r>
          </w:p>
        </w:tc>
      </w:tr>
      <w:tr w:rsidR="00142B5E" w:rsidRPr="00CA053C" w:rsidTr="00FB4F50">
        <w:tblPrEx>
          <w:tblCellMar>
            <w:top w:w="0" w:type="dxa"/>
            <w:bottom w:w="0" w:type="dxa"/>
          </w:tblCellMar>
        </w:tblPrEx>
        <w:trPr>
          <w:cantSplit/>
          <w:trHeight w:hRule="exact" w:val="309"/>
        </w:trPr>
        <w:tc>
          <w:tcPr>
            <w:tcW w:w="288" w:type="dxa"/>
            <w:vMerge w:val="restart"/>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142B5E" w:rsidRPr="00CA053C" w:rsidRDefault="00142B5E" w:rsidP="00FB4F50">
            <w:pPr>
              <w:jc w:val="center"/>
              <w:rPr>
                <w:sz w:val="22"/>
                <w:szCs w:val="19"/>
              </w:rPr>
            </w:pPr>
            <w:r w:rsidRPr="00CA053C">
              <w:rPr>
                <w:rFonts w:hint="eastAsia"/>
                <w:sz w:val="22"/>
                <w:szCs w:val="19"/>
              </w:rPr>
              <w:t>（ふりがな）</w:t>
            </w:r>
          </w:p>
          <w:p w:rsidR="00142B5E" w:rsidRPr="00CA053C" w:rsidRDefault="00142B5E" w:rsidP="00FB4F50">
            <w:pPr>
              <w:jc w:val="center"/>
              <w:rPr>
                <w:sz w:val="22"/>
              </w:rPr>
            </w:pPr>
            <w:r w:rsidRPr="00CA053C">
              <w:rPr>
                <w:rFonts w:hint="eastAsia"/>
                <w:sz w:val="22"/>
                <w:szCs w:val="19"/>
              </w:rPr>
              <w:t>氏　　　　名</w:t>
            </w:r>
          </w:p>
        </w:tc>
        <w:tc>
          <w:tcPr>
            <w:tcW w:w="1545" w:type="dxa"/>
            <w:gridSpan w:val="2"/>
            <w:vMerge w:val="restart"/>
            <w:tcBorders>
              <w:top w:val="single" w:sz="4" w:space="0" w:color="auto"/>
              <w:left w:val="nil"/>
              <w:bottom w:val="nil"/>
              <w:right w:val="single" w:sz="4" w:space="0" w:color="auto"/>
            </w:tcBorders>
            <w:vAlign w:val="center"/>
          </w:tcPr>
          <w:p w:rsidR="00142B5E" w:rsidRPr="00CA053C" w:rsidRDefault="00142B5E" w:rsidP="00FB4F50">
            <w:pPr>
              <w:jc w:val="center"/>
              <w:rPr>
                <w:rFonts w:hint="eastAsia"/>
                <w:sz w:val="22"/>
              </w:rPr>
            </w:pPr>
            <w:r w:rsidRPr="00CA053C">
              <w:rPr>
                <w:rFonts w:hint="eastAsia"/>
                <w:sz w:val="22"/>
              </w:rPr>
              <w:t>生年月日</w:t>
            </w:r>
          </w:p>
        </w:tc>
        <w:tc>
          <w:tcPr>
            <w:tcW w:w="6711" w:type="dxa"/>
            <w:gridSpan w:val="2"/>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籍</w:t>
            </w:r>
          </w:p>
          <w:p w:rsidR="00142B5E" w:rsidRPr="00CA053C" w:rsidRDefault="00142B5E" w:rsidP="00FB4F50">
            <w:pPr>
              <w:jc w:val="center"/>
              <w:rPr>
                <w:sz w:val="22"/>
                <w:szCs w:val="19"/>
              </w:rPr>
            </w:pP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vAlign w:val="center"/>
          </w:tcPr>
          <w:p w:rsidR="00142B5E" w:rsidRPr="00CA053C" w:rsidRDefault="00142B5E" w:rsidP="00FB4F50">
            <w:pPr>
              <w:jc w:val="center"/>
              <w:rPr>
                <w:sz w:val="22"/>
              </w:rPr>
            </w:pPr>
          </w:p>
        </w:tc>
        <w:tc>
          <w:tcPr>
            <w:tcW w:w="1545" w:type="dxa"/>
            <w:gridSpan w:val="2"/>
            <w:vMerge/>
            <w:tcBorders>
              <w:top w:val="nil"/>
              <w:left w:val="nil"/>
              <w:bottom w:val="single" w:sz="4" w:space="0" w:color="auto"/>
              <w:right w:val="single" w:sz="4" w:space="0" w:color="auto"/>
            </w:tcBorders>
            <w:vAlign w:val="center"/>
          </w:tcPr>
          <w:p w:rsidR="00142B5E" w:rsidRPr="00CA053C" w:rsidRDefault="00142B5E" w:rsidP="00FB4F50">
            <w:pPr>
              <w:jc w:val="center"/>
              <w:rPr>
                <w:sz w:val="22"/>
              </w:rPr>
            </w:pPr>
          </w:p>
        </w:tc>
        <w:tc>
          <w:tcPr>
            <w:tcW w:w="6711"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住　　　　　　　　　　　　所</w:t>
            </w:r>
          </w:p>
          <w:p w:rsidR="00142B5E" w:rsidRPr="00CA053C" w:rsidRDefault="00142B5E" w:rsidP="00FB4F50">
            <w:pPr>
              <w:jc w:val="center"/>
              <w:rPr>
                <w:rFonts w:hint="eastAsia"/>
                <w:spacing w:val="-4"/>
                <w:sz w:val="22"/>
                <w:szCs w:val="19"/>
              </w:rPr>
            </w:pPr>
          </w:p>
          <w:p w:rsidR="00142B5E" w:rsidRPr="00CA053C" w:rsidRDefault="00142B5E" w:rsidP="00FB4F50">
            <w:pPr>
              <w:jc w:val="center"/>
              <w:rPr>
                <w:sz w:val="22"/>
                <w:szCs w:val="19"/>
              </w:rPr>
            </w:pP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val="370"/>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36" w:type="dxa"/>
            <w:tcBorders>
              <w:top w:val="single" w:sz="4" w:space="0" w:color="auto"/>
              <w:left w:val="nil"/>
              <w:bottom w:val="single" w:sz="4" w:space="0" w:color="auto"/>
              <w:right w:val="single" w:sz="4" w:space="0" w:color="auto"/>
            </w:tcBorders>
          </w:tcPr>
          <w:p w:rsidR="00142B5E" w:rsidRPr="00CA053C" w:rsidRDefault="00142B5E" w:rsidP="00FB4F50">
            <w:pPr>
              <w:rPr>
                <w:rFonts w:hint="eastAsia"/>
                <w:b/>
                <w:bCs/>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F322BC" w:rsidP="00FB4F50">
            <w:pPr>
              <w:rPr>
                <w:b/>
                <w:bCs/>
                <w:sz w:val="22"/>
              </w:rPr>
            </w:pPr>
            <w:r w:rsidRPr="00CA053C">
              <w:rPr>
                <w:b/>
                <w:bCs/>
                <w:noProof/>
                <w:sz w:val="22"/>
              </w:rPr>
              <mc:AlternateContent>
                <mc:Choice Requires="wps">
                  <w:drawing>
                    <wp:anchor distT="0" distB="0" distL="114300" distR="114300" simplePos="0" relativeHeight="251657216" behindDoc="0" locked="0" layoutInCell="1" allowOverlap="1">
                      <wp:simplePos x="0" y="0"/>
                      <wp:positionH relativeFrom="column">
                        <wp:posOffset>416560</wp:posOffset>
                      </wp:positionH>
                      <wp:positionV relativeFrom="paragraph">
                        <wp:posOffset>124460</wp:posOffset>
                      </wp:positionV>
                      <wp:extent cx="3267075" cy="314325"/>
                      <wp:effectExtent l="0" t="0" r="0" b="0"/>
                      <wp:wrapNone/>
                      <wp:docPr id="6" name="Text Box 2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91219D" w:rsidRPr="0083078C" w:rsidRDefault="0083078C" w:rsidP="0083078C">
                                  <w:pPr>
                                    <w:jc w:val="center"/>
                                    <w:rPr>
                                      <w:rFonts w:ascii="ＭＳ ゴシック" w:eastAsia="ＭＳ ゴシック" w:hAnsi="ＭＳ ゴシック"/>
                                      <w:bCs/>
                                      <w:spacing w:val="-4"/>
                                      <w:w w:val="200"/>
                                      <w:szCs w:val="19"/>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13" o:spid="_x0000_s1026" type="#_x0000_t202" style="position:absolute;left:0;text-align:left;margin-left:32.8pt;margin-top:9.8pt;width:257.2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">
                      <v:textbox>
                        <w:txbxContent>
                          <w:p w:rsidR="0091219D" w:rsidRPr="0083078C" w:rsidRDefault="0083078C" w:rsidP="0083078C">
                            <w:pPr>
                              <w:jc w:val="center"/>
                              <w:rPr>
                                <w:rFonts w:ascii="ＭＳ ゴシック" w:eastAsia="ＭＳ ゴシック" w:hAnsi="ＭＳ ゴシック"/>
                                <w:bCs/>
                                <w:spacing w:val="-4"/>
                                <w:w w:val="200"/>
                                <w:szCs w:val="19"/>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424"/>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tcBorders>
              <w:left w:val="nil"/>
              <w:bottom w:val="single" w:sz="4" w:space="0" w:color="auto"/>
              <w:right w:val="nil"/>
            </w:tcBorders>
          </w:tcPr>
          <w:p w:rsidR="00142B5E" w:rsidRPr="00CA053C" w:rsidRDefault="00142B5E" w:rsidP="00FB4F50">
            <w:pPr>
              <w:rPr>
                <w:rFonts w:hint="eastAsia"/>
                <w:sz w:val="22"/>
              </w:rPr>
            </w:pPr>
          </w:p>
        </w:tc>
        <w:tc>
          <w:tcPr>
            <w:tcW w:w="1545" w:type="dxa"/>
            <w:gridSpan w:val="2"/>
            <w:tcBorders>
              <w:top w:val="single" w:sz="4" w:space="0" w:color="auto"/>
              <w:left w:val="single" w:sz="4" w:space="0" w:color="auto"/>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8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9792" w:type="dxa"/>
            <w:gridSpan w:val="5"/>
            <w:tcBorders>
              <w:left w:val="single" w:sz="4" w:space="0" w:color="auto"/>
              <w:bottom w:val="single" w:sz="4" w:space="0" w:color="auto"/>
              <w:right w:val="single" w:sz="4" w:space="0" w:color="auto"/>
            </w:tcBorders>
            <w:vAlign w:val="center"/>
          </w:tcPr>
          <w:p w:rsidR="00142B5E" w:rsidRPr="00CA053C" w:rsidRDefault="00142B5E" w:rsidP="00FB4F50">
            <w:pPr>
              <w:rPr>
                <w:sz w:val="22"/>
              </w:rPr>
            </w:pPr>
            <w:r w:rsidRPr="00CA053C">
              <w:rPr>
                <w:rFonts w:hint="eastAsia"/>
                <w:spacing w:val="-4"/>
                <w:sz w:val="22"/>
                <w:szCs w:val="19"/>
              </w:rPr>
              <w:t>（法人である場合）</w:t>
            </w:r>
          </w:p>
        </w:tc>
      </w:tr>
      <w:tr w:rsidR="00142B5E" w:rsidRPr="00CA053C" w:rsidTr="00FB4F50">
        <w:tblPrEx>
          <w:tblCellMar>
            <w:top w:w="0" w:type="dxa"/>
            <w:bottom w:w="0" w:type="dxa"/>
          </w:tblCellMar>
        </w:tblPrEx>
        <w:trPr>
          <w:cantSplit/>
          <w:trHeight w:hRule="exact" w:val="54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3081" w:type="dxa"/>
            <w:gridSpan w:val="3"/>
            <w:tcBorders>
              <w:top w:val="nil"/>
              <w:left w:val="single" w:sz="4" w:space="0" w:color="auto"/>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（ふりがな）</w:t>
            </w:r>
          </w:p>
          <w:p w:rsidR="00142B5E" w:rsidRPr="00CA053C" w:rsidRDefault="00142B5E" w:rsidP="00FB4F50">
            <w:pPr>
              <w:jc w:val="center"/>
              <w:rPr>
                <w:sz w:val="22"/>
              </w:rPr>
            </w:pPr>
            <w:r w:rsidRPr="00CA053C">
              <w:rPr>
                <w:rFonts w:hint="eastAsia"/>
                <w:spacing w:val="-4"/>
                <w:sz w:val="22"/>
                <w:szCs w:val="19"/>
              </w:rPr>
              <w:t>名</w:t>
            </w:r>
            <w:r w:rsidRPr="00CA053C">
              <w:rPr>
                <w:spacing w:val="-4"/>
                <w:sz w:val="22"/>
                <w:szCs w:val="19"/>
              </w:rPr>
              <w:t xml:space="preserve">  </w:t>
            </w:r>
            <w:r w:rsidRPr="00CA053C">
              <w:rPr>
                <w:rFonts w:hint="eastAsia"/>
                <w:spacing w:val="-4"/>
                <w:sz w:val="22"/>
                <w:szCs w:val="19"/>
              </w:rPr>
              <w:t xml:space="preserve">　</w:t>
            </w:r>
            <w:r w:rsidRPr="00CA053C">
              <w:rPr>
                <w:spacing w:val="-4"/>
                <w:sz w:val="22"/>
                <w:szCs w:val="19"/>
              </w:rPr>
              <w:t xml:space="preserve">    </w:t>
            </w:r>
            <w:r w:rsidRPr="00CA053C">
              <w:rPr>
                <w:rFonts w:hint="eastAsia"/>
                <w:spacing w:val="-4"/>
                <w:sz w:val="22"/>
                <w:szCs w:val="19"/>
              </w:rPr>
              <w:t>称</w:t>
            </w:r>
          </w:p>
        </w:tc>
        <w:tc>
          <w:tcPr>
            <w:tcW w:w="6711"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sz w:val="22"/>
              </w:rPr>
            </w:pPr>
            <w:r w:rsidRPr="00CA053C">
              <w:rPr>
                <w:rFonts w:hint="eastAsia"/>
                <w:spacing w:val="-4"/>
                <w:sz w:val="22"/>
                <w:szCs w:val="19"/>
              </w:rPr>
              <w:t>住　　　　　　　　　　　　所</w:t>
            </w:r>
          </w:p>
        </w:tc>
      </w:tr>
      <w:tr w:rsidR="00142B5E" w:rsidRPr="00CA053C" w:rsidTr="00FB4F50">
        <w:tblPrEx>
          <w:tblCellMar>
            <w:top w:w="0" w:type="dxa"/>
            <w:bottom w:w="0" w:type="dxa"/>
          </w:tblCellMar>
        </w:tblPrEx>
        <w:trPr>
          <w:cantSplit/>
          <w:trHeight w:hRule="exact" w:val="611"/>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3081" w:type="dxa"/>
            <w:gridSpan w:val="3"/>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06"/>
        </w:trPr>
        <w:tc>
          <w:tcPr>
            <w:tcW w:w="10080" w:type="dxa"/>
            <w:gridSpan w:val="6"/>
            <w:tcBorders>
              <w:top w:val="nil"/>
              <w:left w:val="single" w:sz="4" w:space="0" w:color="auto"/>
              <w:bottom w:val="nil"/>
              <w:right w:val="single" w:sz="4" w:space="0" w:color="auto"/>
            </w:tcBorders>
            <w:vAlign w:val="center"/>
          </w:tcPr>
          <w:p w:rsidR="00142B5E" w:rsidRPr="00CA053C" w:rsidRDefault="00142B5E" w:rsidP="00FB4F50">
            <w:pPr>
              <w:rPr>
                <w:sz w:val="22"/>
              </w:rPr>
            </w:pPr>
            <w:r w:rsidRPr="00CA053C">
              <w:rPr>
                <w:rFonts w:hint="eastAsia"/>
                <w:spacing w:val="-4"/>
                <w:sz w:val="22"/>
                <w:szCs w:val="19"/>
              </w:rPr>
              <w:t>法定代理人（申請者が法第</w:t>
            </w:r>
            <w:r w:rsidRPr="00CA053C">
              <w:rPr>
                <w:spacing w:val="-4"/>
                <w:sz w:val="22"/>
                <w:szCs w:val="19"/>
              </w:rPr>
              <w:t>14</w:t>
            </w:r>
            <w:r w:rsidRPr="00CA053C">
              <w:rPr>
                <w:rFonts w:hint="eastAsia"/>
                <w:spacing w:val="-4"/>
                <w:sz w:val="22"/>
                <w:szCs w:val="19"/>
              </w:rPr>
              <w:t>条第５項第２号ハに規定する未成年者である場合）</w:t>
            </w:r>
          </w:p>
        </w:tc>
      </w:tr>
      <w:tr w:rsidR="00142B5E" w:rsidRPr="00CA053C" w:rsidTr="00FB4F50">
        <w:tblPrEx>
          <w:tblCellMar>
            <w:top w:w="0" w:type="dxa"/>
            <w:bottom w:w="0" w:type="dxa"/>
          </w:tblCellMar>
        </w:tblPrEx>
        <w:trPr>
          <w:cantSplit/>
          <w:trHeight w:hRule="exact" w:val="306"/>
        </w:trPr>
        <w:tc>
          <w:tcPr>
            <w:tcW w:w="288" w:type="dxa"/>
            <w:tcBorders>
              <w:top w:val="nil"/>
              <w:left w:val="single" w:sz="4" w:space="0" w:color="auto"/>
              <w:bottom w:val="nil"/>
              <w:right w:val="single" w:sz="4" w:space="0" w:color="auto"/>
            </w:tcBorders>
            <w:vAlign w:val="center"/>
          </w:tcPr>
          <w:p w:rsidR="00142B5E" w:rsidRPr="00CA053C" w:rsidRDefault="00142B5E" w:rsidP="00FB4F50">
            <w:pPr>
              <w:rPr>
                <w:sz w:val="22"/>
              </w:rPr>
            </w:pPr>
          </w:p>
        </w:tc>
        <w:tc>
          <w:tcPr>
            <w:tcW w:w="9792" w:type="dxa"/>
            <w:gridSpan w:val="5"/>
            <w:tcBorders>
              <w:top w:val="single" w:sz="4" w:space="0" w:color="auto"/>
              <w:left w:val="single" w:sz="4" w:space="0" w:color="auto"/>
              <w:bottom w:val="nil"/>
              <w:right w:val="single" w:sz="4" w:space="0" w:color="auto"/>
            </w:tcBorders>
            <w:vAlign w:val="center"/>
          </w:tcPr>
          <w:p w:rsidR="00142B5E" w:rsidRPr="00CA053C" w:rsidRDefault="00142B5E" w:rsidP="00FB4F50">
            <w:pPr>
              <w:rPr>
                <w:sz w:val="22"/>
              </w:rPr>
            </w:pPr>
            <w:r>
              <w:rPr>
                <w:rFonts w:hint="eastAsia"/>
                <w:sz w:val="22"/>
              </w:rPr>
              <w:t>（</w:t>
            </w:r>
            <w:r w:rsidRPr="00ED3DC3">
              <w:rPr>
                <w:rFonts w:hint="eastAsia"/>
                <w:sz w:val="22"/>
              </w:rPr>
              <w:t>個人である場合）</w:t>
            </w:r>
          </w:p>
        </w:tc>
      </w:tr>
      <w:tr w:rsidR="00142B5E" w:rsidRPr="00CA053C" w:rsidTr="00FB4F50">
        <w:tblPrEx>
          <w:tblCellMar>
            <w:top w:w="0" w:type="dxa"/>
            <w:bottom w:w="0" w:type="dxa"/>
          </w:tblCellMar>
        </w:tblPrEx>
        <w:trPr>
          <w:cantSplit/>
          <w:trHeight w:hRule="exact" w:val="309"/>
        </w:trPr>
        <w:tc>
          <w:tcPr>
            <w:tcW w:w="288" w:type="dxa"/>
            <w:tcBorders>
              <w:top w:val="nil"/>
              <w:left w:val="single" w:sz="4" w:space="0" w:color="auto"/>
              <w:bottom w:val="nil"/>
              <w:right w:val="single" w:sz="4" w:space="0" w:color="auto"/>
            </w:tcBorders>
          </w:tcPr>
          <w:p w:rsidR="00142B5E" w:rsidRPr="00ED3DC3" w:rsidRDefault="00142B5E" w:rsidP="00FB4F50">
            <w:pPr>
              <w:rPr>
                <w:sz w:val="22"/>
              </w:rPr>
            </w:pPr>
          </w:p>
        </w:tc>
        <w:tc>
          <w:tcPr>
            <w:tcW w:w="1536" w:type="dxa"/>
            <w:tcBorders>
              <w:top w:val="single" w:sz="4" w:space="0" w:color="auto"/>
              <w:left w:val="single" w:sz="4" w:space="0" w:color="auto"/>
              <w:bottom w:val="nil"/>
              <w:right w:val="single" w:sz="4" w:space="0" w:color="auto"/>
            </w:tcBorders>
            <w:vAlign w:val="center"/>
          </w:tcPr>
          <w:p w:rsidR="00142B5E" w:rsidRPr="00CA053C" w:rsidRDefault="00142B5E" w:rsidP="00FB4F50">
            <w:pPr>
              <w:jc w:val="center"/>
              <w:rPr>
                <w:rFonts w:hint="eastAsia"/>
                <w:sz w:val="22"/>
                <w:szCs w:val="19"/>
              </w:rPr>
            </w:pPr>
          </w:p>
        </w:tc>
        <w:tc>
          <w:tcPr>
            <w:tcW w:w="1545" w:type="dxa"/>
            <w:gridSpan w:val="2"/>
            <w:tcBorders>
              <w:top w:val="single" w:sz="4" w:space="0" w:color="auto"/>
              <w:left w:val="nil"/>
              <w:bottom w:val="nil"/>
              <w:right w:val="single" w:sz="4" w:space="0" w:color="auto"/>
            </w:tcBorders>
            <w:vAlign w:val="center"/>
          </w:tcPr>
          <w:p w:rsidR="00142B5E" w:rsidRPr="00CA053C" w:rsidRDefault="00142B5E" w:rsidP="00FB4F50">
            <w:pPr>
              <w:jc w:val="center"/>
              <w:rPr>
                <w:rFonts w:hint="eastAsia"/>
                <w:sz w:val="22"/>
              </w:rPr>
            </w:pPr>
          </w:p>
        </w:tc>
        <w:tc>
          <w:tcPr>
            <w:tcW w:w="6711" w:type="dxa"/>
            <w:gridSpan w:val="2"/>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p>
        </w:tc>
      </w:tr>
      <w:tr w:rsidR="00142B5E" w:rsidRPr="00CA053C" w:rsidTr="00FB4F50">
        <w:tblPrEx>
          <w:tblCellMar>
            <w:top w:w="0" w:type="dxa"/>
            <w:bottom w:w="0" w:type="dxa"/>
          </w:tblCellMar>
        </w:tblPrEx>
        <w:trPr>
          <w:cantSplit/>
          <w:trHeight w:hRule="exact" w:val="309"/>
        </w:trPr>
        <w:tc>
          <w:tcPr>
            <w:tcW w:w="288" w:type="dxa"/>
            <w:vMerge w:val="restart"/>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142B5E" w:rsidRPr="00CA053C" w:rsidRDefault="00142B5E" w:rsidP="00FB4F50">
            <w:pPr>
              <w:jc w:val="center"/>
              <w:rPr>
                <w:sz w:val="22"/>
                <w:szCs w:val="19"/>
              </w:rPr>
            </w:pPr>
            <w:r w:rsidRPr="00CA053C">
              <w:rPr>
                <w:rFonts w:hint="eastAsia"/>
                <w:sz w:val="22"/>
                <w:szCs w:val="19"/>
              </w:rPr>
              <w:t>（ふりがな）</w:t>
            </w:r>
          </w:p>
          <w:p w:rsidR="00142B5E" w:rsidRPr="00CA053C" w:rsidRDefault="00142B5E" w:rsidP="00FB4F50">
            <w:pPr>
              <w:jc w:val="center"/>
              <w:rPr>
                <w:sz w:val="22"/>
              </w:rPr>
            </w:pPr>
            <w:r w:rsidRPr="00CA053C">
              <w:rPr>
                <w:rFonts w:hint="eastAsia"/>
                <w:sz w:val="22"/>
                <w:szCs w:val="19"/>
              </w:rPr>
              <w:t>氏　　　　名</w:t>
            </w:r>
          </w:p>
        </w:tc>
        <w:tc>
          <w:tcPr>
            <w:tcW w:w="1545" w:type="dxa"/>
            <w:gridSpan w:val="2"/>
            <w:vMerge w:val="restart"/>
            <w:tcBorders>
              <w:top w:val="single" w:sz="4" w:space="0" w:color="auto"/>
              <w:left w:val="nil"/>
              <w:bottom w:val="nil"/>
              <w:right w:val="single" w:sz="4" w:space="0" w:color="auto"/>
            </w:tcBorders>
            <w:vAlign w:val="center"/>
          </w:tcPr>
          <w:p w:rsidR="00142B5E" w:rsidRPr="00CA053C" w:rsidRDefault="00142B5E" w:rsidP="00FB4F50">
            <w:pPr>
              <w:jc w:val="center"/>
              <w:rPr>
                <w:rFonts w:hint="eastAsia"/>
                <w:sz w:val="22"/>
              </w:rPr>
            </w:pPr>
            <w:r w:rsidRPr="00CA053C">
              <w:rPr>
                <w:rFonts w:hint="eastAsia"/>
                <w:sz w:val="22"/>
              </w:rPr>
              <w:t>生年月日</w:t>
            </w:r>
          </w:p>
        </w:tc>
        <w:tc>
          <w:tcPr>
            <w:tcW w:w="6711" w:type="dxa"/>
            <w:gridSpan w:val="2"/>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籍</w:t>
            </w:r>
          </w:p>
          <w:p w:rsidR="00142B5E" w:rsidRPr="00CA053C" w:rsidRDefault="00142B5E" w:rsidP="00FB4F50">
            <w:pPr>
              <w:jc w:val="center"/>
              <w:rPr>
                <w:sz w:val="22"/>
                <w:szCs w:val="19"/>
              </w:rPr>
            </w:pP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vAlign w:val="center"/>
          </w:tcPr>
          <w:p w:rsidR="00142B5E" w:rsidRPr="00CA053C" w:rsidRDefault="00142B5E" w:rsidP="00FB4F50">
            <w:pPr>
              <w:jc w:val="center"/>
              <w:rPr>
                <w:sz w:val="22"/>
              </w:rPr>
            </w:pPr>
          </w:p>
        </w:tc>
        <w:tc>
          <w:tcPr>
            <w:tcW w:w="1545" w:type="dxa"/>
            <w:gridSpan w:val="2"/>
            <w:vMerge/>
            <w:tcBorders>
              <w:top w:val="nil"/>
              <w:left w:val="nil"/>
              <w:bottom w:val="single" w:sz="4" w:space="0" w:color="auto"/>
              <w:right w:val="single" w:sz="4" w:space="0" w:color="auto"/>
            </w:tcBorders>
            <w:vAlign w:val="center"/>
          </w:tcPr>
          <w:p w:rsidR="00142B5E" w:rsidRPr="00CA053C" w:rsidRDefault="00142B5E" w:rsidP="00FB4F50">
            <w:pPr>
              <w:jc w:val="center"/>
              <w:rPr>
                <w:sz w:val="22"/>
              </w:rPr>
            </w:pPr>
          </w:p>
        </w:tc>
        <w:tc>
          <w:tcPr>
            <w:tcW w:w="6711"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住　　　　　　　　　　　　所</w:t>
            </w:r>
          </w:p>
          <w:p w:rsidR="00142B5E" w:rsidRPr="00CA053C" w:rsidRDefault="00142B5E" w:rsidP="00FB4F50">
            <w:pPr>
              <w:jc w:val="center"/>
              <w:rPr>
                <w:rFonts w:hint="eastAsia"/>
                <w:spacing w:val="-4"/>
                <w:sz w:val="22"/>
                <w:szCs w:val="19"/>
              </w:rPr>
            </w:pPr>
          </w:p>
          <w:p w:rsidR="00142B5E" w:rsidRPr="00CA053C" w:rsidRDefault="00142B5E" w:rsidP="00FB4F50">
            <w:pPr>
              <w:jc w:val="center"/>
              <w:rPr>
                <w:sz w:val="22"/>
                <w:szCs w:val="19"/>
              </w:rPr>
            </w:pP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val="370"/>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36" w:type="dxa"/>
            <w:tcBorders>
              <w:top w:val="single" w:sz="4" w:space="0" w:color="auto"/>
              <w:left w:val="nil"/>
              <w:bottom w:val="single" w:sz="4" w:space="0" w:color="auto"/>
              <w:right w:val="single" w:sz="4" w:space="0" w:color="auto"/>
            </w:tcBorders>
          </w:tcPr>
          <w:p w:rsidR="00142B5E" w:rsidRPr="00CA053C" w:rsidRDefault="00142B5E" w:rsidP="00FB4F50">
            <w:pPr>
              <w:rPr>
                <w:rFonts w:hint="eastAsia"/>
                <w:b/>
                <w:bCs/>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F322BC" w:rsidP="00FB4F50">
            <w:pPr>
              <w:rPr>
                <w:b/>
                <w:bCs/>
                <w:sz w:val="22"/>
              </w:rPr>
            </w:pPr>
            <w:r w:rsidRPr="00CA053C">
              <w:rPr>
                <w:b/>
                <w:bCs/>
                <w:noProof/>
                <w:sz w:val="22"/>
              </w:rPr>
              <mc:AlternateContent>
                <mc:Choice Requires="wps">
                  <w:drawing>
                    <wp:anchor distT="0" distB="0" distL="114300" distR="114300" simplePos="0" relativeHeight="251658240" behindDoc="0" locked="0" layoutInCell="1" allowOverlap="1">
                      <wp:simplePos x="0" y="0"/>
                      <wp:positionH relativeFrom="column">
                        <wp:posOffset>416560</wp:posOffset>
                      </wp:positionH>
                      <wp:positionV relativeFrom="paragraph">
                        <wp:posOffset>124460</wp:posOffset>
                      </wp:positionV>
                      <wp:extent cx="3267075" cy="314325"/>
                      <wp:effectExtent l="0" t="0" r="0" b="0"/>
                      <wp:wrapNone/>
                      <wp:docPr id="5" name="Text Box 2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4" o:spid="_x0000_s1027" type="#_x0000_t202" style="position:absolute;left:0;text-align:left;margin-left:32.8pt;margin-top:9.8pt;width:257.2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">
                      <v:textbo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424"/>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tcBorders>
              <w:left w:val="nil"/>
              <w:bottom w:val="single" w:sz="4" w:space="0" w:color="auto"/>
              <w:right w:val="nil"/>
            </w:tcBorders>
          </w:tcPr>
          <w:p w:rsidR="00142B5E" w:rsidRPr="00CA053C" w:rsidRDefault="00142B5E" w:rsidP="00FB4F50">
            <w:pPr>
              <w:rPr>
                <w:rFonts w:hint="eastAsia"/>
                <w:sz w:val="22"/>
              </w:rPr>
            </w:pPr>
          </w:p>
        </w:tc>
        <w:tc>
          <w:tcPr>
            <w:tcW w:w="1545" w:type="dxa"/>
            <w:gridSpan w:val="2"/>
            <w:tcBorders>
              <w:top w:val="single" w:sz="4" w:space="0" w:color="auto"/>
              <w:left w:val="single" w:sz="4" w:space="0" w:color="auto"/>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8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9792" w:type="dxa"/>
            <w:gridSpan w:val="5"/>
            <w:tcBorders>
              <w:left w:val="single" w:sz="4" w:space="0" w:color="auto"/>
              <w:bottom w:val="single" w:sz="4" w:space="0" w:color="auto"/>
              <w:right w:val="single" w:sz="4" w:space="0" w:color="auto"/>
            </w:tcBorders>
            <w:vAlign w:val="center"/>
          </w:tcPr>
          <w:p w:rsidR="00142B5E" w:rsidRPr="00F43B6C" w:rsidRDefault="00142B5E" w:rsidP="00FB4F50">
            <w:pPr>
              <w:rPr>
                <w:sz w:val="22"/>
              </w:rPr>
            </w:pPr>
            <w:r w:rsidRPr="00F43B6C">
              <w:rPr>
                <w:rFonts w:hint="eastAsia"/>
                <w:spacing w:val="-4"/>
                <w:sz w:val="22"/>
                <w:szCs w:val="19"/>
              </w:rPr>
              <w:t>（法人である場合）</w:t>
            </w:r>
          </w:p>
        </w:tc>
      </w:tr>
      <w:tr w:rsidR="00142B5E" w:rsidRPr="00CA053C" w:rsidTr="00FB4F50">
        <w:tblPrEx>
          <w:tblCellMar>
            <w:top w:w="0" w:type="dxa"/>
            <w:bottom w:w="0" w:type="dxa"/>
          </w:tblCellMar>
        </w:tblPrEx>
        <w:trPr>
          <w:cantSplit/>
          <w:trHeight w:hRule="exact" w:val="54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3081" w:type="dxa"/>
            <w:gridSpan w:val="3"/>
            <w:tcBorders>
              <w:top w:val="nil"/>
              <w:left w:val="single" w:sz="4" w:space="0" w:color="auto"/>
              <w:bottom w:val="single" w:sz="4" w:space="0" w:color="auto"/>
              <w:right w:val="single" w:sz="4" w:space="0" w:color="auto"/>
            </w:tcBorders>
            <w:vAlign w:val="center"/>
          </w:tcPr>
          <w:p w:rsidR="00142B5E" w:rsidRPr="00F43B6C" w:rsidRDefault="00142B5E" w:rsidP="00FB4F50">
            <w:pPr>
              <w:jc w:val="center"/>
              <w:rPr>
                <w:rFonts w:hint="eastAsia"/>
                <w:spacing w:val="-4"/>
                <w:sz w:val="22"/>
                <w:szCs w:val="19"/>
              </w:rPr>
            </w:pPr>
            <w:r w:rsidRPr="00F43B6C">
              <w:rPr>
                <w:rFonts w:hint="eastAsia"/>
                <w:spacing w:val="-4"/>
                <w:sz w:val="22"/>
                <w:szCs w:val="19"/>
              </w:rPr>
              <w:t>（ふりがな）</w:t>
            </w:r>
          </w:p>
          <w:p w:rsidR="00142B5E" w:rsidRPr="00F43B6C" w:rsidRDefault="00142B5E" w:rsidP="00FB4F50">
            <w:pPr>
              <w:jc w:val="center"/>
              <w:rPr>
                <w:sz w:val="22"/>
              </w:rPr>
            </w:pPr>
            <w:r w:rsidRPr="00F43B6C">
              <w:rPr>
                <w:rFonts w:hint="eastAsia"/>
                <w:spacing w:val="-4"/>
                <w:sz w:val="22"/>
                <w:szCs w:val="19"/>
              </w:rPr>
              <w:t>名</w:t>
            </w:r>
            <w:r w:rsidRPr="00F43B6C">
              <w:rPr>
                <w:spacing w:val="-4"/>
                <w:sz w:val="22"/>
                <w:szCs w:val="19"/>
              </w:rPr>
              <w:t xml:space="preserve">  </w:t>
            </w:r>
            <w:r w:rsidRPr="00F43B6C">
              <w:rPr>
                <w:rFonts w:hint="eastAsia"/>
                <w:spacing w:val="-4"/>
                <w:sz w:val="22"/>
                <w:szCs w:val="19"/>
              </w:rPr>
              <w:t xml:space="preserve">　</w:t>
            </w:r>
            <w:r w:rsidRPr="00F43B6C">
              <w:rPr>
                <w:spacing w:val="-4"/>
                <w:sz w:val="22"/>
                <w:szCs w:val="19"/>
              </w:rPr>
              <w:t xml:space="preserve">    </w:t>
            </w:r>
            <w:r w:rsidRPr="00F43B6C">
              <w:rPr>
                <w:rFonts w:hint="eastAsia"/>
                <w:spacing w:val="-4"/>
                <w:sz w:val="22"/>
                <w:szCs w:val="19"/>
              </w:rPr>
              <w:t>称</w:t>
            </w:r>
          </w:p>
        </w:tc>
        <w:tc>
          <w:tcPr>
            <w:tcW w:w="6711" w:type="dxa"/>
            <w:gridSpan w:val="2"/>
            <w:tcBorders>
              <w:top w:val="nil"/>
              <w:left w:val="nil"/>
              <w:bottom w:val="single" w:sz="4" w:space="0" w:color="auto"/>
              <w:right w:val="single" w:sz="4" w:space="0" w:color="auto"/>
            </w:tcBorders>
            <w:vAlign w:val="center"/>
          </w:tcPr>
          <w:p w:rsidR="00142B5E" w:rsidRPr="00F43B6C" w:rsidRDefault="00142B5E" w:rsidP="00FB4F50">
            <w:pPr>
              <w:jc w:val="center"/>
              <w:rPr>
                <w:sz w:val="22"/>
              </w:rPr>
            </w:pPr>
            <w:r w:rsidRPr="00F43B6C">
              <w:rPr>
                <w:rFonts w:hint="eastAsia"/>
                <w:spacing w:val="-4"/>
                <w:sz w:val="22"/>
                <w:szCs w:val="19"/>
              </w:rPr>
              <w:t>住　　　　　　　　　　　　所</w:t>
            </w:r>
          </w:p>
        </w:tc>
      </w:tr>
      <w:tr w:rsidR="00142B5E" w:rsidRPr="00CA053C" w:rsidTr="00FB4F50">
        <w:tblPrEx>
          <w:tblCellMar>
            <w:top w:w="0" w:type="dxa"/>
            <w:bottom w:w="0" w:type="dxa"/>
          </w:tblCellMar>
        </w:tblPrEx>
        <w:trPr>
          <w:cantSplit/>
          <w:trHeight w:hRule="exact" w:val="611"/>
        </w:trPr>
        <w:tc>
          <w:tcPr>
            <w:tcW w:w="288" w:type="dxa"/>
            <w:vMerge/>
            <w:tcBorders>
              <w:top w:val="nil"/>
              <w:left w:val="single" w:sz="4" w:space="0" w:color="auto"/>
              <w:right w:val="single" w:sz="4" w:space="0" w:color="auto"/>
            </w:tcBorders>
          </w:tcPr>
          <w:p w:rsidR="00142B5E" w:rsidRPr="00CA053C" w:rsidRDefault="00142B5E" w:rsidP="00FB4F50">
            <w:pPr>
              <w:rPr>
                <w:sz w:val="22"/>
              </w:rPr>
            </w:pPr>
          </w:p>
        </w:tc>
        <w:tc>
          <w:tcPr>
            <w:tcW w:w="3081" w:type="dxa"/>
            <w:gridSpan w:val="3"/>
            <w:tcBorders>
              <w:top w:val="nil"/>
              <w:left w:val="single" w:sz="4" w:space="0" w:color="auto"/>
              <w:bottom w:val="single" w:sz="4" w:space="0" w:color="auto"/>
              <w:right w:val="single" w:sz="4" w:space="0" w:color="auto"/>
            </w:tcBorders>
          </w:tcPr>
          <w:p w:rsidR="00142B5E" w:rsidRPr="00F43B6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F43B6C" w:rsidRDefault="00142B5E" w:rsidP="00FB4F50">
            <w:pPr>
              <w:rPr>
                <w:sz w:val="22"/>
              </w:rPr>
            </w:pPr>
          </w:p>
        </w:tc>
      </w:tr>
      <w:tr w:rsidR="00142B5E" w:rsidRPr="00CA053C" w:rsidTr="00FB4F50">
        <w:tblPrEx>
          <w:tblCellMar>
            <w:top w:w="0" w:type="dxa"/>
            <w:bottom w:w="0" w:type="dxa"/>
          </w:tblCellMar>
        </w:tblPrEx>
        <w:trPr>
          <w:cantSplit/>
          <w:trHeight w:hRule="exact" w:val="346"/>
        </w:trPr>
        <w:tc>
          <w:tcPr>
            <w:tcW w:w="288" w:type="dxa"/>
            <w:tcBorders>
              <w:top w:val="nil"/>
              <w:left w:val="single" w:sz="4" w:space="0" w:color="auto"/>
              <w:bottom w:val="nil"/>
              <w:right w:val="single" w:sz="4" w:space="0" w:color="auto"/>
            </w:tcBorders>
            <w:vAlign w:val="center"/>
          </w:tcPr>
          <w:p w:rsidR="00142B5E" w:rsidRPr="00CA053C" w:rsidRDefault="00142B5E" w:rsidP="00FB4F50">
            <w:pPr>
              <w:rPr>
                <w:rFonts w:hint="eastAsia"/>
                <w:sz w:val="22"/>
              </w:rPr>
            </w:pPr>
          </w:p>
        </w:tc>
        <w:tc>
          <w:tcPr>
            <w:tcW w:w="9792" w:type="dxa"/>
            <w:gridSpan w:val="5"/>
            <w:tcBorders>
              <w:top w:val="nil"/>
              <w:left w:val="single" w:sz="4" w:space="0" w:color="auto"/>
              <w:bottom w:val="nil"/>
              <w:right w:val="single" w:sz="4" w:space="0" w:color="auto"/>
            </w:tcBorders>
            <w:vAlign w:val="center"/>
          </w:tcPr>
          <w:p w:rsidR="00142B5E" w:rsidRPr="00F43B6C" w:rsidRDefault="00142B5E" w:rsidP="00FB4F50">
            <w:pPr>
              <w:rPr>
                <w:rFonts w:hint="eastAsia"/>
                <w:sz w:val="22"/>
              </w:rPr>
            </w:pPr>
            <w:r w:rsidRPr="00F43B6C">
              <w:rPr>
                <w:rFonts w:hint="eastAsia"/>
                <w:sz w:val="22"/>
              </w:rPr>
              <w:t>（役員（法定代理人が法人である場合））</w:t>
            </w:r>
          </w:p>
        </w:tc>
      </w:tr>
      <w:tr w:rsidR="00142B5E" w:rsidRPr="00CA053C" w:rsidTr="00FB4F50">
        <w:tblPrEx>
          <w:tblCellMar>
            <w:top w:w="0" w:type="dxa"/>
            <w:bottom w:w="0" w:type="dxa"/>
          </w:tblCellMar>
        </w:tblPrEx>
        <w:trPr>
          <w:cantSplit/>
          <w:trHeight w:hRule="exact" w:val="309"/>
        </w:trPr>
        <w:tc>
          <w:tcPr>
            <w:tcW w:w="288" w:type="dxa"/>
            <w:vMerge w:val="restart"/>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142B5E" w:rsidRPr="00F43B6C" w:rsidRDefault="00142B5E" w:rsidP="00FB4F50">
            <w:pPr>
              <w:jc w:val="center"/>
              <w:rPr>
                <w:sz w:val="22"/>
                <w:szCs w:val="19"/>
              </w:rPr>
            </w:pPr>
            <w:r w:rsidRPr="00F43B6C">
              <w:rPr>
                <w:rFonts w:hint="eastAsia"/>
                <w:sz w:val="22"/>
                <w:szCs w:val="19"/>
              </w:rPr>
              <w:t>（ふりがな）</w:t>
            </w:r>
          </w:p>
          <w:p w:rsidR="00142B5E" w:rsidRPr="00F43B6C" w:rsidRDefault="00142B5E" w:rsidP="00FB4F50">
            <w:pPr>
              <w:jc w:val="center"/>
              <w:rPr>
                <w:sz w:val="22"/>
              </w:rPr>
            </w:pPr>
            <w:r w:rsidRPr="00F43B6C">
              <w:rPr>
                <w:rFonts w:hint="eastAsia"/>
                <w:sz w:val="22"/>
                <w:szCs w:val="19"/>
              </w:rPr>
              <w:t>氏　　　　名</w:t>
            </w:r>
          </w:p>
        </w:tc>
        <w:tc>
          <w:tcPr>
            <w:tcW w:w="1545" w:type="dxa"/>
            <w:gridSpan w:val="2"/>
            <w:tcBorders>
              <w:top w:val="single" w:sz="4" w:space="0" w:color="auto"/>
              <w:left w:val="nil"/>
              <w:bottom w:val="single" w:sz="4" w:space="0" w:color="auto"/>
              <w:right w:val="single" w:sz="4" w:space="0" w:color="auto"/>
            </w:tcBorders>
            <w:vAlign w:val="center"/>
          </w:tcPr>
          <w:p w:rsidR="00142B5E" w:rsidRPr="00F43B6C" w:rsidRDefault="00142B5E" w:rsidP="00FB4F50">
            <w:pPr>
              <w:jc w:val="center"/>
              <w:rPr>
                <w:sz w:val="22"/>
              </w:rPr>
            </w:pPr>
            <w:r w:rsidRPr="00F43B6C">
              <w:rPr>
                <w:rFonts w:hint="eastAsia"/>
                <w:sz w:val="22"/>
              </w:rPr>
              <w:t>生年月日</w:t>
            </w:r>
          </w:p>
        </w:tc>
        <w:tc>
          <w:tcPr>
            <w:tcW w:w="6711" w:type="dxa"/>
            <w:gridSpan w:val="2"/>
            <w:tcBorders>
              <w:top w:val="single" w:sz="4" w:space="0" w:color="auto"/>
              <w:left w:val="nil"/>
              <w:bottom w:val="single" w:sz="4" w:space="0" w:color="auto"/>
              <w:right w:val="single" w:sz="4" w:space="0" w:color="auto"/>
            </w:tcBorders>
            <w:vAlign w:val="center"/>
          </w:tcPr>
          <w:p w:rsidR="00142B5E" w:rsidRPr="00F43B6C" w:rsidRDefault="00142B5E" w:rsidP="00FB4F50">
            <w:pPr>
              <w:jc w:val="center"/>
              <w:rPr>
                <w:rFonts w:hint="eastAsia"/>
                <w:spacing w:val="-4"/>
                <w:sz w:val="22"/>
                <w:szCs w:val="19"/>
              </w:rPr>
            </w:pPr>
            <w:r w:rsidRPr="00F43B6C">
              <w:rPr>
                <w:rFonts w:hint="eastAsia"/>
                <w:spacing w:val="-4"/>
                <w:sz w:val="22"/>
                <w:szCs w:val="19"/>
              </w:rPr>
              <w:t>本</w:t>
            </w:r>
            <w:r w:rsidRPr="00F43B6C">
              <w:rPr>
                <w:spacing w:val="-4"/>
                <w:sz w:val="22"/>
                <w:szCs w:val="19"/>
              </w:rPr>
              <w:t xml:space="preserve">                        </w:t>
            </w:r>
            <w:r w:rsidRPr="00F43B6C">
              <w:rPr>
                <w:rFonts w:hint="eastAsia"/>
                <w:spacing w:val="-4"/>
                <w:sz w:val="22"/>
                <w:szCs w:val="19"/>
              </w:rPr>
              <w:t xml:space="preserve"> </w:t>
            </w:r>
            <w:r w:rsidRPr="00F43B6C">
              <w:rPr>
                <w:rFonts w:hint="eastAsia"/>
                <w:spacing w:val="-4"/>
                <w:sz w:val="22"/>
                <w:szCs w:val="19"/>
              </w:rPr>
              <w:t>籍</w:t>
            </w:r>
          </w:p>
          <w:p w:rsidR="00142B5E" w:rsidRPr="00F43B6C" w:rsidRDefault="00142B5E" w:rsidP="00FB4F50">
            <w:pPr>
              <w:jc w:val="center"/>
              <w:rPr>
                <w:sz w:val="22"/>
                <w:szCs w:val="19"/>
              </w:rPr>
            </w:pPr>
          </w:p>
          <w:p w:rsidR="00142B5E" w:rsidRPr="00F43B6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vAlign w:val="center"/>
          </w:tcPr>
          <w:p w:rsidR="00142B5E" w:rsidRPr="00F43B6C" w:rsidRDefault="00142B5E" w:rsidP="00FB4F50">
            <w:pPr>
              <w:jc w:val="center"/>
              <w:rPr>
                <w:sz w:val="22"/>
              </w:rPr>
            </w:pPr>
          </w:p>
        </w:tc>
        <w:tc>
          <w:tcPr>
            <w:tcW w:w="1545" w:type="dxa"/>
            <w:gridSpan w:val="2"/>
            <w:tcBorders>
              <w:top w:val="single" w:sz="4" w:space="0" w:color="auto"/>
              <w:left w:val="nil"/>
              <w:bottom w:val="single" w:sz="4" w:space="0" w:color="auto"/>
              <w:right w:val="single" w:sz="4" w:space="0" w:color="auto"/>
            </w:tcBorders>
            <w:vAlign w:val="center"/>
          </w:tcPr>
          <w:p w:rsidR="00142B5E" w:rsidRPr="00F43B6C" w:rsidRDefault="00142B5E" w:rsidP="00FB4F50">
            <w:pPr>
              <w:jc w:val="center"/>
              <w:rPr>
                <w:sz w:val="22"/>
                <w:szCs w:val="19"/>
              </w:rPr>
            </w:pPr>
            <w:r w:rsidRPr="00F43B6C">
              <w:rPr>
                <w:rFonts w:hint="eastAsia"/>
                <w:sz w:val="22"/>
                <w:szCs w:val="19"/>
              </w:rPr>
              <w:t>役職名・呼称</w:t>
            </w:r>
          </w:p>
          <w:p w:rsidR="00142B5E" w:rsidRPr="00F43B6C" w:rsidRDefault="00142B5E" w:rsidP="00FB4F50">
            <w:pPr>
              <w:jc w:val="center"/>
              <w:rPr>
                <w:sz w:val="22"/>
              </w:rPr>
            </w:pPr>
          </w:p>
        </w:tc>
        <w:tc>
          <w:tcPr>
            <w:tcW w:w="6711" w:type="dxa"/>
            <w:gridSpan w:val="2"/>
            <w:tcBorders>
              <w:top w:val="nil"/>
              <w:left w:val="nil"/>
              <w:bottom w:val="single" w:sz="4" w:space="0" w:color="auto"/>
              <w:right w:val="single" w:sz="4" w:space="0" w:color="auto"/>
            </w:tcBorders>
            <w:vAlign w:val="center"/>
          </w:tcPr>
          <w:p w:rsidR="00142B5E" w:rsidRPr="00F43B6C" w:rsidRDefault="00142B5E" w:rsidP="00FB4F50">
            <w:pPr>
              <w:jc w:val="center"/>
              <w:rPr>
                <w:rFonts w:hint="eastAsia"/>
                <w:spacing w:val="-4"/>
                <w:sz w:val="22"/>
                <w:szCs w:val="19"/>
              </w:rPr>
            </w:pPr>
            <w:r w:rsidRPr="00F43B6C">
              <w:rPr>
                <w:rFonts w:hint="eastAsia"/>
                <w:spacing w:val="-4"/>
                <w:sz w:val="22"/>
                <w:szCs w:val="19"/>
              </w:rPr>
              <w:t>住　　　　　　　　　　　　所</w:t>
            </w:r>
          </w:p>
          <w:p w:rsidR="00142B5E" w:rsidRPr="00F43B6C" w:rsidRDefault="00142B5E" w:rsidP="00FB4F50">
            <w:pPr>
              <w:jc w:val="center"/>
              <w:rPr>
                <w:rFonts w:hint="eastAsia"/>
                <w:spacing w:val="-4"/>
                <w:sz w:val="22"/>
                <w:szCs w:val="19"/>
              </w:rPr>
            </w:pPr>
          </w:p>
          <w:p w:rsidR="00142B5E" w:rsidRPr="00F43B6C" w:rsidRDefault="00142B5E" w:rsidP="00FB4F50">
            <w:pPr>
              <w:jc w:val="center"/>
              <w:rPr>
                <w:sz w:val="22"/>
                <w:szCs w:val="19"/>
              </w:rPr>
            </w:pPr>
          </w:p>
          <w:p w:rsidR="00142B5E" w:rsidRPr="00F43B6C" w:rsidRDefault="00142B5E" w:rsidP="00FB4F50">
            <w:pPr>
              <w:jc w:val="center"/>
              <w:rPr>
                <w:sz w:val="22"/>
              </w:rPr>
            </w:pPr>
          </w:p>
        </w:tc>
      </w:tr>
      <w:tr w:rsidR="00142B5E" w:rsidRPr="00CA053C" w:rsidTr="00FB4F50">
        <w:tblPrEx>
          <w:tblCellMar>
            <w:top w:w="0" w:type="dxa"/>
            <w:bottom w:w="0" w:type="dxa"/>
          </w:tblCellMar>
        </w:tblPrEx>
        <w:trPr>
          <w:cantSplit/>
          <w:trHeight w:val="370"/>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36" w:type="dxa"/>
            <w:tcBorders>
              <w:top w:val="single" w:sz="4" w:space="0" w:color="auto"/>
              <w:left w:val="nil"/>
              <w:bottom w:val="single" w:sz="4" w:space="0" w:color="auto"/>
              <w:right w:val="single" w:sz="4" w:space="0" w:color="auto"/>
            </w:tcBorders>
          </w:tcPr>
          <w:p w:rsidR="00142B5E" w:rsidRPr="00CA053C" w:rsidRDefault="00142B5E" w:rsidP="00FB4F50">
            <w:pPr>
              <w:rPr>
                <w:rFonts w:hint="eastAsia"/>
                <w:b/>
                <w:bCs/>
                <w:sz w:val="22"/>
              </w:rPr>
            </w:pPr>
          </w:p>
        </w:tc>
        <w:tc>
          <w:tcPr>
            <w:tcW w:w="1545" w:type="dxa"/>
            <w:gridSpan w:val="2"/>
            <w:tcBorders>
              <w:top w:val="single" w:sz="4" w:space="0" w:color="auto"/>
              <w:left w:val="nil"/>
              <w:bottom w:val="single" w:sz="4" w:space="0" w:color="auto"/>
              <w:right w:val="single" w:sz="4" w:space="0" w:color="auto"/>
            </w:tcBorders>
          </w:tcPr>
          <w:p w:rsidR="00142B5E" w:rsidRPr="00EA381F" w:rsidRDefault="00F322BC" w:rsidP="00FB4F50">
            <w:pPr>
              <w:rPr>
                <w:b/>
                <w:bCs/>
                <w:color w:val="FF0000"/>
                <w:sz w:val="22"/>
              </w:rPr>
            </w:pPr>
            <w:r w:rsidRPr="00EA381F">
              <w:rPr>
                <w:b/>
                <w:bCs/>
                <w:noProof/>
                <w:color w:val="FF0000"/>
                <w:sz w:val="22"/>
              </w:rPr>
              <mc:AlternateContent>
                <mc:Choice Requires="wps">
                  <w:drawing>
                    <wp:anchor distT="0" distB="0" distL="114300" distR="114300" simplePos="0" relativeHeight="251660288" behindDoc="0" locked="0" layoutInCell="1" allowOverlap="1">
                      <wp:simplePos x="0" y="0"/>
                      <wp:positionH relativeFrom="column">
                        <wp:posOffset>416560</wp:posOffset>
                      </wp:positionH>
                      <wp:positionV relativeFrom="paragraph">
                        <wp:posOffset>124460</wp:posOffset>
                      </wp:positionV>
                      <wp:extent cx="3267075" cy="314325"/>
                      <wp:effectExtent l="0" t="0" r="0" b="0"/>
                      <wp:wrapNone/>
                      <wp:docPr id="4" name="Text Box 2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6" o:spid="_x0000_s1028" type="#_x0000_t202" style="position:absolute;left:0;text-align:left;margin-left:32.8pt;margin-top:9.8pt;width:257.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">
                      <v:textbo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142B5E" w:rsidRPr="00EA381F" w:rsidRDefault="00142B5E" w:rsidP="00FB4F50">
            <w:pPr>
              <w:rPr>
                <w:color w:val="FF0000"/>
                <w:sz w:val="22"/>
              </w:rPr>
            </w:pPr>
          </w:p>
        </w:tc>
      </w:tr>
      <w:tr w:rsidR="00142B5E" w:rsidRPr="00CA053C" w:rsidTr="00FB4F50">
        <w:tblPrEx>
          <w:tblCellMar>
            <w:top w:w="0" w:type="dxa"/>
            <w:bottom w:w="0" w:type="dxa"/>
          </w:tblCellMar>
        </w:tblPrEx>
        <w:trPr>
          <w:cantSplit/>
          <w:trHeight w:hRule="exact" w:val="424"/>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36" w:type="dxa"/>
            <w:tcBorders>
              <w:left w:val="nil"/>
              <w:bottom w:val="single" w:sz="4" w:space="0" w:color="auto"/>
              <w:right w:val="nil"/>
            </w:tcBorders>
          </w:tcPr>
          <w:p w:rsidR="00142B5E" w:rsidRPr="00CA053C" w:rsidRDefault="00142B5E" w:rsidP="00FB4F50">
            <w:pPr>
              <w:rPr>
                <w:rFonts w:hint="eastAsia"/>
                <w:sz w:val="22"/>
              </w:rPr>
            </w:pPr>
          </w:p>
        </w:tc>
        <w:tc>
          <w:tcPr>
            <w:tcW w:w="1545" w:type="dxa"/>
            <w:gridSpan w:val="2"/>
            <w:tcBorders>
              <w:top w:val="single" w:sz="4" w:space="0" w:color="auto"/>
              <w:left w:val="single" w:sz="4" w:space="0" w:color="auto"/>
              <w:bottom w:val="single" w:sz="4" w:space="0" w:color="auto"/>
              <w:right w:val="single" w:sz="4" w:space="0" w:color="auto"/>
            </w:tcBorders>
          </w:tcPr>
          <w:p w:rsidR="00142B5E" w:rsidRPr="00EA381F" w:rsidRDefault="00142B5E" w:rsidP="00FB4F50">
            <w:pPr>
              <w:rPr>
                <w:color w:val="FF0000"/>
                <w:sz w:val="22"/>
              </w:rPr>
            </w:pPr>
          </w:p>
        </w:tc>
        <w:tc>
          <w:tcPr>
            <w:tcW w:w="6711" w:type="dxa"/>
            <w:gridSpan w:val="2"/>
            <w:tcBorders>
              <w:top w:val="single" w:sz="4" w:space="0" w:color="auto"/>
              <w:left w:val="nil"/>
              <w:bottom w:val="single" w:sz="4" w:space="0" w:color="auto"/>
              <w:right w:val="single" w:sz="4" w:space="0" w:color="auto"/>
            </w:tcBorders>
          </w:tcPr>
          <w:p w:rsidR="00142B5E" w:rsidRPr="00EA381F" w:rsidRDefault="00142B5E" w:rsidP="00FB4F50">
            <w:pPr>
              <w:rPr>
                <w:color w:val="FF0000"/>
                <w:sz w:val="22"/>
              </w:rPr>
            </w:pPr>
          </w:p>
        </w:tc>
      </w:tr>
      <w:tr w:rsidR="00142B5E" w:rsidRPr="00CA053C" w:rsidTr="00FB4F50">
        <w:tblPrEx>
          <w:tblCellMar>
            <w:top w:w="0" w:type="dxa"/>
            <w:bottom w:w="0" w:type="dxa"/>
          </w:tblCellMar>
        </w:tblPrEx>
        <w:trPr>
          <w:cantSplit/>
          <w:trHeight w:hRule="exact" w:val="346"/>
        </w:trPr>
        <w:tc>
          <w:tcPr>
            <w:tcW w:w="10080" w:type="dxa"/>
            <w:gridSpan w:val="6"/>
            <w:tcBorders>
              <w:top w:val="nil"/>
              <w:left w:val="single" w:sz="4" w:space="0" w:color="auto"/>
              <w:bottom w:val="nil"/>
              <w:right w:val="single" w:sz="4" w:space="0" w:color="auto"/>
            </w:tcBorders>
            <w:vAlign w:val="center"/>
          </w:tcPr>
          <w:p w:rsidR="00142B5E" w:rsidRPr="00CA053C" w:rsidRDefault="00142B5E" w:rsidP="00FB4F50">
            <w:pPr>
              <w:rPr>
                <w:rFonts w:hint="eastAsia"/>
                <w:sz w:val="22"/>
              </w:rPr>
            </w:pPr>
            <w:r w:rsidRPr="00CA053C">
              <w:rPr>
                <w:rFonts w:hint="eastAsia"/>
                <w:sz w:val="22"/>
              </w:rPr>
              <w:t>役員（申請者が法人である場合）</w:t>
            </w:r>
          </w:p>
        </w:tc>
      </w:tr>
      <w:tr w:rsidR="00142B5E" w:rsidRPr="00CA053C" w:rsidTr="00FB4F50">
        <w:tblPrEx>
          <w:tblCellMar>
            <w:top w:w="0" w:type="dxa"/>
            <w:bottom w:w="0" w:type="dxa"/>
          </w:tblCellMar>
        </w:tblPrEx>
        <w:trPr>
          <w:cantSplit/>
          <w:trHeight w:hRule="exact" w:val="298"/>
        </w:trPr>
        <w:tc>
          <w:tcPr>
            <w:tcW w:w="288" w:type="dxa"/>
            <w:vMerge w:val="restart"/>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142B5E" w:rsidRPr="00CA053C" w:rsidRDefault="00142B5E" w:rsidP="00FB4F50">
            <w:pPr>
              <w:jc w:val="center"/>
              <w:rPr>
                <w:sz w:val="22"/>
                <w:szCs w:val="19"/>
              </w:rPr>
            </w:pPr>
            <w:r w:rsidRPr="00CA053C">
              <w:rPr>
                <w:rFonts w:hint="eastAsia"/>
                <w:sz w:val="22"/>
                <w:szCs w:val="19"/>
              </w:rPr>
              <w:t>（ふりがな）</w:t>
            </w:r>
          </w:p>
          <w:p w:rsidR="00142B5E" w:rsidRPr="00CA053C" w:rsidRDefault="00142B5E" w:rsidP="00FB4F50">
            <w:pPr>
              <w:jc w:val="center"/>
              <w:rPr>
                <w:sz w:val="22"/>
              </w:rPr>
            </w:pPr>
            <w:r w:rsidRPr="00CA053C">
              <w:rPr>
                <w:rFonts w:hint="eastAsia"/>
                <w:sz w:val="22"/>
                <w:szCs w:val="19"/>
              </w:rPr>
              <w:t>氏　　　　名</w:t>
            </w:r>
          </w:p>
        </w:tc>
        <w:tc>
          <w:tcPr>
            <w:tcW w:w="1545" w:type="dxa"/>
            <w:gridSpan w:val="2"/>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z w:val="22"/>
              </w:rPr>
              <w:t>生年月日</w:t>
            </w:r>
          </w:p>
          <w:p w:rsidR="00142B5E" w:rsidRPr="00CA053C" w:rsidRDefault="00142B5E" w:rsidP="00FB4F50">
            <w:pPr>
              <w:jc w:val="center"/>
              <w:rPr>
                <w:sz w:val="22"/>
              </w:rPr>
            </w:pPr>
          </w:p>
        </w:tc>
        <w:tc>
          <w:tcPr>
            <w:tcW w:w="6711" w:type="dxa"/>
            <w:gridSpan w:val="2"/>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籍</w:t>
            </w:r>
          </w:p>
          <w:p w:rsidR="00142B5E" w:rsidRPr="00CA053C" w:rsidRDefault="00142B5E" w:rsidP="00FB4F50">
            <w:pPr>
              <w:jc w:val="center"/>
              <w:rPr>
                <w:sz w:val="22"/>
                <w:szCs w:val="19"/>
              </w:rPr>
            </w:pP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jc w:val="center"/>
              <w:rPr>
                <w:sz w:val="22"/>
              </w:rPr>
            </w:pPr>
          </w:p>
        </w:tc>
        <w:tc>
          <w:tcPr>
            <w:tcW w:w="1545"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z w:val="22"/>
                <w:szCs w:val="19"/>
              </w:rPr>
              <w:t>役職名・呼称</w:t>
            </w:r>
          </w:p>
          <w:p w:rsidR="00142B5E" w:rsidRPr="00CA053C" w:rsidRDefault="00142B5E" w:rsidP="00FB4F50">
            <w:pPr>
              <w:jc w:val="center"/>
              <w:rPr>
                <w:sz w:val="22"/>
              </w:rPr>
            </w:pPr>
          </w:p>
        </w:tc>
        <w:tc>
          <w:tcPr>
            <w:tcW w:w="6711"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住　　　　　　　　　　　　所</w:t>
            </w:r>
          </w:p>
          <w:p w:rsidR="00142B5E" w:rsidRPr="00CA053C" w:rsidRDefault="00142B5E" w:rsidP="00FB4F50">
            <w:pPr>
              <w:jc w:val="center"/>
              <w:rPr>
                <w:rFonts w:hint="eastAsia"/>
                <w:spacing w:val="-4"/>
                <w:sz w:val="22"/>
                <w:szCs w:val="19"/>
              </w:rPr>
            </w:pPr>
          </w:p>
          <w:p w:rsidR="00142B5E" w:rsidRPr="00CA053C" w:rsidRDefault="00142B5E" w:rsidP="00FB4F50">
            <w:pPr>
              <w:jc w:val="center"/>
              <w:rPr>
                <w:sz w:val="22"/>
                <w:szCs w:val="19"/>
              </w:rPr>
            </w:pP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331"/>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545"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30"/>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left w:val="single" w:sz="4" w:space="0" w:color="auto"/>
              <w:bottom w:val="single" w:sz="4" w:space="0" w:color="auto"/>
              <w:right w:val="single" w:sz="4" w:space="0" w:color="auto"/>
            </w:tcBorders>
          </w:tcPr>
          <w:p w:rsidR="00142B5E" w:rsidRPr="00CA053C" w:rsidRDefault="00142B5E" w:rsidP="00FB4F50">
            <w:pPr>
              <w:rPr>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45"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F322BC" w:rsidP="00FB4F50">
            <w:pPr>
              <w:rPr>
                <w:sz w:val="22"/>
              </w:rPr>
            </w:pPr>
            <w:r w:rsidRPr="00CA053C">
              <w:rPr>
                <w:noProof/>
                <w:sz w:val="22"/>
              </w:rPr>
              <mc:AlternateContent>
                <mc:Choice Requires="wps">
                  <w:drawing>
                    <wp:anchor distT="0" distB="0" distL="114300" distR="114300" simplePos="0" relativeHeight="251659264" behindDoc="0" locked="0" layoutInCell="1" allowOverlap="1">
                      <wp:simplePos x="0" y="0"/>
                      <wp:positionH relativeFrom="column">
                        <wp:posOffset>433070</wp:posOffset>
                      </wp:positionH>
                      <wp:positionV relativeFrom="paragraph">
                        <wp:posOffset>93980</wp:posOffset>
                      </wp:positionV>
                      <wp:extent cx="3267075" cy="314325"/>
                      <wp:effectExtent l="0" t="0" r="0" b="0"/>
                      <wp:wrapNone/>
                      <wp:docPr id="3" name="Text Box 2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5" o:spid="_x0000_s1029" type="#_x0000_t202" style="position:absolute;left:0;text-align:left;margin-left:34.1pt;margin-top:7.4pt;width:257.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">
                      <v:textbo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45"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60"/>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right w:val="single" w:sz="4" w:space="0" w:color="auto"/>
            </w:tcBorders>
          </w:tcPr>
          <w:p w:rsidR="00142B5E" w:rsidRPr="00CA053C" w:rsidRDefault="00142B5E" w:rsidP="00FB4F50">
            <w:pPr>
              <w:rPr>
                <w:sz w:val="22"/>
              </w:rPr>
            </w:pPr>
          </w:p>
        </w:tc>
        <w:tc>
          <w:tcPr>
            <w:tcW w:w="1545"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left w:val="single" w:sz="4" w:space="0" w:color="auto"/>
              <w:bottom w:val="single" w:sz="4" w:space="0" w:color="auto"/>
              <w:right w:val="single" w:sz="4" w:space="0" w:color="auto"/>
            </w:tcBorders>
          </w:tcPr>
          <w:p w:rsidR="00142B5E" w:rsidRPr="00CA053C" w:rsidRDefault="00142B5E" w:rsidP="00FB4F50">
            <w:pPr>
              <w:rPr>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0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31"/>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45"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bl>
    <w:p w:rsidR="00142B5E" w:rsidRDefault="00142B5E" w:rsidP="00142B5E">
      <w:pPr>
        <w:rPr>
          <w:rFonts w:hint="eastAsia"/>
        </w:rPr>
      </w:pPr>
    </w:p>
    <w:p w:rsidR="00142B5E" w:rsidRDefault="00142B5E" w:rsidP="00142B5E">
      <w:pPr>
        <w:jc w:val="center"/>
        <w:rPr>
          <w:rFonts w:hint="eastAsia"/>
          <w:sz w:val="22"/>
        </w:rPr>
      </w:pPr>
      <w:r>
        <w:rPr>
          <w:sz w:val="22"/>
        </w:rPr>
        <w:br w:type="page"/>
      </w:r>
    </w:p>
    <w:p w:rsidR="00142B5E" w:rsidRPr="00CA053C" w:rsidRDefault="00142B5E" w:rsidP="00142B5E">
      <w:pPr>
        <w:jc w:val="center"/>
        <w:rPr>
          <w:sz w:val="22"/>
          <w:szCs w:val="19"/>
        </w:rPr>
      </w:pPr>
      <w:r w:rsidRPr="00CA053C">
        <w:rPr>
          <w:rFonts w:hint="eastAsia"/>
          <w:sz w:val="22"/>
        </w:rPr>
        <w:t>（第３面）</w:t>
      </w:r>
    </w:p>
    <w:tbl>
      <w:tblPr>
        <w:tblW w:w="10062" w:type="dxa"/>
        <w:tblInd w:w="156" w:type="dxa"/>
        <w:tblLayout w:type="fixed"/>
        <w:tblCellMar>
          <w:left w:w="12" w:type="dxa"/>
          <w:right w:w="12" w:type="dxa"/>
        </w:tblCellMar>
        <w:tblLook w:val="0000" w:firstRow="0" w:lastRow="0" w:firstColumn="0" w:lastColumn="0" w:noHBand="0" w:noVBand="0"/>
      </w:tblPr>
      <w:tblGrid>
        <w:gridCol w:w="288"/>
        <w:gridCol w:w="1536"/>
        <w:gridCol w:w="1440"/>
        <w:gridCol w:w="1824"/>
        <w:gridCol w:w="1440"/>
        <w:gridCol w:w="3534"/>
      </w:tblGrid>
      <w:tr w:rsidR="00142B5E" w:rsidRPr="00CA053C" w:rsidTr="00FB4F50">
        <w:tblPrEx>
          <w:tblCellMar>
            <w:top w:w="0" w:type="dxa"/>
            <w:bottom w:w="0" w:type="dxa"/>
          </w:tblCellMar>
        </w:tblPrEx>
        <w:trPr>
          <w:cantSplit/>
          <w:trHeight w:hRule="exact" w:val="598"/>
        </w:trPr>
        <w:tc>
          <w:tcPr>
            <w:tcW w:w="10062" w:type="dxa"/>
            <w:gridSpan w:val="6"/>
            <w:tcBorders>
              <w:top w:val="single" w:sz="4" w:space="0" w:color="auto"/>
              <w:left w:val="single" w:sz="4" w:space="0" w:color="auto"/>
              <w:bottom w:val="nil"/>
              <w:right w:val="single" w:sz="4" w:space="0" w:color="auto"/>
            </w:tcBorders>
            <w:vAlign w:val="center"/>
          </w:tcPr>
          <w:p w:rsidR="00142B5E" w:rsidRPr="00CA053C" w:rsidRDefault="00142B5E" w:rsidP="00FB4F50">
            <w:pPr>
              <w:rPr>
                <w:sz w:val="22"/>
                <w:szCs w:val="19"/>
              </w:rPr>
            </w:pPr>
            <w:r w:rsidRPr="00CA053C">
              <w:rPr>
                <w:spacing w:val="-4"/>
                <w:sz w:val="22"/>
                <w:szCs w:val="19"/>
              </w:rPr>
              <w:t xml:space="preserve"> </w:t>
            </w:r>
            <w:r w:rsidRPr="00CA053C">
              <w:rPr>
                <w:rFonts w:hint="eastAsia"/>
                <w:spacing w:val="-4"/>
                <w:sz w:val="22"/>
                <w:szCs w:val="19"/>
              </w:rPr>
              <w:t>発行済株式総数の</w:t>
            </w:r>
            <w:r w:rsidRPr="00CA053C">
              <w:rPr>
                <w:spacing w:val="-4"/>
                <w:sz w:val="22"/>
                <w:szCs w:val="19"/>
              </w:rPr>
              <w:t xml:space="preserve"> 100</w:t>
            </w:r>
            <w:r w:rsidRPr="00CA053C">
              <w:rPr>
                <w:rFonts w:hint="eastAsia"/>
                <w:spacing w:val="-4"/>
                <w:sz w:val="22"/>
                <w:szCs w:val="19"/>
              </w:rPr>
              <w:t>の５以上の株式を有する株主又は出資の額の</w:t>
            </w:r>
            <w:r w:rsidRPr="00CA053C">
              <w:rPr>
                <w:spacing w:val="-4"/>
                <w:sz w:val="22"/>
                <w:szCs w:val="19"/>
              </w:rPr>
              <w:t xml:space="preserve"> 100</w:t>
            </w:r>
            <w:r w:rsidRPr="00CA053C">
              <w:rPr>
                <w:rFonts w:hint="eastAsia"/>
                <w:spacing w:val="-4"/>
                <w:sz w:val="22"/>
                <w:szCs w:val="19"/>
              </w:rPr>
              <w:t>分の５以上の額に相当する出</w:t>
            </w:r>
          </w:p>
          <w:p w:rsidR="00142B5E" w:rsidRPr="00CA053C" w:rsidRDefault="00142B5E" w:rsidP="00FB4F50">
            <w:pPr>
              <w:rPr>
                <w:sz w:val="22"/>
              </w:rPr>
            </w:pPr>
            <w:r w:rsidRPr="00CA053C">
              <w:rPr>
                <w:spacing w:val="-4"/>
                <w:sz w:val="22"/>
                <w:szCs w:val="19"/>
              </w:rPr>
              <w:t xml:space="preserve"> </w:t>
            </w:r>
            <w:r w:rsidRPr="00CA053C">
              <w:rPr>
                <w:rFonts w:hint="eastAsia"/>
                <w:spacing w:val="-4"/>
                <w:sz w:val="22"/>
                <w:szCs w:val="19"/>
              </w:rPr>
              <w:t>資をしている者（申請者が法人である場合において、当該株主又は出資をしている者があるとき）</w:t>
            </w:r>
          </w:p>
        </w:tc>
      </w:tr>
      <w:tr w:rsidR="00142B5E" w:rsidRPr="00CA053C" w:rsidTr="00FB4F50">
        <w:tblPrEx>
          <w:tblCellMar>
            <w:top w:w="0" w:type="dxa"/>
            <w:bottom w:w="0" w:type="dxa"/>
          </w:tblCellMar>
        </w:tblPrEx>
        <w:trPr>
          <w:cantSplit/>
          <w:trHeight w:hRule="exact" w:val="550"/>
        </w:trPr>
        <w:tc>
          <w:tcPr>
            <w:tcW w:w="288" w:type="dxa"/>
            <w:vMerge w:val="restart"/>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tcBorders>
              <w:top w:val="single" w:sz="4" w:space="0" w:color="auto"/>
              <w:left w:val="single" w:sz="4" w:space="0" w:color="auto"/>
              <w:bottom w:val="single" w:sz="4" w:space="0" w:color="auto"/>
              <w:right w:val="single" w:sz="4" w:space="0" w:color="auto"/>
            </w:tcBorders>
            <w:vAlign w:val="center"/>
          </w:tcPr>
          <w:p w:rsidR="00142B5E" w:rsidRPr="00CA053C" w:rsidRDefault="00142B5E" w:rsidP="00FB4F50">
            <w:pPr>
              <w:rPr>
                <w:rFonts w:hint="eastAsia"/>
                <w:sz w:val="22"/>
              </w:rPr>
            </w:pPr>
            <w:r>
              <w:rPr>
                <w:rFonts w:hint="eastAsia"/>
                <w:sz w:val="22"/>
                <w:szCs w:val="19"/>
              </w:rPr>
              <w:t>発行済</w:t>
            </w:r>
            <w:r w:rsidRPr="00CA053C">
              <w:rPr>
                <w:rFonts w:hint="eastAsia"/>
                <w:sz w:val="22"/>
                <w:szCs w:val="19"/>
              </w:rPr>
              <w:t>株式の総数</w:t>
            </w:r>
          </w:p>
        </w:tc>
        <w:tc>
          <w:tcPr>
            <w:tcW w:w="3264" w:type="dxa"/>
            <w:gridSpan w:val="2"/>
            <w:tcBorders>
              <w:top w:val="single" w:sz="4" w:space="0" w:color="auto"/>
              <w:left w:val="nil"/>
              <w:bottom w:val="single" w:sz="4" w:space="0" w:color="auto"/>
              <w:right w:val="single" w:sz="4" w:space="0" w:color="auto"/>
            </w:tcBorders>
            <w:vAlign w:val="bottom"/>
          </w:tcPr>
          <w:p w:rsidR="00142B5E" w:rsidRPr="00CA053C" w:rsidRDefault="00142B5E" w:rsidP="00FB4F50">
            <w:pPr>
              <w:rPr>
                <w:rFonts w:hint="eastAsia"/>
                <w:sz w:val="22"/>
              </w:rPr>
            </w:pPr>
            <w:r w:rsidRPr="00CA053C">
              <w:rPr>
                <w:spacing w:val="-4"/>
                <w:sz w:val="22"/>
                <w:szCs w:val="19"/>
              </w:rPr>
              <w:t xml:space="preserve"> </w:t>
            </w:r>
            <w:r w:rsidRPr="00CA053C">
              <w:rPr>
                <w:rFonts w:hint="eastAsia"/>
                <w:spacing w:val="-4"/>
                <w:sz w:val="22"/>
                <w:szCs w:val="19"/>
              </w:rPr>
              <w:t xml:space="preserve">　　　　　　　　　　　株</w:t>
            </w:r>
          </w:p>
        </w:tc>
        <w:tc>
          <w:tcPr>
            <w:tcW w:w="1440" w:type="dxa"/>
            <w:tcBorders>
              <w:top w:val="single" w:sz="4" w:space="0" w:color="auto"/>
              <w:left w:val="nil"/>
              <w:bottom w:val="single" w:sz="4" w:space="0" w:color="auto"/>
              <w:right w:val="single" w:sz="4" w:space="0" w:color="auto"/>
            </w:tcBorders>
            <w:vAlign w:val="center"/>
          </w:tcPr>
          <w:p w:rsidR="00142B5E" w:rsidRPr="00CA053C" w:rsidRDefault="00142B5E" w:rsidP="00FB4F50">
            <w:pPr>
              <w:rPr>
                <w:sz w:val="22"/>
              </w:rPr>
            </w:pPr>
            <w:r w:rsidRPr="00CA053C">
              <w:rPr>
                <w:sz w:val="22"/>
                <w:szCs w:val="19"/>
              </w:rPr>
              <w:t xml:space="preserve"> </w:t>
            </w:r>
            <w:r w:rsidRPr="00CA053C">
              <w:rPr>
                <w:sz w:val="22"/>
              </w:rPr>
              <w:fldChar w:fldCharType="begin"/>
            </w:r>
            <w:r w:rsidRPr="00CA053C">
              <w:rPr>
                <w:sz w:val="22"/>
              </w:rPr>
              <w:instrText xml:space="preserve"> eq \o\ad(</w:instrText>
            </w:r>
            <w:r w:rsidRPr="00CA053C">
              <w:rPr>
                <w:rFonts w:hint="eastAsia"/>
                <w:sz w:val="22"/>
                <w:szCs w:val="19"/>
              </w:rPr>
              <w:instrText>出資の額</w:instrText>
            </w:r>
            <w:r w:rsidRPr="00CA053C">
              <w:rPr>
                <w:sz w:val="22"/>
              </w:rPr>
              <w:instrText>,</w:instrText>
            </w:r>
            <w:r w:rsidRPr="00CA053C">
              <w:rPr>
                <w:rFonts w:hint="eastAsia"/>
                <w:sz w:val="22"/>
                <w:szCs w:val="20"/>
              </w:rPr>
              <w:instrText xml:space="preserve">　　　　　</w:instrText>
            </w:r>
            <w:r w:rsidRPr="00CA053C">
              <w:rPr>
                <w:sz w:val="22"/>
              </w:rPr>
              <w:instrText>)</w:instrText>
            </w:r>
            <w:r w:rsidRPr="00CA053C">
              <w:rPr>
                <w:sz w:val="22"/>
              </w:rPr>
              <w:fldChar w:fldCharType="end"/>
            </w:r>
          </w:p>
        </w:tc>
        <w:tc>
          <w:tcPr>
            <w:tcW w:w="3534"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nil"/>
              <w:left w:val="single" w:sz="4" w:space="0" w:color="auto"/>
              <w:bottom w:val="nil"/>
              <w:right w:val="single" w:sz="4" w:space="0" w:color="auto"/>
            </w:tcBorders>
            <w:vAlign w:val="center"/>
          </w:tcPr>
          <w:p w:rsidR="00142B5E" w:rsidRPr="00CA053C" w:rsidRDefault="00142B5E" w:rsidP="00FB4F50">
            <w:pPr>
              <w:rPr>
                <w:sz w:val="22"/>
                <w:szCs w:val="19"/>
              </w:rPr>
            </w:pPr>
            <w:r w:rsidRPr="00CA053C">
              <w:rPr>
                <w:rFonts w:hint="eastAsia"/>
                <w:sz w:val="22"/>
                <w:szCs w:val="19"/>
              </w:rPr>
              <w:t>（ふりがな）</w:t>
            </w:r>
          </w:p>
          <w:p w:rsidR="00142B5E" w:rsidRPr="00CA053C" w:rsidRDefault="00142B5E" w:rsidP="00FB4F50">
            <w:pPr>
              <w:rPr>
                <w:sz w:val="22"/>
              </w:rPr>
            </w:pPr>
            <w:r w:rsidRPr="00CA053C">
              <w:rPr>
                <w:rFonts w:hint="eastAsia"/>
                <w:sz w:val="22"/>
                <w:szCs w:val="19"/>
              </w:rPr>
              <w:t>氏名又は名称</w:t>
            </w:r>
          </w:p>
        </w:tc>
        <w:tc>
          <w:tcPr>
            <w:tcW w:w="1440" w:type="dxa"/>
            <w:vMerge w:val="restart"/>
            <w:tcBorders>
              <w:top w:val="nil"/>
              <w:left w:val="nil"/>
              <w:bottom w:val="nil"/>
              <w:right w:val="single" w:sz="4" w:space="0" w:color="auto"/>
            </w:tcBorders>
            <w:vAlign w:val="center"/>
          </w:tcPr>
          <w:p w:rsidR="00142B5E" w:rsidRPr="00CA053C" w:rsidRDefault="00142B5E" w:rsidP="00FB4F50">
            <w:pPr>
              <w:jc w:val="center"/>
              <w:rPr>
                <w:rFonts w:hint="eastAsia"/>
                <w:sz w:val="22"/>
              </w:rPr>
            </w:pPr>
            <w:r w:rsidRPr="00CA053C">
              <w:rPr>
                <w:rFonts w:hint="eastAsia"/>
                <w:sz w:val="22"/>
              </w:rPr>
              <w:t>生年月日</w:t>
            </w:r>
          </w:p>
        </w:tc>
        <w:tc>
          <w:tcPr>
            <w:tcW w:w="1824" w:type="dxa"/>
            <w:tcBorders>
              <w:top w:val="nil"/>
              <w:left w:val="nil"/>
              <w:bottom w:val="single" w:sz="4" w:space="0" w:color="auto"/>
              <w:right w:val="single" w:sz="4" w:space="0" w:color="auto"/>
            </w:tcBorders>
            <w:vAlign w:val="center"/>
          </w:tcPr>
          <w:p w:rsidR="00142B5E" w:rsidRPr="00CA053C" w:rsidRDefault="00142B5E" w:rsidP="00FB4F50">
            <w:pPr>
              <w:rPr>
                <w:sz w:val="22"/>
                <w:szCs w:val="19"/>
              </w:rPr>
            </w:pPr>
            <w:r w:rsidRPr="00CA053C">
              <w:rPr>
                <w:rFonts w:hint="eastAsia"/>
                <w:w w:val="50"/>
                <w:sz w:val="22"/>
                <w:szCs w:val="19"/>
              </w:rPr>
              <w:t>保有する株式の数又は出資の金額</w:t>
            </w:r>
          </w:p>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籍</w:t>
            </w: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vMerge/>
            <w:tcBorders>
              <w:top w:val="nil"/>
              <w:left w:val="nil"/>
              <w:bottom w:val="single" w:sz="4" w:space="0" w:color="auto"/>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vAlign w:val="center"/>
          </w:tcPr>
          <w:p w:rsidR="00142B5E" w:rsidRPr="00CA053C" w:rsidRDefault="00142B5E" w:rsidP="00FB4F50">
            <w:pPr>
              <w:rPr>
                <w:sz w:val="22"/>
                <w:szCs w:val="19"/>
              </w:rPr>
            </w:pPr>
            <w:r w:rsidRPr="00CA053C">
              <w:rPr>
                <w:rFonts w:hint="eastAsia"/>
                <w:spacing w:val="-4"/>
                <w:sz w:val="22"/>
                <w:szCs w:val="19"/>
              </w:rPr>
              <w:t>割　　　　合</w:t>
            </w:r>
          </w:p>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pacing w:val="-4"/>
                <w:sz w:val="22"/>
                <w:szCs w:val="19"/>
              </w:rPr>
              <w:t>住</w:t>
            </w:r>
            <w:r w:rsidRPr="00CA053C">
              <w:rPr>
                <w:spacing w:val="-4"/>
                <w:sz w:val="22"/>
                <w:szCs w:val="19"/>
              </w:rPr>
              <w:t xml:space="preserve">                      </w:t>
            </w:r>
            <w:r w:rsidRPr="00CA053C">
              <w:rPr>
                <w:rFonts w:hint="eastAsia"/>
                <w:spacing w:val="-4"/>
                <w:sz w:val="22"/>
                <w:szCs w:val="19"/>
              </w:rPr>
              <w:t>所</w:t>
            </w: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vMerge w:val="restart"/>
            <w:tcBorders>
              <w:top w:val="single" w:sz="4" w:space="0" w:color="auto"/>
              <w:left w:val="nil"/>
              <w:bottom w:val="nil"/>
              <w:right w:val="single" w:sz="4" w:space="0" w:color="auto"/>
            </w:tcBorders>
          </w:tcPr>
          <w:p w:rsidR="00142B5E" w:rsidRPr="00CA053C" w:rsidRDefault="00142B5E" w:rsidP="00FB4F50">
            <w:pPr>
              <w:rPr>
                <w:sz w:val="22"/>
              </w:rPr>
            </w:pPr>
          </w:p>
        </w:tc>
        <w:tc>
          <w:tcPr>
            <w:tcW w:w="1824" w:type="dxa"/>
            <w:tcBorders>
              <w:top w:val="single" w:sz="4" w:space="0" w:color="auto"/>
              <w:left w:val="nil"/>
              <w:bottom w:val="single" w:sz="4" w:space="0" w:color="auto"/>
              <w:right w:val="single" w:sz="4" w:space="0" w:color="auto"/>
            </w:tcBorders>
          </w:tcPr>
          <w:p w:rsidR="00142B5E" w:rsidRPr="00CA053C" w:rsidRDefault="00142B5E" w:rsidP="00FB4F50">
            <w:pPr>
              <w:rPr>
                <w:rFonts w:hint="eastAsia"/>
                <w:sz w:val="22"/>
              </w:rPr>
            </w:pPr>
          </w:p>
        </w:tc>
        <w:tc>
          <w:tcPr>
            <w:tcW w:w="4974"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vMerge/>
            <w:tcBorders>
              <w:top w:val="nil"/>
              <w:left w:val="nil"/>
              <w:bottom w:val="single" w:sz="4" w:space="0" w:color="auto"/>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vMerge w:val="restart"/>
            <w:tcBorders>
              <w:top w:val="single" w:sz="4" w:space="0" w:color="auto"/>
              <w:left w:val="nil"/>
              <w:bottom w:val="nil"/>
              <w:right w:val="single" w:sz="4" w:space="0" w:color="auto"/>
            </w:tcBorders>
          </w:tcPr>
          <w:p w:rsidR="00142B5E" w:rsidRPr="00CA053C" w:rsidRDefault="00142B5E" w:rsidP="00FB4F50">
            <w:pPr>
              <w:rPr>
                <w:sz w:val="22"/>
              </w:rPr>
            </w:pPr>
          </w:p>
        </w:tc>
        <w:tc>
          <w:tcPr>
            <w:tcW w:w="1824"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vMerge/>
            <w:tcBorders>
              <w:top w:val="nil"/>
              <w:left w:val="nil"/>
              <w:bottom w:val="single" w:sz="4" w:space="0" w:color="auto"/>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24"/>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nil"/>
              <w:right w:val="nil"/>
            </w:tcBorders>
          </w:tcPr>
          <w:p w:rsidR="00142B5E" w:rsidRPr="00CA053C" w:rsidRDefault="00142B5E" w:rsidP="00FB4F50">
            <w:pPr>
              <w:rPr>
                <w:sz w:val="22"/>
              </w:rPr>
            </w:pPr>
          </w:p>
        </w:tc>
        <w:tc>
          <w:tcPr>
            <w:tcW w:w="1440" w:type="dxa"/>
            <w:vMerge w:val="restart"/>
            <w:tcBorders>
              <w:top w:val="single" w:sz="4" w:space="0" w:color="auto"/>
              <w:left w:val="single" w:sz="4" w:space="0" w:color="auto"/>
              <w:right w:val="single" w:sz="4" w:space="0" w:color="auto"/>
            </w:tcBorders>
          </w:tcPr>
          <w:p w:rsidR="00142B5E" w:rsidRPr="00CA053C" w:rsidRDefault="00F322BC" w:rsidP="00FB4F50">
            <w:pPr>
              <w:rPr>
                <w:sz w:val="22"/>
              </w:rPr>
            </w:pPr>
            <w:r w:rsidRPr="00CA053C">
              <w:rPr>
                <w:noProof/>
                <w:sz w:val="22"/>
              </w:rPr>
              <mc:AlternateContent>
                <mc:Choice Requires="wps">
                  <w:drawing>
                    <wp:anchor distT="0" distB="0" distL="114300" distR="114300" simplePos="0" relativeHeight="251656192" behindDoc="0" locked="0" layoutInCell="1" allowOverlap="1">
                      <wp:simplePos x="0" y="0"/>
                      <wp:positionH relativeFrom="column">
                        <wp:posOffset>384175</wp:posOffset>
                      </wp:positionH>
                      <wp:positionV relativeFrom="paragraph">
                        <wp:posOffset>53340</wp:posOffset>
                      </wp:positionV>
                      <wp:extent cx="3267075" cy="314325"/>
                      <wp:effectExtent l="0" t="0" r="0" b="0"/>
                      <wp:wrapNone/>
                      <wp:docPr id="2" name="Text Box 2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91219D" w:rsidRPr="00380B05" w:rsidRDefault="0091219D" w:rsidP="00142B5E">
                                  <w:pPr>
                                    <w:jc w:val="center"/>
                                    <w:rPr>
                                      <w:rFonts w:ascii="ＭＳ ゴシック" w:eastAsia="ＭＳ ゴシック" w:hAnsi="ＭＳ ゴシック"/>
                                    </w:rPr>
                                  </w:pPr>
                                  <w:r w:rsidRPr="00380B05">
                                    <w:rPr>
                                      <w:rFonts w:ascii="ＭＳ ゴシック" w:eastAsia="ＭＳ ゴシック" w:hAnsi="ＭＳ ゴシック" w:hint="eastAsia"/>
                                      <w:bCs/>
                                      <w:spacing w:val="-4"/>
                                      <w:w w:val="200"/>
                                      <w:szCs w:val="19"/>
                                    </w:rPr>
                                    <w:t>別紙</w:t>
                                  </w:r>
                                  <w:r w:rsidR="0083078C">
                                    <w:rPr>
                                      <w:rFonts w:ascii="ＭＳ ゴシック" w:eastAsia="ＭＳ ゴシック" w:hAnsi="ＭＳ ゴシック" w:hint="eastAsia"/>
                                      <w:bCs/>
                                      <w:spacing w:val="-4"/>
                                      <w:w w:val="200"/>
                                      <w:szCs w:val="19"/>
                                    </w:rPr>
                                    <w:t>６</w:t>
                                  </w:r>
                                  <w:r w:rsidRPr="00380B05">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2" o:spid="_x0000_s1030" type="#_x0000_t202" style="position:absolute;left:0;text-align:left;margin-left:30.25pt;margin-top:4.2pt;width:257.25pt;height:2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">
                      <v:textbox>
                        <w:txbxContent>
                          <w:p w:rsidR="0091219D" w:rsidRPr="00380B05" w:rsidRDefault="0091219D" w:rsidP="00142B5E">
                            <w:pPr>
                              <w:jc w:val="center"/>
                              <w:rPr>
                                <w:rFonts w:ascii="ＭＳ ゴシック" w:eastAsia="ＭＳ ゴシック" w:hAnsi="ＭＳ ゴシック"/>
                              </w:rPr>
                            </w:pPr>
                            <w:r w:rsidRPr="00380B05">
                              <w:rPr>
                                <w:rFonts w:ascii="ＭＳ ゴシック" w:eastAsia="ＭＳ ゴシック" w:hAnsi="ＭＳ ゴシック" w:hint="eastAsia"/>
                                <w:bCs/>
                                <w:spacing w:val="-4"/>
                                <w:w w:val="200"/>
                                <w:szCs w:val="19"/>
                              </w:rPr>
                              <w:t>別紙</w:t>
                            </w:r>
                            <w:r w:rsidR="0083078C">
                              <w:rPr>
                                <w:rFonts w:ascii="ＭＳ ゴシック" w:eastAsia="ＭＳ ゴシック" w:hAnsi="ＭＳ ゴシック" w:hint="eastAsia"/>
                                <w:bCs/>
                                <w:spacing w:val="-4"/>
                                <w:w w:val="200"/>
                                <w:szCs w:val="19"/>
                              </w:rPr>
                              <w:t>６</w:t>
                            </w:r>
                            <w:r w:rsidRPr="00380B05">
                              <w:rPr>
                                <w:rFonts w:ascii="ＭＳ ゴシック" w:eastAsia="ＭＳ ゴシック" w:hAnsi="ＭＳ ゴシック" w:hint="eastAsia"/>
                                <w:bCs/>
                                <w:spacing w:val="-4"/>
                                <w:w w:val="200"/>
                                <w:szCs w:val="19"/>
                              </w:rPr>
                              <w:t>のとおり</w:t>
                            </w:r>
                          </w:p>
                        </w:txbxContent>
                      </v:textbox>
                    </v:shape>
                  </w:pict>
                </mc:Fallback>
              </mc:AlternateContent>
            </w:r>
          </w:p>
        </w:tc>
        <w:tc>
          <w:tcPr>
            <w:tcW w:w="1824"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7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left w:val="nil"/>
              <w:bottom w:val="nil"/>
              <w:right w:val="nil"/>
            </w:tcBorders>
          </w:tcPr>
          <w:p w:rsidR="00142B5E" w:rsidRPr="00CA053C" w:rsidRDefault="00142B5E" w:rsidP="00FB4F50">
            <w:pPr>
              <w:rPr>
                <w:sz w:val="22"/>
              </w:rPr>
            </w:pPr>
          </w:p>
        </w:tc>
        <w:tc>
          <w:tcPr>
            <w:tcW w:w="1440" w:type="dxa"/>
            <w:vMerge/>
            <w:tcBorders>
              <w:left w:val="single" w:sz="4" w:space="0" w:color="auto"/>
              <w:bottom w:val="single" w:sz="4" w:space="0" w:color="auto"/>
              <w:right w:val="single" w:sz="4" w:space="0" w:color="auto"/>
            </w:tcBorders>
          </w:tcPr>
          <w:p w:rsidR="00142B5E" w:rsidRPr="00CA053C" w:rsidRDefault="00142B5E" w:rsidP="00FB4F50">
            <w:pPr>
              <w:rPr>
                <w:sz w:val="22"/>
              </w:rPr>
            </w:pPr>
          </w:p>
        </w:tc>
        <w:tc>
          <w:tcPr>
            <w:tcW w:w="1824"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vMerge w:val="restart"/>
            <w:tcBorders>
              <w:top w:val="single" w:sz="4" w:space="0" w:color="auto"/>
              <w:left w:val="nil"/>
              <w:bottom w:val="nil"/>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vMerge/>
            <w:tcBorders>
              <w:top w:val="nil"/>
              <w:left w:val="nil"/>
              <w:bottom w:val="single" w:sz="4" w:space="0" w:color="auto"/>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vMerge w:val="restart"/>
            <w:tcBorders>
              <w:top w:val="single" w:sz="4" w:space="0" w:color="auto"/>
              <w:left w:val="nil"/>
              <w:bottom w:val="nil"/>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vMerge/>
            <w:tcBorders>
              <w:top w:val="nil"/>
              <w:left w:val="nil"/>
              <w:bottom w:val="single" w:sz="4" w:space="0" w:color="auto"/>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68"/>
        </w:trPr>
        <w:tc>
          <w:tcPr>
            <w:tcW w:w="10062" w:type="dxa"/>
            <w:gridSpan w:val="6"/>
            <w:tcBorders>
              <w:top w:val="nil"/>
              <w:left w:val="single" w:sz="4" w:space="0" w:color="auto"/>
              <w:bottom w:val="nil"/>
              <w:right w:val="single" w:sz="4" w:space="0" w:color="auto"/>
            </w:tcBorders>
            <w:vAlign w:val="center"/>
          </w:tcPr>
          <w:p w:rsidR="00142B5E" w:rsidRPr="00CA053C" w:rsidRDefault="00142B5E" w:rsidP="00FB4F50">
            <w:pPr>
              <w:rPr>
                <w:sz w:val="22"/>
                <w:szCs w:val="19"/>
              </w:rPr>
            </w:pPr>
            <w:r w:rsidRPr="00CA053C">
              <w:rPr>
                <w:spacing w:val="-4"/>
                <w:sz w:val="22"/>
                <w:szCs w:val="19"/>
              </w:rPr>
              <w:t xml:space="preserve"> </w:t>
            </w:r>
            <w:r w:rsidRPr="00CA053C">
              <w:rPr>
                <w:rFonts w:hint="eastAsia"/>
                <w:spacing w:val="-4"/>
                <w:sz w:val="22"/>
                <w:szCs w:val="19"/>
              </w:rPr>
              <w:t>令第６条の</w:t>
            </w:r>
            <w:r w:rsidRPr="00CA053C">
              <w:rPr>
                <w:spacing w:val="-4"/>
                <w:sz w:val="22"/>
                <w:szCs w:val="19"/>
              </w:rPr>
              <w:t>10</w:t>
            </w:r>
            <w:r w:rsidRPr="00CA053C">
              <w:rPr>
                <w:rFonts w:hint="eastAsia"/>
                <w:spacing w:val="-4"/>
                <w:sz w:val="22"/>
                <w:szCs w:val="19"/>
              </w:rPr>
              <w:t>に規定する使用人（申請者に当該使用人がある場合）</w:t>
            </w:r>
          </w:p>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val="restart"/>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142B5E" w:rsidRPr="00CA053C" w:rsidRDefault="00142B5E" w:rsidP="00FB4F50">
            <w:pPr>
              <w:jc w:val="center"/>
              <w:rPr>
                <w:sz w:val="22"/>
                <w:szCs w:val="19"/>
              </w:rPr>
            </w:pPr>
            <w:r w:rsidRPr="00CA053C">
              <w:rPr>
                <w:rFonts w:hint="eastAsia"/>
                <w:sz w:val="22"/>
                <w:szCs w:val="19"/>
              </w:rPr>
              <w:t>（ふりがな）</w:t>
            </w:r>
          </w:p>
          <w:p w:rsidR="00142B5E" w:rsidRPr="00CA053C" w:rsidRDefault="00142B5E" w:rsidP="00FB4F50">
            <w:pPr>
              <w:jc w:val="center"/>
              <w:rPr>
                <w:sz w:val="22"/>
              </w:rPr>
            </w:pPr>
            <w:r w:rsidRPr="00CA053C">
              <w:rPr>
                <w:rFonts w:hint="eastAsia"/>
                <w:sz w:val="22"/>
                <w:szCs w:val="19"/>
              </w:rPr>
              <w:t>氏　　　　名</w:t>
            </w:r>
          </w:p>
        </w:tc>
        <w:tc>
          <w:tcPr>
            <w:tcW w:w="1440" w:type="dxa"/>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rFonts w:hint="eastAsia"/>
                <w:sz w:val="22"/>
                <w:szCs w:val="19"/>
              </w:rPr>
            </w:pPr>
            <w:r w:rsidRPr="00CA053C">
              <w:rPr>
                <w:rFonts w:hint="eastAsia"/>
                <w:sz w:val="22"/>
                <w:szCs w:val="19"/>
              </w:rPr>
              <w:t>生年月日</w:t>
            </w:r>
          </w:p>
          <w:p w:rsidR="00142B5E" w:rsidRPr="00CA053C" w:rsidRDefault="00142B5E" w:rsidP="00FB4F50">
            <w:pPr>
              <w:jc w:val="center"/>
              <w:rPr>
                <w:sz w:val="22"/>
              </w:rPr>
            </w:pPr>
          </w:p>
        </w:tc>
        <w:tc>
          <w:tcPr>
            <w:tcW w:w="6798" w:type="dxa"/>
            <w:gridSpan w:val="3"/>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spacing w:val="-4"/>
                <w:sz w:val="22"/>
                <w:szCs w:val="19"/>
              </w:rPr>
              <w:t xml:space="preserve">                    </w:t>
            </w:r>
            <w:r w:rsidRPr="00CA053C">
              <w:rPr>
                <w:rFonts w:hint="eastAsia"/>
                <w:spacing w:val="-4"/>
                <w:sz w:val="22"/>
                <w:szCs w:val="19"/>
              </w:rPr>
              <w:t>籍</w:t>
            </w: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vAlign w:val="center"/>
          </w:tcPr>
          <w:p w:rsidR="00142B5E" w:rsidRPr="00CA053C" w:rsidRDefault="00142B5E" w:rsidP="00FB4F50">
            <w:pPr>
              <w:jc w:val="center"/>
              <w:rPr>
                <w:sz w:val="22"/>
              </w:rPr>
            </w:pPr>
          </w:p>
        </w:tc>
        <w:tc>
          <w:tcPr>
            <w:tcW w:w="1440" w:type="dxa"/>
            <w:tcBorders>
              <w:top w:val="nil"/>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z w:val="22"/>
                <w:szCs w:val="19"/>
              </w:rPr>
              <w:t>役職名・呼称</w:t>
            </w:r>
          </w:p>
          <w:p w:rsidR="00142B5E" w:rsidRPr="00CA053C" w:rsidRDefault="00142B5E" w:rsidP="00FB4F50">
            <w:pPr>
              <w:jc w:val="center"/>
              <w:rPr>
                <w:sz w:val="22"/>
              </w:rPr>
            </w:pPr>
          </w:p>
        </w:tc>
        <w:tc>
          <w:tcPr>
            <w:tcW w:w="6798" w:type="dxa"/>
            <w:gridSpan w:val="3"/>
            <w:tcBorders>
              <w:top w:val="nil"/>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pacing w:val="-4"/>
                <w:sz w:val="22"/>
                <w:szCs w:val="19"/>
              </w:rPr>
              <w:t>住　　　　　　　　　　　　所</w:t>
            </w: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60"/>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85"/>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80"/>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right w:val="single" w:sz="4" w:space="0" w:color="auto"/>
            </w:tcBorders>
          </w:tcPr>
          <w:p w:rsidR="00142B5E" w:rsidRPr="00CA053C" w:rsidRDefault="00142B5E" w:rsidP="00FB4F50">
            <w:pPr>
              <w:rPr>
                <w:sz w:val="22"/>
              </w:rPr>
            </w:pPr>
          </w:p>
        </w:tc>
        <w:tc>
          <w:tcPr>
            <w:tcW w:w="1440" w:type="dxa"/>
            <w:tcBorders>
              <w:top w:val="single" w:sz="4" w:space="0" w:color="auto"/>
              <w:left w:val="nil"/>
              <w:bottom w:val="single" w:sz="4" w:space="0" w:color="auto"/>
              <w:right w:val="single" w:sz="4" w:space="0" w:color="auto"/>
            </w:tcBorders>
          </w:tcPr>
          <w:p w:rsidR="00142B5E" w:rsidRPr="00CA053C" w:rsidRDefault="00F322BC" w:rsidP="00FB4F50">
            <w:pPr>
              <w:rPr>
                <w:sz w:val="22"/>
              </w:rPr>
            </w:pPr>
            <w:r w:rsidRPr="00CA053C">
              <w:rPr>
                <w:noProof/>
                <w:sz w:val="22"/>
              </w:rPr>
              <mc:AlternateContent>
                <mc:Choice Requires="wps">
                  <w:drawing>
                    <wp:anchor distT="0" distB="0" distL="114300" distR="114300" simplePos="0" relativeHeight="251655168" behindDoc="0" locked="0" layoutInCell="1" allowOverlap="1">
                      <wp:simplePos x="0" y="0"/>
                      <wp:positionH relativeFrom="column">
                        <wp:posOffset>382270</wp:posOffset>
                      </wp:positionH>
                      <wp:positionV relativeFrom="paragraph">
                        <wp:posOffset>56515</wp:posOffset>
                      </wp:positionV>
                      <wp:extent cx="3267075" cy="314325"/>
                      <wp:effectExtent l="0" t="0" r="0" b="0"/>
                      <wp:wrapNone/>
                      <wp:docPr id="1" name="Text Box 2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1" o:spid="_x0000_s1031" type="#_x0000_t202" style="position:absolute;left:0;text-align:left;margin-left:30.1pt;margin-top:4.45pt;width:257.25pt;height:2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">
                      <v:textbo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v:textbox>
                    </v:shape>
                  </w:pict>
                </mc:Fallback>
              </mc:AlternateContent>
            </w:r>
          </w:p>
        </w:tc>
        <w:tc>
          <w:tcPr>
            <w:tcW w:w="6798" w:type="dxa"/>
            <w:gridSpan w:val="3"/>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00"/>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75"/>
        </w:trPr>
        <w:tc>
          <w:tcPr>
            <w:tcW w:w="10062" w:type="dxa"/>
            <w:gridSpan w:val="6"/>
            <w:tcBorders>
              <w:top w:val="single" w:sz="4" w:space="0" w:color="auto"/>
              <w:left w:val="single" w:sz="4" w:space="0" w:color="auto"/>
              <w:bottom w:val="single" w:sz="4" w:space="0" w:color="auto"/>
              <w:right w:val="single" w:sz="4" w:space="0" w:color="auto"/>
            </w:tcBorders>
          </w:tcPr>
          <w:p w:rsidR="00142B5E" w:rsidRPr="00F322BC" w:rsidRDefault="00142B5E" w:rsidP="00FB4F50">
            <w:pPr>
              <w:rPr>
                <w:rFonts w:ascii="ＭＳ 明朝" w:hAnsi="ＭＳ 明朝" w:hint="eastAsia"/>
                <w:spacing w:val="-4"/>
                <w:sz w:val="22"/>
                <w:szCs w:val="19"/>
              </w:rPr>
            </w:pPr>
            <w:r w:rsidRPr="00CA053C">
              <w:rPr>
                <w:spacing w:val="-4"/>
                <w:sz w:val="22"/>
                <w:szCs w:val="19"/>
              </w:rPr>
              <w:t xml:space="preserve"> </w:t>
            </w:r>
            <w:r w:rsidRPr="00F322BC">
              <w:rPr>
                <w:rFonts w:ascii="ＭＳ 明朝" w:hAnsi="ＭＳ 明朝" w:hint="eastAsia"/>
                <w:spacing w:val="-4"/>
                <w:sz w:val="22"/>
                <w:szCs w:val="19"/>
              </w:rPr>
              <w:t>備考</w:t>
            </w:r>
          </w:p>
          <w:p w:rsidR="00142B5E" w:rsidRPr="00F322BC" w:rsidRDefault="00142B5E" w:rsidP="00FB4F50">
            <w:pPr>
              <w:rPr>
                <w:rFonts w:ascii="ＭＳ 明朝" w:hAnsi="ＭＳ 明朝"/>
                <w:sz w:val="22"/>
                <w:szCs w:val="19"/>
              </w:rPr>
            </w:pPr>
            <w:r w:rsidRPr="00F322BC">
              <w:rPr>
                <w:rFonts w:ascii="ＭＳ 明朝" w:hAnsi="ＭＳ 明朝"/>
                <w:spacing w:val="-4"/>
                <w:sz w:val="22"/>
                <w:szCs w:val="19"/>
              </w:rPr>
              <w:t xml:space="preserve"> </w:t>
            </w:r>
            <w:r w:rsidRPr="00F322BC">
              <w:rPr>
                <w:rFonts w:ascii="ＭＳ 明朝" w:hAnsi="ＭＳ 明朝" w:hint="eastAsia"/>
                <w:spacing w:val="-4"/>
                <w:sz w:val="22"/>
                <w:szCs w:val="19"/>
              </w:rPr>
              <w:t xml:space="preserve">　１　※欄は記入しないこと。</w:t>
            </w:r>
          </w:p>
          <w:p w:rsidR="00142B5E" w:rsidRPr="00F322BC" w:rsidRDefault="00142B5E" w:rsidP="00FB4F50">
            <w:pPr>
              <w:rPr>
                <w:rFonts w:ascii="ＭＳ 明朝" w:hAnsi="ＭＳ 明朝"/>
                <w:sz w:val="22"/>
                <w:szCs w:val="19"/>
              </w:rPr>
            </w:pPr>
            <w:r w:rsidRPr="00F322BC">
              <w:rPr>
                <w:rFonts w:ascii="ＭＳ 明朝" w:hAnsi="ＭＳ 明朝"/>
                <w:spacing w:val="-4"/>
                <w:sz w:val="22"/>
                <w:szCs w:val="19"/>
              </w:rPr>
              <w:t xml:space="preserve"> </w:t>
            </w:r>
            <w:r w:rsidRPr="00F322BC">
              <w:rPr>
                <w:rFonts w:ascii="ＭＳ 明朝" w:hAnsi="ＭＳ 明朝" w:hint="eastAsia"/>
                <w:spacing w:val="-4"/>
                <w:sz w:val="22"/>
                <w:szCs w:val="19"/>
              </w:rPr>
              <w:t xml:space="preserve">　２　「法定代理人」の欄から「令第６条の</w:t>
            </w:r>
            <w:r w:rsidRPr="00F322BC">
              <w:rPr>
                <w:rFonts w:ascii="ＭＳ 明朝" w:hAnsi="ＭＳ 明朝"/>
                <w:spacing w:val="-4"/>
                <w:sz w:val="22"/>
                <w:szCs w:val="19"/>
              </w:rPr>
              <w:t>10</w:t>
            </w:r>
            <w:r w:rsidRPr="00F322BC">
              <w:rPr>
                <w:rFonts w:ascii="ＭＳ 明朝" w:hAnsi="ＭＳ 明朝" w:hint="eastAsia"/>
                <w:spacing w:val="-4"/>
                <w:sz w:val="22"/>
                <w:szCs w:val="19"/>
              </w:rPr>
              <w:t>に規定する使用人」までの各欄については、該当する</w:t>
            </w:r>
          </w:p>
          <w:p w:rsidR="00142B5E" w:rsidRPr="00F322BC" w:rsidRDefault="00142B5E" w:rsidP="00FB4F50">
            <w:pPr>
              <w:rPr>
                <w:rFonts w:ascii="ＭＳ 明朝" w:hAnsi="ＭＳ 明朝"/>
                <w:sz w:val="22"/>
                <w:szCs w:val="19"/>
              </w:rPr>
            </w:pPr>
            <w:r w:rsidRPr="00F322BC">
              <w:rPr>
                <w:rFonts w:ascii="ＭＳ 明朝" w:hAnsi="ＭＳ 明朝"/>
                <w:spacing w:val="-4"/>
                <w:sz w:val="22"/>
                <w:szCs w:val="19"/>
              </w:rPr>
              <w:t xml:space="preserve"> </w:t>
            </w:r>
            <w:r w:rsidRPr="00F322BC">
              <w:rPr>
                <w:rFonts w:ascii="ＭＳ 明朝" w:hAnsi="ＭＳ 明朝" w:hint="eastAsia"/>
                <w:spacing w:val="-4"/>
                <w:sz w:val="22"/>
                <w:szCs w:val="19"/>
              </w:rPr>
              <w:t xml:space="preserve">　　すべての者を記載することとし、記載しきれないときは、この様式の例により作成した書面に記</w:t>
            </w:r>
          </w:p>
          <w:p w:rsidR="00142B5E" w:rsidRPr="00F322BC" w:rsidRDefault="00142B5E" w:rsidP="00FB4F50">
            <w:pPr>
              <w:rPr>
                <w:rFonts w:ascii="ＭＳ 明朝" w:hAnsi="ＭＳ 明朝"/>
                <w:spacing w:val="-4"/>
                <w:sz w:val="22"/>
                <w:szCs w:val="19"/>
              </w:rPr>
            </w:pPr>
            <w:r w:rsidRPr="00F322BC">
              <w:rPr>
                <w:rFonts w:ascii="ＭＳ 明朝" w:hAnsi="ＭＳ 明朝"/>
                <w:spacing w:val="-4"/>
                <w:sz w:val="22"/>
                <w:szCs w:val="19"/>
              </w:rPr>
              <w:t xml:space="preserve"> </w:t>
            </w:r>
            <w:r w:rsidRPr="00F322BC">
              <w:rPr>
                <w:rFonts w:ascii="ＭＳ 明朝" w:hAnsi="ＭＳ 明朝" w:hint="eastAsia"/>
                <w:spacing w:val="-4"/>
                <w:sz w:val="22"/>
                <w:szCs w:val="19"/>
              </w:rPr>
              <w:t xml:space="preserve">　　載して、その書面を添付すること。</w:t>
            </w:r>
            <w:r w:rsidRPr="00F322BC">
              <w:rPr>
                <w:rFonts w:ascii="ＭＳ 明朝" w:hAnsi="ＭＳ 明朝" w:hint="eastAsia"/>
                <w:sz w:val="22"/>
                <w:szCs w:val="19"/>
              </w:rPr>
              <w:t xml:space="preserve">　</w:t>
            </w:r>
          </w:p>
          <w:p w:rsidR="00142B5E" w:rsidRPr="00F322BC" w:rsidRDefault="00142B5E" w:rsidP="00FB4F50">
            <w:pPr>
              <w:rPr>
                <w:rFonts w:ascii="ＭＳ 明朝" w:hAnsi="ＭＳ 明朝" w:hint="eastAsia"/>
                <w:spacing w:val="-4"/>
                <w:sz w:val="22"/>
                <w:szCs w:val="19"/>
              </w:rPr>
            </w:pPr>
            <w:r w:rsidRPr="00F322BC">
              <w:rPr>
                <w:rFonts w:ascii="ＭＳ 明朝" w:hAnsi="ＭＳ 明朝"/>
                <w:spacing w:val="-4"/>
                <w:sz w:val="22"/>
                <w:szCs w:val="19"/>
              </w:rPr>
              <w:t xml:space="preserve"> </w:t>
            </w:r>
            <w:r w:rsidRPr="00F322BC">
              <w:rPr>
                <w:rFonts w:ascii="ＭＳ 明朝" w:hAnsi="ＭＳ 明朝" w:hint="eastAsia"/>
                <w:spacing w:val="-4"/>
                <w:sz w:val="22"/>
                <w:szCs w:val="19"/>
              </w:rPr>
              <w:t xml:space="preserve">　３　「役員」の欄に記載する役員とは、業務を執行する社員、取締役、執行役又はこれらに準ずる</w:t>
            </w:r>
          </w:p>
          <w:p w:rsidR="00142B5E" w:rsidRPr="00F322BC" w:rsidRDefault="00142B5E" w:rsidP="00FB4F50">
            <w:pPr>
              <w:rPr>
                <w:rFonts w:ascii="ＭＳ 明朝" w:hAnsi="ＭＳ 明朝" w:hint="eastAsia"/>
                <w:spacing w:val="-4"/>
                <w:sz w:val="22"/>
                <w:szCs w:val="19"/>
              </w:rPr>
            </w:pPr>
            <w:r w:rsidRPr="00F322BC">
              <w:rPr>
                <w:rFonts w:ascii="ＭＳ 明朝" w:hAnsi="ＭＳ 明朝" w:hint="eastAsia"/>
                <w:spacing w:val="-4"/>
                <w:sz w:val="22"/>
                <w:szCs w:val="19"/>
              </w:rPr>
              <w:t xml:space="preserve">　　　者をいい、相談役、顧問その他いかなる名称を有する者であるかを問わず、法人に対し業務を執</w:t>
            </w:r>
          </w:p>
          <w:p w:rsidR="00142B5E" w:rsidRPr="00F322BC" w:rsidRDefault="00142B5E" w:rsidP="00FB4F50">
            <w:pPr>
              <w:rPr>
                <w:rFonts w:ascii="ＭＳ 明朝" w:hAnsi="ＭＳ 明朝" w:hint="eastAsia"/>
                <w:spacing w:val="-4"/>
                <w:sz w:val="22"/>
                <w:szCs w:val="19"/>
              </w:rPr>
            </w:pPr>
            <w:r w:rsidRPr="00F322BC">
              <w:rPr>
                <w:rFonts w:ascii="ＭＳ 明朝" w:hAnsi="ＭＳ 明朝" w:hint="eastAsia"/>
                <w:spacing w:val="-4"/>
                <w:sz w:val="22"/>
                <w:szCs w:val="19"/>
              </w:rPr>
              <w:t xml:space="preserve">　　　行する社員、取締役又はこれらに準ずる者と同等以上の支配力を有するものと認められる者を含</w:t>
            </w:r>
          </w:p>
          <w:p w:rsidR="00142B5E" w:rsidRPr="00F322BC" w:rsidRDefault="00142B5E" w:rsidP="00FB4F50">
            <w:pPr>
              <w:rPr>
                <w:rFonts w:ascii="ＭＳ 明朝" w:hAnsi="ＭＳ 明朝" w:hint="eastAsia"/>
                <w:spacing w:val="-4"/>
                <w:sz w:val="22"/>
                <w:szCs w:val="19"/>
              </w:rPr>
            </w:pPr>
            <w:r w:rsidRPr="00F322BC">
              <w:rPr>
                <w:rFonts w:ascii="ＭＳ 明朝" w:hAnsi="ＭＳ 明朝" w:hint="eastAsia"/>
                <w:spacing w:val="-4"/>
                <w:sz w:val="22"/>
                <w:szCs w:val="19"/>
              </w:rPr>
              <w:t xml:space="preserve">　　　む。</w:t>
            </w:r>
            <w:bookmarkStart w:id="0" w:name="_GoBack"/>
            <w:bookmarkEnd w:id="0"/>
          </w:p>
          <w:p w:rsidR="00142B5E" w:rsidRPr="00CA053C" w:rsidRDefault="00142B5E" w:rsidP="00FB4F50">
            <w:pPr>
              <w:ind w:firstLineChars="144" w:firstLine="305"/>
              <w:rPr>
                <w:sz w:val="22"/>
              </w:rPr>
            </w:pPr>
            <w:r w:rsidRPr="00F322BC">
              <w:rPr>
                <w:rFonts w:ascii="ＭＳ 明朝" w:hAnsi="ＭＳ 明朝" w:hint="eastAsia"/>
                <w:spacing w:val="-4"/>
                <w:sz w:val="22"/>
                <w:szCs w:val="19"/>
              </w:rPr>
              <w:t>４　都道府県知事が定める部数を提出すること。</w:t>
            </w:r>
          </w:p>
        </w:tc>
      </w:tr>
      <w:tr w:rsidR="00142B5E" w:rsidRPr="00CA053C" w:rsidTr="00FB4F50">
        <w:tblPrEx>
          <w:tblCellMar>
            <w:top w:w="0" w:type="dxa"/>
            <w:bottom w:w="0" w:type="dxa"/>
          </w:tblCellMar>
        </w:tblPrEx>
        <w:trPr>
          <w:cantSplit/>
          <w:trHeight w:hRule="exact" w:val="2120"/>
        </w:trPr>
        <w:tc>
          <w:tcPr>
            <w:tcW w:w="10062" w:type="dxa"/>
            <w:gridSpan w:val="6"/>
            <w:tcBorders>
              <w:top w:val="nil"/>
              <w:left w:val="single" w:sz="4" w:space="0" w:color="auto"/>
              <w:bottom w:val="single" w:sz="4" w:space="0" w:color="auto"/>
              <w:right w:val="single" w:sz="4" w:space="0" w:color="auto"/>
            </w:tcBorders>
          </w:tcPr>
          <w:p w:rsidR="00142B5E" w:rsidRPr="00CA053C" w:rsidRDefault="00142B5E" w:rsidP="00FB4F50">
            <w:pPr>
              <w:rPr>
                <w:sz w:val="22"/>
                <w:szCs w:val="19"/>
              </w:rPr>
            </w:pPr>
            <w:r w:rsidRPr="00CA053C">
              <w:rPr>
                <w:spacing w:val="-4"/>
                <w:sz w:val="22"/>
                <w:szCs w:val="19"/>
              </w:rPr>
              <w:t xml:space="preserve"> </w:t>
            </w:r>
            <w:r w:rsidRPr="00CA053C">
              <w:rPr>
                <w:rFonts w:hint="eastAsia"/>
                <w:spacing w:val="-4"/>
                <w:sz w:val="22"/>
                <w:szCs w:val="19"/>
              </w:rPr>
              <w:t>※手数料欄</w:t>
            </w:r>
          </w:p>
          <w:p w:rsidR="00142B5E" w:rsidRPr="00CA053C" w:rsidRDefault="00142B5E" w:rsidP="00FB4F50">
            <w:pPr>
              <w:rPr>
                <w:sz w:val="22"/>
              </w:rPr>
            </w:pPr>
          </w:p>
        </w:tc>
      </w:tr>
    </w:tbl>
    <w:p w:rsidR="00142B5E" w:rsidRDefault="00142B5E" w:rsidP="0011202D">
      <w:pPr>
        <w:rPr>
          <w:rFonts w:hint="eastAsia"/>
          <w:sz w:val="24"/>
        </w:rPr>
      </w:pPr>
    </w:p>
    <w:sectPr w:rsidR="00142B5E" w:rsidSect="00861CA2">
      <w:footerReference w:type="even" r:id="rId8"/>
      <w:footerReference w:type="default" r:id="rId9"/>
      <w:pgSz w:w="11906" w:h="16838" w:code="9"/>
      <w:pgMar w:top="567" w:right="991" w:bottom="567" w:left="851" w:header="720" w:footer="720" w:gutter="0"/>
      <w:pgNumType w:fmt="numberInDash" w:start="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2F5" w:rsidRDefault="00B352F5">
      <w:r>
        <w:separator/>
      </w:r>
    </w:p>
  </w:endnote>
  <w:endnote w:type="continuationSeparator" w:id="0">
    <w:p w:rsidR="00B352F5" w:rsidRDefault="00B35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19D" w:rsidRDefault="0091219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1219D" w:rsidRDefault="009121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19D" w:rsidRDefault="009121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2F5" w:rsidRDefault="00B352F5">
      <w:r>
        <w:separator/>
      </w:r>
    </w:p>
  </w:footnote>
  <w:footnote w:type="continuationSeparator" w:id="0">
    <w:p w:rsidR="00B352F5" w:rsidRDefault="00B35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716"/>
    <w:multiLevelType w:val="hybridMultilevel"/>
    <w:tmpl w:val="58C28A84"/>
    <w:lvl w:ilvl="0" w:tplc="11E2509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50B1393"/>
    <w:multiLevelType w:val="hybridMultilevel"/>
    <w:tmpl w:val="74FED018"/>
    <w:lvl w:ilvl="0" w:tplc="7158A6B2">
      <w:start w:val="4"/>
      <w:numFmt w:val="bullet"/>
      <w:lvlText w:val="※"/>
      <w:lvlJc w:val="left"/>
      <w:pPr>
        <w:tabs>
          <w:tab w:val="num" w:pos="690"/>
        </w:tabs>
        <w:ind w:left="690" w:hanging="465"/>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0A411B4B"/>
    <w:multiLevelType w:val="hybridMultilevel"/>
    <w:tmpl w:val="781672B8"/>
    <w:lvl w:ilvl="0" w:tplc="7908A9D8">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abstractNum w:abstractNumId="3" w15:restartNumberingAfterBreak="0">
    <w:nsid w:val="14B05771"/>
    <w:multiLevelType w:val="hybridMultilevel"/>
    <w:tmpl w:val="E17CEA7C"/>
    <w:lvl w:ilvl="0" w:tplc="E3C218E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9673C21"/>
    <w:multiLevelType w:val="hybridMultilevel"/>
    <w:tmpl w:val="FDAEC3FE"/>
    <w:lvl w:ilvl="0" w:tplc="90405F64">
      <w:start w:val="4"/>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5" w15:restartNumberingAfterBreak="0">
    <w:nsid w:val="1ABD794E"/>
    <w:multiLevelType w:val="hybridMultilevel"/>
    <w:tmpl w:val="7584DA94"/>
    <w:lvl w:ilvl="0" w:tplc="F0DE05B6">
      <w:start w:val="2"/>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22F30224"/>
    <w:multiLevelType w:val="hybridMultilevel"/>
    <w:tmpl w:val="3B629E00"/>
    <w:lvl w:ilvl="0" w:tplc="95264D4E">
      <w:start w:val="4"/>
      <w:numFmt w:val="decimalEnclosedCircle"/>
      <w:lvlText w:val="%1"/>
      <w:lvlJc w:val="left"/>
      <w:pPr>
        <w:tabs>
          <w:tab w:val="num" w:pos="1586"/>
        </w:tabs>
        <w:ind w:left="1586" w:hanging="405"/>
      </w:pPr>
      <w:rPr>
        <w:rFonts w:hint="eastAsia"/>
      </w:rPr>
    </w:lvl>
    <w:lvl w:ilvl="1" w:tplc="04090017" w:tentative="1">
      <w:start w:val="1"/>
      <w:numFmt w:val="aiueoFullWidth"/>
      <w:lvlText w:val="(%2)"/>
      <w:lvlJc w:val="left"/>
      <w:pPr>
        <w:tabs>
          <w:tab w:val="num" w:pos="2021"/>
        </w:tabs>
        <w:ind w:left="2021" w:hanging="420"/>
      </w:pPr>
    </w:lvl>
    <w:lvl w:ilvl="2" w:tplc="04090011" w:tentative="1">
      <w:start w:val="1"/>
      <w:numFmt w:val="decimalEnclosedCircle"/>
      <w:lvlText w:val="%3"/>
      <w:lvlJc w:val="left"/>
      <w:pPr>
        <w:tabs>
          <w:tab w:val="num" w:pos="2441"/>
        </w:tabs>
        <w:ind w:left="2441" w:hanging="420"/>
      </w:pPr>
    </w:lvl>
    <w:lvl w:ilvl="3" w:tplc="0409000F" w:tentative="1">
      <w:start w:val="1"/>
      <w:numFmt w:val="decimal"/>
      <w:lvlText w:val="%4."/>
      <w:lvlJc w:val="left"/>
      <w:pPr>
        <w:tabs>
          <w:tab w:val="num" w:pos="2861"/>
        </w:tabs>
        <w:ind w:left="2861" w:hanging="420"/>
      </w:pPr>
    </w:lvl>
    <w:lvl w:ilvl="4" w:tplc="04090017" w:tentative="1">
      <w:start w:val="1"/>
      <w:numFmt w:val="aiueoFullWidth"/>
      <w:lvlText w:val="(%5)"/>
      <w:lvlJc w:val="left"/>
      <w:pPr>
        <w:tabs>
          <w:tab w:val="num" w:pos="3281"/>
        </w:tabs>
        <w:ind w:left="3281" w:hanging="420"/>
      </w:pPr>
    </w:lvl>
    <w:lvl w:ilvl="5" w:tplc="04090011" w:tentative="1">
      <w:start w:val="1"/>
      <w:numFmt w:val="decimalEnclosedCircle"/>
      <w:lvlText w:val="%6"/>
      <w:lvlJc w:val="left"/>
      <w:pPr>
        <w:tabs>
          <w:tab w:val="num" w:pos="3701"/>
        </w:tabs>
        <w:ind w:left="3701" w:hanging="420"/>
      </w:pPr>
    </w:lvl>
    <w:lvl w:ilvl="6" w:tplc="0409000F" w:tentative="1">
      <w:start w:val="1"/>
      <w:numFmt w:val="decimal"/>
      <w:lvlText w:val="%7."/>
      <w:lvlJc w:val="left"/>
      <w:pPr>
        <w:tabs>
          <w:tab w:val="num" w:pos="4121"/>
        </w:tabs>
        <w:ind w:left="4121" w:hanging="420"/>
      </w:pPr>
    </w:lvl>
    <w:lvl w:ilvl="7" w:tplc="04090017" w:tentative="1">
      <w:start w:val="1"/>
      <w:numFmt w:val="aiueoFullWidth"/>
      <w:lvlText w:val="(%8)"/>
      <w:lvlJc w:val="left"/>
      <w:pPr>
        <w:tabs>
          <w:tab w:val="num" w:pos="4541"/>
        </w:tabs>
        <w:ind w:left="4541" w:hanging="420"/>
      </w:pPr>
    </w:lvl>
    <w:lvl w:ilvl="8" w:tplc="04090011" w:tentative="1">
      <w:start w:val="1"/>
      <w:numFmt w:val="decimalEnclosedCircle"/>
      <w:lvlText w:val="%9"/>
      <w:lvlJc w:val="left"/>
      <w:pPr>
        <w:tabs>
          <w:tab w:val="num" w:pos="4961"/>
        </w:tabs>
        <w:ind w:left="4961" w:hanging="420"/>
      </w:pPr>
    </w:lvl>
  </w:abstractNum>
  <w:abstractNum w:abstractNumId="7" w15:restartNumberingAfterBreak="0">
    <w:nsid w:val="24A04A43"/>
    <w:multiLevelType w:val="multilevel"/>
    <w:tmpl w:val="3DC05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C76F8"/>
    <w:multiLevelType w:val="hybridMultilevel"/>
    <w:tmpl w:val="3D5E8F70"/>
    <w:lvl w:ilvl="0" w:tplc="A02A1462">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2C1278B4"/>
    <w:multiLevelType w:val="hybridMultilevel"/>
    <w:tmpl w:val="5D9A3318"/>
    <w:lvl w:ilvl="0" w:tplc="701A37AE">
      <w:numFmt w:val="bullet"/>
      <w:lvlText w:val="※"/>
      <w:lvlJc w:val="left"/>
      <w:pPr>
        <w:tabs>
          <w:tab w:val="num" w:pos="834"/>
        </w:tabs>
        <w:ind w:left="834" w:hanging="420"/>
      </w:pPr>
      <w:rPr>
        <w:rFonts w:ascii="Times New Roman" w:eastAsia="ＭＳ 明朝" w:hAnsi="Times New Roman" w:cs="Times New Roman" w:hint="default"/>
      </w:rPr>
    </w:lvl>
    <w:lvl w:ilvl="1" w:tplc="0409000B" w:tentative="1">
      <w:start w:val="1"/>
      <w:numFmt w:val="bullet"/>
      <w:lvlText w:val=""/>
      <w:lvlJc w:val="left"/>
      <w:pPr>
        <w:tabs>
          <w:tab w:val="num" w:pos="1254"/>
        </w:tabs>
        <w:ind w:left="1254" w:hanging="420"/>
      </w:pPr>
      <w:rPr>
        <w:rFonts w:ascii="Wingdings" w:hAnsi="Wingdings" w:hint="default"/>
      </w:rPr>
    </w:lvl>
    <w:lvl w:ilvl="2" w:tplc="0409000D" w:tentative="1">
      <w:start w:val="1"/>
      <w:numFmt w:val="bullet"/>
      <w:lvlText w:val=""/>
      <w:lvlJc w:val="left"/>
      <w:pPr>
        <w:tabs>
          <w:tab w:val="num" w:pos="1674"/>
        </w:tabs>
        <w:ind w:left="1674" w:hanging="420"/>
      </w:pPr>
      <w:rPr>
        <w:rFonts w:ascii="Wingdings" w:hAnsi="Wingdings" w:hint="default"/>
      </w:rPr>
    </w:lvl>
    <w:lvl w:ilvl="3" w:tplc="04090001" w:tentative="1">
      <w:start w:val="1"/>
      <w:numFmt w:val="bullet"/>
      <w:lvlText w:val=""/>
      <w:lvlJc w:val="left"/>
      <w:pPr>
        <w:tabs>
          <w:tab w:val="num" w:pos="2094"/>
        </w:tabs>
        <w:ind w:left="2094" w:hanging="420"/>
      </w:pPr>
      <w:rPr>
        <w:rFonts w:ascii="Wingdings" w:hAnsi="Wingdings" w:hint="default"/>
      </w:rPr>
    </w:lvl>
    <w:lvl w:ilvl="4" w:tplc="0409000B" w:tentative="1">
      <w:start w:val="1"/>
      <w:numFmt w:val="bullet"/>
      <w:lvlText w:val=""/>
      <w:lvlJc w:val="left"/>
      <w:pPr>
        <w:tabs>
          <w:tab w:val="num" w:pos="2514"/>
        </w:tabs>
        <w:ind w:left="2514" w:hanging="420"/>
      </w:pPr>
      <w:rPr>
        <w:rFonts w:ascii="Wingdings" w:hAnsi="Wingdings" w:hint="default"/>
      </w:rPr>
    </w:lvl>
    <w:lvl w:ilvl="5" w:tplc="0409000D" w:tentative="1">
      <w:start w:val="1"/>
      <w:numFmt w:val="bullet"/>
      <w:lvlText w:val=""/>
      <w:lvlJc w:val="left"/>
      <w:pPr>
        <w:tabs>
          <w:tab w:val="num" w:pos="2934"/>
        </w:tabs>
        <w:ind w:left="2934" w:hanging="420"/>
      </w:pPr>
      <w:rPr>
        <w:rFonts w:ascii="Wingdings" w:hAnsi="Wingdings" w:hint="default"/>
      </w:rPr>
    </w:lvl>
    <w:lvl w:ilvl="6" w:tplc="04090001" w:tentative="1">
      <w:start w:val="1"/>
      <w:numFmt w:val="bullet"/>
      <w:lvlText w:val=""/>
      <w:lvlJc w:val="left"/>
      <w:pPr>
        <w:tabs>
          <w:tab w:val="num" w:pos="3354"/>
        </w:tabs>
        <w:ind w:left="3354" w:hanging="420"/>
      </w:pPr>
      <w:rPr>
        <w:rFonts w:ascii="Wingdings" w:hAnsi="Wingdings" w:hint="default"/>
      </w:rPr>
    </w:lvl>
    <w:lvl w:ilvl="7" w:tplc="0409000B" w:tentative="1">
      <w:start w:val="1"/>
      <w:numFmt w:val="bullet"/>
      <w:lvlText w:val=""/>
      <w:lvlJc w:val="left"/>
      <w:pPr>
        <w:tabs>
          <w:tab w:val="num" w:pos="3774"/>
        </w:tabs>
        <w:ind w:left="3774" w:hanging="420"/>
      </w:pPr>
      <w:rPr>
        <w:rFonts w:ascii="Wingdings" w:hAnsi="Wingdings" w:hint="default"/>
      </w:rPr>
    </w:lvl>
    <w:lvl w:ilvl="8" w:tplc="0409000D" w:tentative="1">
      <w:start w:val="1"/>
      <w:numFmt w:val="bullet"/>
      <w:lvlText w:val=""/>
      <w:lvlJc w:val="left"/>
      <w:pPr>
        <w:tabs>
          <w:tab w:val="num" w:pos="4194"/>
        </w:tabs>
        <w:ind w:left="4194" w:hanging="420"/>
      </w:pPr>
      <w:rPr>
        <w:rFonts w:ascii="Wingdings" w:hAnsi="Wingdings" w:hint="default"/>
      </w:rPr>
    </w:lvl>
  </w:abstractNum>
  <w:abstractNum w:abstractNumId="10" w15:restartNumberingAfterBreak="0">
    <w:nsid w:val="3F3B69BF"/>
    <w:multiLevelType w:val="hybridMultilevel"/>
    <w:tmpl w:val="3012A182"/>
    <w:lvl w:ilvl="0" w:tplc="85544FE4">
      <w:start w:val="1"/>
      <w:numFmt w:val="decimalFullWidth"/>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1" w15:restartNumberingAfterBreak="0">
    <w:nsid w:val="3F415631"/>
    <w:multiLevelType w:val="hybridMultilevel"/>
    <w:tmpl w:val="5710689A"/>
    <w:lvl w:ilvl="0" w:tplc="93D4B54A">
      <w:start w:val="4"/>
      <w:numFmt w:val="bullet"/>
      <w:lvlText w:val="※"/>
      <w:lvlJc w:val="left"/>
      <w:pPr>
        <w:tabs>
          <w:tab w:val="num" w:pos="890"/>
        </w:tabs>
        <w:ind w:left="890" w:hanging="465"/>
      </w:pPr>
      <w:rPr>
        <w:rFonts w:ascii="ＭＳ 明朝" w:eastAsia="ＭＳ 明朝" w:hAnsi="ＭＳ 明朝" w:cs="ＭＳ 明朝" w:hint="eastAsia"/>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2" w15:restartNumberingAfterBreak="0">
    <w:nsid w:val="417973F6"/>
    <w:multiLevelType w:val="hybridMultilevel"/>
    <w:tmpl w:val="9A425C5C"/>
    <w:lvl w:ilvl="0" w:tplc="40741D1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B5366D7"/>
    <w:multiLevelType w:val="hybridMultilevel"/>
    <w:tmpl w:val="0100D2AE"/>
    <w:lvl w:ilvl="0" w:tplc="CB446BA4">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4" w15:restartNumberingAfterBreak="0">
    <w:nsid w:val="55027094"/>
    <w:multiLevelType w:val="hybridMultilevel"/>
    <w:tmpl w:val="6040F986"/>
    <w:lvl w:ilvl="0" w:tplc="CD4ECD16">
      <w:start w:val="1"/>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5" w15:restartNumberingAfterBreak="0">
    <w:nsid w:val="565118F9"/>
    <w:multiLevelType w:val="hybridMultilevel"/>
    <w:tmpl w:val="477E2BE6"/>
    <w:lvl w:ilvl="0" w:tplc="F0BA95BE">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6" w15:restartNumberingAfterBreak="0">
    <w:nsid w:val="5C1B3DE9"/>
    <w:multiLevelType w:val="hybridMultilevel"/>
    <w:tmpl w:val="26F292C6"/>
    <w:lvl w:ilvl="0" w:tplc="A244853E">
      <w:start w:val="4"/>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604F745C"/>
    <w:multiLevelType w:val="hybridMultilevel"/>
    <w:tmpl w:val="19A2DD84"/>
    <w:lvl w:ilvl="0" w:tplc="D89C9588">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8" w15:restartNumberingAfterBreak="0">
    <w:nsid w:val="61CE7941"/>
    <w:multiLevelType w:val="hybridMultilevel"/>
    <w:tmpl w:val="026E954E"/>
    <w:lvl w:ilvl="0" w:tplc="8F8EAB4C">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9" w15:restartNumberingAfterBreak="0">
    <w:nsid w:val="6AA922CC"/>
    <w:multiLevelType w:val="hybridMultilevel"/>
    <w:tmpl w:val="02BE751E"/>
    <w:lvl w:ilvl="0" w:tplc="2E66867E">
      <w:start w:val="4"/>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0" w15:restartNumberingAfterBreak="0">
    <w:nsid w:val="790E6150"/>
    <w:multiLevelType w:val="hybridMultilevel"/>
    <w:tmpl w:val="EB1C4584"/>
    <w:lvl w:ilvl="0" w:tplc="41501CD2">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num w:numId="1">
    <w:abstractNumId w:val="0"/>
  </w:num>
  <w:num w:numId="2">
    <w:abstractNumId w:val="9"/>
  </w:num>
  <w:num w:numId="3">
    <w:abstractNumId w:val="13"/>
  </w:num>
  <w:num w:numId="4">
    <w:abstractNumId w:val="2"/>
  </w:num>
  <w:num w:numId="5">
    <w:abstractNumId w:val="20"/>
  </w:num>
  <w:num w:numId="6">
    <w:abstractNumId w:val="11"/>
  </w:num>
  <w:num w:numId="7">
    <w:abstractNumId w:val="6"/>
  </w:num>
  <w:num w:numId="8">
    <w:abstractNumId w:val="1"/>
  </w:num>
  <w:num w:numId="9">
    <w:abstractNumId w:val="3"/>
  </w:num>
  <w:num w:numId="10">
    <w:abstractNumId w:val="19"/>
  </w:num>
  <w:num w:numId="11">
    <w:abstractNumId w:val="17"/>
  </w:num>
  <w:num w:numId="12">
    <w:abstractNumId w:val="4"/>
  </w:num>
  <w:num w:numId="13">
    <w:abstractNumId w:val="14"/>
  </w:num>
  <w:num w:numId="14">
    <w:abstractNumId w:val="10"/>
  </w:num>
  <w:num w:numId="15">
    <w:abstractNumId w:val="12"/>
  </w:num>
  <w:num w:numId="16">
    <w:abstractNumId w:val="5"/>
  </w:num>
  <w:num w:numId="17">
    <w:abstractNumId w:val="16"/>
  </w:num>
  <w:num w:numId="18">
    <w:abstractNumId w:val="8"/>
  </w:num>
  <w:num w:numId="19">
    <w:abstractNumId w:val="18"/>
  </w:num>
  <w:num w:numId="20">
    <w:abstractNumId w:val="1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2" fill="f" fillcolor="white">
      <v:fill color="white" on="f"/>
      <v:stroke weight=".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DF"/>
    <w:rsid w:val="00000195"/>
    <w:rsid w:val="00000F60"/>
    <w:rsid w:val="000036F6"/>
    <w:rsid w:val="00003D6E"/>
    <w:rsid w:val="00004206"/>
    <w:rsid w:val="00004382"/>
    <w:rsid w:val="00005217"/>
    <w:rsid w:val="00006917"/>
    <w:rsid w:val="00007139"/>
    <w:rsid w:val="00007D66"/>
    <w:rsid w:val="00010CC0"/>
    <w:rsid w:val="000123BD"/>
    <w:rsid w:val="0001429D"/>
    <w:rsid w:val="0001456C"/>
    <w:rsid w:val="0002111D"/>
    <w:rsid w:val="00023A1F"/>
    <w:rsid w:val="0002590A"/>
    <w:rsid w:val="00027B5E"/>
    <w:rsid w:val="000314B8"/>
    <w:rsid w:val="00032804"/>
    <w:rsid w:val="0003548A"/>
    <w:rsid w:val="00035BEA"/>
    <w:rsid w:val="00035C5A"/>
    <w:rsid w:val="00036062"/>
    <w:rsid w:val="00036378"/>
    <w:rsid w:val="00036E6A"/>
    <w:rsid w:val="00040930"/>
    <w:rsid w:val="00041D1C"/>
    <w:rsid w:val="00044CF1"/>
    <w:rsid w:val="00051150"/>
    <w:rsid w:val="0005259F"/>
    <w:rsid w:val="00052711"/>
    <w:rsid w:val="00052DE9"/>
    <w:rsid w:val="00053106"/>
    <w:rsid w:val="000546F1"/>
    <w:rsid w:val="00056D20"/>
    <w:rsid w:val="00057E1E"/>
    <w:rsid w:val="000604B5"/>
    <w:rsid w:val="0006072C"/>
    <w:rsid w:val="00060C84"/>
    <w:rsid w:val="000612AA"/>
    <w:rsid w:val="00063139"/>
    <w:rsid w:val="000637C1"/>
    <w:rsid w:val="00064D9E"/>
    <w:rsid w:val="0006648D"/>
    <w:rsid w:val="0006671F"/>
    <w:rsid w:val="00066E12"/>
    <w:rsid w:val="00067135"/>
    <w:rsid w:val="00071E62"/>
    <w:rsid w:val="00073242"/>
    <w:rsid w:val="00073D35"/>
    <w:rsid w:val="00073EF1"/>
    <w:rsid w:val="00075503"/>
    <w:rsid w:val="0007595F"/>
    <w:rsid w:val="00077C9F"/>
    <w:rsid w:val="000833AB"/>
    <w:rsid w:val="0008661C"/>
    <w:rsid w:val="00090122"/>
    <w:rsid w:val="00092124"/>
    <w:rsid w:val="000927E1"/>
    <w:rsid w:val="00093C0C"/>
    <w:rsid w:val="000947FE"/>
    <w:rsid w:val="000969C8"/>
    <w:rsid w:val="000A2515"/>
    <w:rsid w:val="000A31FC"/>
    <w:rsid w:val="000A5059"/>
    <w:rsid w:val="000A76D0"/>
    <w:rsid w:val="000B137A"/>
    <w:rsid w:val="000B24F8"/>
    <w:rsid w:val="000B3517"/>
    <w:rsid w:val="000B4FF2"/>
    <w:rsid w:val="000B7889"/>
    <w:rsid w:val="000C03ED"/>
    <w:rsid w:val="000C13B6"/>
    <w:rsid w:val="000C341C"/>
    <w:rsid w:val="000C5EAA"/>
    <w:rsid w:val="000C6E48"/>
    <w:rsid w:val="000C75E5"/>
    <w:rsid w:val="000C7BEF"/>
    <w:rsid w:val="000D22E0"/>
    <w:rsid w:val="000D243E"/>
    <w:rsid w:val="000D2C69"/>
    <w:rsid w:val="000E0D6A"/>
    <w:rsid w:val="000E1C59"/>
    <w:rsid w:val="000E36C9"/>
    <w:rsid w:val="000E7B3D"/>
    <w:rsid w:val="000E7C54"/>
    <w:rsid w:val="000F09D1"/>
    <w:rsid w:val="000F1798"/>
    <w:rsid w:val="000F473E"/>
    <w:rsid w:val="000F4ABF"/>
    <w:rsid w:val="000F4F63"/>
    <w:rsid w:val="001043F3"/>
    <w:rsid w:val="00105487"/>
    <w:rsid w:val="00106ED4"/>
    <w:rsid w:val="0011001E"/>
    <w:rsid w:val="0011202D"/>
    <w:rsid w:val="0011641E"/>
    <w:rsid w:val="001164A4"/>
    <w:rsid w:val="00116DC0"/>
    <w:rsid w:val="00116F0E"/>
    <w:rsid w:val="001177A0"/>
    <w:rsid w:val="00120F05"/>
    <w:rsid w:val="0012137B"/>
    <w:rsid w:val="00121616"/>
    <w:rsid w:val="00122669"/>
    <w:rsid w:val="00122BC9"/>
    <w:rsid w:val="00123C78"/>
    <w:rsid w:val="00125168"/>
    <w:rsid w:val="00127B2B"/>
    <w:rsid w:val="001305DE"/>
    <w:rsid w:val="00131458"/>
    <w:rsid w:val="00132294"/>
    <w:rsid w:val="0013240C"/>
    <w:rsid w:val="00133A3E"/>
    <w:rsid w:val="001344BD"/>
    <w:rsid w:val="001347FF"/>
    <w:rsid w:val="001353B0"/>
    <w:rsid w:val="0013554D"/>
    <w:rsid w:val="00136A9F"/>
    <w:rsid w:val="00136B59"/>
    <w:rsid w:val="001373A6"/>
    <w:rsid w:val="00137D01"/>
    <w:rsid w:val="00137F88"/>
    <w:rsid w:val="00140A85"/>
    <w:rsid w:val="00142979"/>
    <w:rsid w:val="00142B5E"/>
    <w:rsid w:val="00142BC3"/>
    <w:rsid w:val="00144D26"/>
    <w:rsid w:val="00145E2E"/>
    <w:rsid w:val="00151C2C"/>
    <w:rsid w:val="00152913"/>
    <w:rsid w:val="00156204"/>
    <w:rsid w:val="001567CE"/>
    <w:rsid w:val="00157273"/>
    <w:rsid w:val="00162020"/>
    <w:rsid w:val="00163626"/>
    <w:rsid w:val="00165D98"/>
    <w:rsid w:val="00166DC3"/>
    <w:rsid w:val="001776D1"/>
    <w:rsid w:val="00181064"/>
    <w:rsid w:val="00181D7A"/>
    <w:rsid w:val="0018253B"/>
    <w:rsid w:val="001829B3"/>
    <w:rsid w:val="00184077"/>
    <w:rsid w:val="00185A31"/>
    <w:rsid w:val="001870CF"/>
    <w:rsid w:val="00187102"/>
    <w:rsid w:val="00187B9B"/>
    <w:rsid w:val="0019150E"/>
    <w:rsid w:val="001919D4"/>
    <w:rsid w:val="00193288"/>
    <w:rsid w:val="00196810"/>
    <w:rsid w:val="00196A13"/>
    <w:rsid w:val="001972C2"/>
    <w:rsid w:val="001A1D77"/>
    <w:rsid w:val="001A2756"/>
    <w:rsid w:val="001A5E04"/>
    <w:rsid w:val="001A7996"/>
    <w:rsid w:val="001B0B82"/>
    <w:rsid w:val="001B1E11"/>
    <w:rsid w:val="001B4F2E"/>
    <w:rsid w:val="001B5849"/>
    <w:rsid w:val="001B719B"/>
    <w:rsid w:val="001B7E42"/>
    <w:rsid w:val="001C00E9"/>
    <w:rsid w:val="001C0C03"/>
    <w:rsid w:val="001C0FAB"/>
    <w:rsid w:val="001C2AAE"/>
    <w:rsid w:val="001C4F4B"/>
    <w:rsid w:val="001C4F61"/>
    <w:rsid w:val="001C57A1"/>
    <w:rsid w:val="001C7FDE"/>
    <w:rsid w:val="001D416D"/>
    <w:rsid w:val="001D47FC"/>
    <w:rsid w:val="001D5AF9"/>
    <w:rsid w:val="001E1F90"/>
    <w:rsid w:val="001E2652"/>
    <w:rsid w:val="001E2BC4"/>
    <w:rsid w:val="001E481F"/>
    <w:rsid w:val="001E623F"/>
    <w:rsid w:val="001F0222"/>
    <w:rsid w:val="001F0B2C"/>
    <w:rsid w:val="001F1BC6"/>
    <w:rsid w:val="001F1F58"/>
    <w:rsid w:val="001F271F"/>
    <w:rsid w:val="001F3B52"/>
    <w:rsid w:val="001F52CF"/>
    <w:rsid w:val="001F5A5E"/>
    <w:rsid w:val="001F606B"/>
    <w:rsid w:val="001F6164"/>
    <w:rsid w:val="002000BD"/>
    <w:rsid w:val="00200579"/>
    <w:rsid w:val="00201641"/>
    <w:rsid w:val="002030DF"/>
    <w:rsid w:val="002065F8"/>
    <w:rsid w:val="00206CE4"/>
    <w:rsid w:val="002112C7"/>
    <w:rsid w:val="0021217A"/>
    <w:rsid w:val="00215DD8"/>
    <w:rsid w:val="00216A3D"/>
    <w:rsid w:val="00225A81"/>
    <w:rsid w:val="00226EE6"/>
    <w:rsid w:val="002306C2"/>
    <w:rsid w:val="00231766"/>
    <w:rsid w:val="00232021"/>
    <w:rsid w:val="00232060"/>
    <w:rsid w:val="00232F06"/>
    <w:rsid w:val="002334E2"/>
    <w:rsid w:val="00235347"/>
    <w:rsid w:val="00235509"/>
    <w:rsid w:val="002363A1"/>
    <w:rsid w:val="00240F01"/>
    <w:rsid w:val="002411FD"/>
    <w:rsid w:val="00241E09"/>
    <w:rsid w:val="0024294E"/>
    <w:rsid w:val="00244BE7"/>
    <w:rsid w:val="00244DA8"/>
    <w:rsid w:val="0024550C"/>
    <w:rsid w:val="002539F9"/>
    <w:rsid w:val="00254082"/>
    <w:rsid w:val="00255084"/>
    <w:rsid w:val="00257C67"/>
    <w:rsid w:val="002606C1"/>
    <w:rsid w:val="00261197"/>
    <w:rsid w:val="00262F72"/>
    <w:rsid w:val="00265816"/>
    <w:rsid w:val="0026597E"/>
    <w:rsid w:val="00266BD2"/>
    <w:rsid w:val="00270C3A"/>
    <w:rsid w:val="00271EF3"/>
    <w:rsid w:val="00273839"/>
    <w:rsid w:val="0027476D"/>
    <w:rsid w:val="00274DA2"/>
    <w:rsid w:val="00274DF7"/>
    <w:rsid w:val="0028469E"/>
    <w:rsid w:val="0029017D"/>
    <w:rsid w:val="002939A4"/>
    <w:rsid w:val="00293BD5"/>
    <w:rsid w:val="002976A8"/>
    <w:rsid w:val="002A00DD"/>
    <w:rsid w:val="002A2DFE"/>
    <w:rsid w:val="002A3C8F"/>
    <w:rsid w:val="002A6844"/>
    <w:rsid w:val="002A6935"/>
    <w:rsid w:val="002A6C87"/>
    <w:rsid w:val="002B01F9"/>
    <w:rsid w:val="002B040D"/>
    <w:rsid w:val="002B3782"/>
    <w:rsid w:val="002B44CB"/>
    <w:rsid w:val="002B4946"/>
    <w:rsid w:val="002B676C"/>
    <w:rsid w:val="002C04F3"/>
    <w:rsid w:val="002C0859"/>
    <w:rsid w:val="002C21C3"/>
    <w:rsid w:val="002C3026"/>
    <w:rsid w:val="002C3765"/>
    <w:rsid w:val="002C3B27"/>
    <w:rsid w:val="002C684D"/>
    <w:rsid w:val="002C7D3B"/>
    <w:rsid w:val="002D0FB2"/>
    <w:rsid w:val="002D22F1"/>
    <w:rsid w:val="002D3B08"/>
    <w:rsid w:val="002D6A5E"/>
    <w:rsid w:val="002D7F46"/>
    <w:rsid w:val="002E0868"/>
    <w:rsid w:val="002E292D"/>
    <w:rsid w:val="002E2EE0"/>
    <w:rsid w:val="002E4583"/>
    <w:rsid w:val="002E4ED5"/>
    <w:rsid w:val="002E7DFA"/>
    <w:rsid w:val="002F1144"/>
    <w:rsid w:val="002F324F"/>
    <w:rsid w:val="002F36B7"/>
    <w:rsid w:val="002F49FE"/>
    <w:rsid w:val="002F5EE3"/>
    <w:rsid w:val="002F69DF"/>
    <w:rsid w:val="0030034C"/>
    <w:rsid w:val="00300AC7"/>
    <w:rsid w:val="003016AB"/>
    <w:rsid w:val="003016ED"/>
    <w:rsid w:val="003028AC"/>
    <w:rsid w:val="00303E30"/>
    <w:rsid w:val="00303FAE"/>
    <w:rsid w:val="00304D13"/>
    <w:rsid w:val="00305478"/>
    <w:rsid w:val="0030567F"/>
    <w:rsid w:val="00311B2D"/>
    <w:rsid w:val="00311FCB"/>
    <w:rsid w:val="00312539"/>
    <w:rsid w:val="00312FF3"/>
    <w:rsid w:val="00313B3E"/>
    <w:rsid w:val="00314011"/>
    <w:rsid w:val="00314CF2"/>
    <w:rsid w:val="003150CD"/>
    <w:rsid w:val="00315100"/>
    <w:rsid w:val="0031576C"/>
    <w:rsid w:val="00321D98"/>
    <w:rsid w:val="00324D79"/>
    <w:rsid w:val="00325154"/>
    <w:rsid w:val="0033406C"/>
    <w:rsid w:val="00336993"/>
    <w:rsid w:val="00337EBE"/>
    <w:rsid w:val="00340685"/>
    <w:rsid w:val="00341AD2"/>
    <w:rsid w:val="00342F85"/>
    <w:rsid w:val="00345E64"/>
    <w:rsid w:val="003512EB"/>
    <w:rsid w:val="003534C4"/>
    <w:rsid w:val="00357CAE"/>
    <w:rsid w:val="00361D80"/>
    <w:rsid w:val="00361FF7"/>
    <w:rsid w:val="003634BB"/>
    <w:rsid w:val="00367A3B"/>
    <w:rsid w:val="003735F0"/>
    <w:rsid w:val="00374ADE"/>
    <w:rsid w:val="003755D8"/>
    <w:rsid w:val="00375A1A"/>
    <w:rsid w:val="00375B59"/>
    <w:rsid w:val="00377D75"/>
    <w:rsid w:val="00377E08"/>
    <w:rsid w:val="00380B05"/>
    <w:rsid w:val="003816B3"/>
    <w:rsid w:val="003818D6"/>
    <w:rsid w:val="003833A4"/>
    <w:rsid w:val="0038490B"/>
    <w:rsid w:val="00384B35"/>
    <w:rsid w:val="0038744E"/>
    <w:rsid w:val="00387FF0"/>
    <w:rsid w:val="00390B3A"/>
    <w:rsid w:val="00391693"/>
    <w:rsid w:val="00392053"/>
    <w:rsid w:val="003921A0"/>
    <w:rsid w:val="003932BF"/>
    <w:rsid w:val="003952B1"/>
    <w:rsid w:val="00397ABF"/>
    <w:rsid w:val="003A1C2D"/>
    <w:rsid w:val="003A2CD3"/>
    <w:rsid w:val="003A7386"/>
    <w:rsid w:val="003B1CF8"/>
    <w:rsid w:val="003B36EA"/>
    <w:rsid w:val="003C0851"/>
    <w:rsid w:val="003C173E"/>
    <w:rsid w:val="003C28F6"/>
    <w:rsid w:val="003C7159"/>
    <w:rsid w:val="003C7469"/>
    <w:rsid w:val="003D26EA"/>
    <w:rsid w:val="003D3EBD"/>
    <w:rsid w:val="003D4BCC"/>
    <w:rsid w:val="003D4E4E"/>
    <w:rsid w:val="003D643A"/>
    <w:rsid w:val="003D6C10"/>
    <w:rsid w:val="003D79BF"/>
    <w:rsid w:val="003E0695"/>
    <w:rsid w:val="003E1583"/>
    <w:rsid w:val="003E2F86"/>
    <w:rsid w:val="003E58FC"/>
    <w:rsid w:val="003E61F4"/>
    <w:rsid w:val="003E7A21"/>
    <w:rsid w:val="003F0E66"/>
    <w:rsid w:val="003F27AA"/>
    <w:rsid w:val="003F28DD"/>
    <w:rsid w:val="003F4DC9"/>
    <w:rsid w:val="004004CA"/>
    <w:rsid w:val="00401053"/>
    <w:rsid w:val="0040126B"/>
    <w:rsid w:val="00403999"/>
    <w:rsid w:val="004045EC"/>
    <w:rsid w:val="00410648"/>
    <w:rsid w:val="004116DF"/>
    <w:rsid w:val="00415DD9"/>
    <w:rsid w:val="00417465"/>
    <w:rsid w:val="00420E8D"/>
    <w:rsid w:val="004215A6"/>
    <w:rsid w:val="00421A98"/>
    <w:rsid w:val="00423B7A"/>
    <w:rsid w:val="0042623F"/>
    <w:rsid w:val="00427297"/>
    <w:rsid w:val="0043062C"/>
    <w:rsid w:val="004316C1"/>
    <w:rsid w:val="0043184C"/>
    <w:rsid w:val="00431B84"/>
    <w:rsid w:val="00431E94"/>
    <w:rsid w:val="00435553"/>
    <w:rsid w:val="004371F5"/>
    <w:rsid w:val="00437465"/>
    <w:rsid w:val="004401C2"/>
    <w:rsid w:val="00440583"/>
    <w:rsid w:val="00440E8C"/>
    <w:rsid w:val="0044131C"/>
    <w:rsid w:val="00441917"/>
    <w:rsid w:val="00442006"/>
    <w:rsid w:val="0044512D"/>
    <w:rsid w:val="004473C3"/>
    <w:rsid w:val="0044763A"/>
    <w:rsid w:val="00450027"/>
    <w:rsid w:val="00450EF6"/>
    <w:rsid w:val="00451FC9"/>
    <w:rsid w:val="004520B6"/>
    <w:rsid w:val="00453EF9"/>
    <w:rsid w:val="00454E80"/>
    <w:rsid w:val="0045683D"/>
    <w:rsid w:val="00456AC1"/>
    <w:rsid w:val="00462A69"/>
    <w:rsid w:val="0046574A"/>
    <w:rsid w:val="00465A0E"/>
    <w:rsid w:val="00470FF6"/>
    <w:rsid w:val="004711C0"/>
    <w:rsid w:val="00471F52"/>
    <w:rsid w:val="004728F5"/>
    <w:rsid w:val="00477730"/>
    <w:rsid w:val="00480E48"/>
    <w:rsid w:val="00481FE2"/>
    <w:rsid w:val="0048254D"/>
    <w:rsid w:val="00484E07"/>
    <w:rsid w:val="00485E9E"/>
    <w:rsid w:val="00485F52"/>
    <w:rsid w:val="004867AA"/>
    <w:rsid w:val="00491FAE"/>
    <w:rsid w:val="004928F7"/>
    <w:rsid w:val="004943E2"/>
    <w:rsid w:val="004948C6"/>
    <w:rsid w:val="00495B93"/>
    <w:rsid w:val="00496B25"/>
    <w:rsid w:val="00497066"/>
    <w:rsid w:val="00497245"/>
    <w:rsid w:val="00497F75"/>
    <w:rsid w:val="004A1696"/>
    <w:rsid w:val="004A41A3"/>
    <w:rsid w:val="004A4642"/>
    <w:rsid w:val="004A4B78"/>
    <w:rsid w:val="004A4C67"/>
    <w:rsid w:val="004A6843"/>
    <w:rsid w:val="004B2B5C"/>
    <w:rsid w:val="004B3976"/>
    <w:rsid w:val="004B74BA"/>
    <w:rsid w:val="004C1A7E"/>
    <w:rsid w:val="004C218D"/>
    <w:rsid w:val="004C2B67"/>
    <w:rsid w:val="004C31E5"/>
    <w:rsid w:val="004C4565"/>
    <w:rsid w:val="004D0C29"/>
    <w:rsid w:val="004D337F"/>
    <w:rsid w:val="004D373D"/>
    <w:rsid w:val="004D3C13"/>
    <w:rsid w:val="004D5857"/>
    <w:rsid w:val="004D7CB0"/>
    <w:rsid w:val="004E003F"/>
    <w:rsid w:val="004E278D"/>
    <w:rsid w:val="004E394B"/>
    <w:rsid w:val="004E41F5"/>
    <w:rsid w:val="004E6068"/>
    <w:rsid w:val="004F0032"/>
    <w:rsid w:val="004F2D62"/>
    <w:rsid w:val="004F3319"/>
    <w:rsid w:val="004F69F0"/>
    <w:rsid w:val="005002D1"/>
    <w:rsid w:val="00500B19"/>
    <w:rsid w:val="00501E4D"/>
    <w:rsid w:val="00502355"/>
    <w:rsid w:val="0050466F"/>
    <w:rsid w:val="00507210"/>
    <w:rsid w:val="005078CE"/>
    <w:rsid w:val="00507A87"/>
    <w:rsid w:val="00507AE3"/>
    <w:rsid w:val="0051192D"/>
    <w:rsid w:val="00513670"/>
    <w:rsid w:val="00513ABE"/>
    <w:rsid w:val="00516569"/>
    <w:rsid w:val="00521631"/>
    <w:rsid w:val="00523491"/>
    <w:rsid w:val="00523C34"/>
    <w:rsid w:val="00523FF8"/>
    <w:rsid w:val="005256B2"/>
    <w:rsid w:val="00525B46"/>
    <w:rsid w:val="0053084E"/>
    <w:rsid w:val="00531843"/>
    <w:rsid w:val="00532D87"/>
    <w:rsid w:val="0053344F"/>
    <w:rsid w:val="00533E6B"/>
    <w:rsid w:val="00536B7C"/>
    <w:rsid w:val="00537154"/>
    <w:rsid w:val="005376A5"/>
    <w:rsid w:val="00540457"/>
    <w:rsid w:val="00541395"/>
    <w:rsid w:val="00541481"/>
    <w:rsid w:val="00542B11"/>
    <w:rsid w:val="0054411F"/>
    <w:rsid w:val="00547D47"/>
    <w:rsid w:val="0055225D"/>
    <w:rsid w:val="00556A08"/>
    <w:rsid w:val="00560802"/>
    <w:rsid w:val="00562C39"/>
    <w:rsid w:val="0056653D"/>
    <w:rsid w:val="00566DEA"/>
    <w:rsid w:val="005711E0"/>
    <w:rsid w:val="00571B07"/>
    <w:rsid w:val="0057216F"/>
    <w:rsid w:val="00572DCF"/>
    <w:rsid w:val="00573CF6"/>
    <w:rsid w:val="0057639A"/>
    <w:rsid w:val="00580346"/>
    <w:rsid w:val="0058371F"/>
    <w:rsid w:val="00584F0F"/>
    <w:rsid w:val="00587339"/>
    <w:rsid w:val="0058769B"/>
    <w:rsid w:val="005876B0"/>
    <w:rsid w:val="00587C90"/>
    <w:rsid w:val="00591825"/>
    <w:rsid w:val="0059318A"/>
    <w:rsid w:val="00593D37"/>
    <w:rsid w:val="00594B5F"/>
    <w:rsid w:val="00595681"/>
    <w:rsid w:val="0059654F"/>
    <w:rsid w:val="005A4FB1"/>
    <w:rsid w:val="005A5996"/>
    <w:rsid w:val="005A639F"/>
    <w:rsid w:val="005A6B72"/>
    <w:rsid w:val="005B06F8"/>
    <w:rsid w:val="005B24F6"/>
    <w:rsid w:val="005B2E2B"/>
    <w:rsid w:val="005B3DD2"/>
    <w:rsid w:val="005B44AF"/>
    <w:rsid w:val="005B61AC"/>
    <w:rsid w:val="005C1714"/>
    <w:rsid w:val="005C1B7D"/>
    <w:rsid w:val="005C2EB3"/>
    <w:rsid w:val="005C56E4"/>
    <w:rsid w:val="005C6CDA"/>
    <w:rsid w:val="005D037A"/>
    <w:rsid w:val="005D4938"/>
    <w:rsid w:val="005D4BEC"/>
    <w:rsid w:val="005D6789"/>
    <w:rsid w:val="005D7EF8"/>
    <w:rsid w:val="005E1975"/>
    <w:rsid w:val="005E2DFF"/>
    <w:rsid w:val="005E302E"/>
    <w:rsid w:val="005E326B"/>
    <w:rsid w:val="005E6B0D"/>
    <w:rsid w:val="005F0FE9"/>
    <w:rsid w:val="005F1CC1"/>
    <w:rsid w:val="005F5B98"/>
    <w:rsid w:val="005F5F93"/>
    <w:rsid w:val="005F6DF7"/>
    <w:rsid w:val="00600794"/>
    <w:rsid w:val="00600BF4"/>
    <w:rsid w:val="006025A0"/>
    <w:rsid w:val="00604AFF"/>
    <w:rsid w:val="0060577D"/>
    <w:rsid w:val="00605F60"/>
    <w:rsid w:val="006062DB"/>
    <w:rsid w:val="0060720B"/>
    <w:rsid w:val="00607C35"/>
    <w:rsid w:val="00611905"/>
    <w:rsid w:val="006119AC"/>
    <w:rsid w:val="00612512"/>
    <w:rsid w:val="006127BA"/>
    <w:rsid w:val="0061727B"/>
    <w:rsid w:val="00621198"/>
    <w:rsid w:val="00627001"/>
    <w:rsid w:val="00630B8F"/>
    <w:rsid w:val="00632656"/>
    <w:rsid w:val="006329D8"/>
    <w:rsid w:val="00632DA9"/>
    <w:rsid w:val="00633FA2"/>
    <w:rsid w:val="006341E8"/>
    <w:rsid w:val="00634A05"/>
    <w:rsid w:val="00635721"/>
    <w:rsid w:val="00637421"/>
    <w:rsid w:val="00637E98"/>
    <w:rsid w:val="00640813"/>
    <w:rsid w:val="00642361"/>
    <w:rsid w:val="006441C6"/>
    <w:rsid w:val="00644B25"/>
    <w:rsid w:val="0064709B"/>
    <w:rsid w:val="00650735"/>
    <w:rsid w:val="0065356B"/>
    <w:rsid w:val="006544CF"/>
    <w:rsid w:val="00654881"/>
    <w:rsid w:val="00655737"/>
    <w:rsid w:val="00664F99"/>
    <w:rsid w:val="0067026E"/>
    <w:rsid w:val="006703DF"/>
    <w:rsid w:val="00673D16"/>
    <w:rsid w:val="0067793C"/>
    <w:rsid w:val="00680C8B"/>
    <w:rsid w:val="006904FE"/>
    <w:rsid w:val="00692CC3"/>
    <w:rsid w:val="006936ED"/>
    <w:rsid w:val="00694A9A"/>
    <w:rsid w:val="00696B98"/>
    <w:rsid w:val="006A0585"/>
    <w:rsid w:val="006A2BE1"/>
    <w:rsid w:val="006A2D51"/>
    <w:rsid w:val="006A7959"/>
    <w:rsid w:val="006A7B13"/>
    <w:rsid w:val="006B0BB0"/>
    <w:rsid w:val="006B2ABC"/>
    <w:rsid w:val="006B3F1F"/>
    <w:rsid w:val="006B3FAC"/>
    <w:rsid w:val="006B40D1"/>
    <w:rsid w:val="006B6841"/>
    <w:rsid w:val="006B6D1F"/>
    <w:rsid w:val="006C0364"/>
    <w:rsid w:val="006C06AD"/>
    <w:rsid w:val="006C4288"/>
    <w:rsid w:val="006C45CB"/>
    <w:rsid w:val="006C49AB"/>
    <w:rsid w:val="006D0026"/>
    <w:rsid w:val="006D4EE1"/>
    <w:rsid w:val="006D61AA"/>
    <w:rsid w:val="006D6363"/>
    <w:rsid w:val="006D716C"/>
    <w:rsid w:val="006E0366"/>
    <w:rsid w:val="006E048F"/>
    <w:rsid w:val="006E1394"/>
    <w:rsid w:val="006E1A98"/>
    <w:rsid w:val="006E362A"/>
    <w:rsid w:val="006E3F80"/>
    <w:rsid w:val="006E5FB9"/>
    <w:rsid w:val="006F0145"/>
    <w:rsid w:val="006F1C28"/>
    <w:rsid w:val="006F37F0"/>
    <w:rsid w:val="006F4262"/>
    <w:rsid w:val="006F656D"/>
    <w:rsid w:val="006F680A"/>
    <w:rsid w:val="006F6F40"/>
    <w:rsid w:val="007027C6"/>
    <w:rsid w:val="00706B96"/>
    <w:rsid w:val="00706DA6"/>
    <w:rsid w:val="007078AA"/>
    <w:rsid w:val="00711DAE"/>
    <w:rsid w:val="007128AD"/>
    <w:rsid w:val="007128C8"/>
    <w:rsid w:val="00714451"/>
    <w:rsid w:val="00714516"/>
    <w:rsid w:val="007154CF"/>
    <w:rsid w:val="00720786"/>
    <w:rsid w:val="0072079A"/>
    <w:rsid w:val="0072162B"/>
    <w:rsid w:val="00722452"/>
    <w:rsid w:val="00723904"/>
    <w:rsid w:val="00723B73"/>
    <w:rsid w:val="00725E59"/>
    <w:rsid w:val="00726785"/>
    <w:rsid w:val="00727856"/>
    <w:rsid w:val="00730F0B"/>
    <w:rsid w:val="00731262"/>
    <w:rsid w:val="00734637"/>
    <w:rsid w:val="007367A5"/>
    <w:rsid w:val="007405AE"/>
    <w:rsid w:val="00740A23"/>
    <w:rsid w:val="00744838"/>
    <w:rsid w:val="00746CF3"/>
    <w:rsid w:val="00751417"/>
    <w:rsid w:val="00756B74"/>
    <w:rsid w:val="007645EE"/>
    <w:rsid w:val="00764906"/>
    <w:rsid w:val="007661D3"/>
    <w:rsid w:val="00770B3E"/>
    <w:rsid w:val="00772C32"/>
    <w:rsid w:val="0077306F"/>
    <w:rsid w:val="00774BEB"/>
    <w:rsid w:val="007809B9"/>
    <w:rsid w:val="00780A7E"/>
    <w:rsid w:val="00783C20"/>
    <w:rsid w:val="007865AF"/>
    <w:rsid w:val="00787C22"/>
    <w:rsid w:val="007A0106"/>
    <w:rsid w:val="007A0400"/>
    <w:rsid w:val="007A0D1F"/>
    <w:rsid w:val="007A23FD"/>
    <w:rsid w:val="007A295A"/>
    <w:rsid w:val="007A3375"/>
    <w:rsid w:val="007A362B"/>
    <w:rsid w:val="007A46B4"/>
    <w:rsid w:val="007A5AC8"/>
    <w:rsid w:val="007B2A98"/>
    <w:rsid w:val="007B5164"/>
    <w:rsid w:val="007B6F78"/>
    <w:rsid w:val="007B73B2"/>
    <w:rsid w:val="007B7A88"/>
    <w:rsid w:val="007B7F2A"/>
    <w:rsid w:val="007C059F"/>
    <w:rsid w:val="007C2A4C"/>
    <w:rsid w:val="007C42A3"/>
    <w:rsid w:val="007C4719"/>
    <w:rsid w:val="007C5BCC"/>
    <w:rsid w:val="007C6DBF"/>
    <w:rsid w:val="007D16C1"/>
    <w:rsid w:val="007D1756"/>
    <w:rsid w:val="007D1857"/>
    <w:rsid w:val="007D2BC1"/>
    <w:rsid w:val="007D41C3"/>
    <w:rsid w:val="007E2A23"/>
    <w:rsid w:val="007E2D8C"/>
    <w:rsid w:val="007E2EF9"/>
    <w:rsid w:val="007E30BA"/>
    <w:rsid w:val="007E4C2B"/>
    <w:rsid w:val="007E5C41"/>
    <w:rsid w:val="007E5C68"/>
    <w:rsid w:val="007E5EA0"/>
    <w:rsid w:val="007E6B18"/>
    <w:rsid w:val="007E7EFB"/>
    <w:rsid w:val="007F0A78"/>
    <w:rsid w:val="007F19B9"/>
    <w:rsid w:val="0080245B"/>
    <w:rsid w:val="0080254C"/>
    <w:rsid w:val="008043C5"/>
    <w:rsid w:val="008068A0"/>
    <w:rsid w:val="00806CEE"/>
    <w:rsid w:val="008104A5"/>
    <w:rsid w:val="008113C4"/>
    <w:rsid w:val="008116BF"/>
    <w:rsid w:val="00813E82"/>
    <w:rsid w:val="00815B54"/>
    <w:rsid w:val="00816116"/>
    <w:rsid w:val="00816AC1"/>
    <w:rsid w:val="00820F2B"/>
    <w:rsid w:val="0082264E"/>
    <w:rsid w:val="00822703"/>
    <w:rsid w:val="00822DDD"/>
    <w:rsid w:val="00825C16"/>
    <w:rsid w:val="00830226"/>
    <w:rsid w:val="0083078C"/>
    <w:rsid w:val="00830CE7"/>
    <w:rsid w:val="00830D42"/>
    <w:rsid w:val="0083150F"/>
    <w:rsid w:val="00832FF6"/>
    <w:rsid w:val="00833E4C"/>
    <w:rsid w:val="00834C71"/>
    <w:rsid w:val="008353F9"/>
    <w:rsid w:val="008378DD"/>
    <w:rsid w:val="008403A6"/>
    <w:rsid w:val="008419B9"/>
    <w:rsid w:val="00842358"/>
    <w:rsid w:val="008430BE"/>
    <w:rsid w:val="008457EC"/>
    <w:rsid w:val="0084612C"/>
    <w:rsid w:val="00846D02"/>
    <w:rsid w:val="00847041"/>
    <w:rsid w:val="0084722F"/>
    <w:rsid w:val="008472DC"/>
    <w:rsid w:val="00851C12"/>
    <w:rsid w:val="008568D4"/>
    <w:rsid w:val="00857A95"/>
    <w:rsid w:val="00861CA2"/>
    <w:rsid w:val="008629A7"/>
    <w:rsid w:val="00863A0F"/>
    <w:rsid w:val="0086601A"/>
    <w:rsid w:val="00866540"/>
    <w:rsid w:val="008674CD"/>
    <w:rsid w:val="008676CD"/>
    <w:rsid w:val="00871575"/>
    <w:rsid w:val="0087360C"/>
    <w:rsid w:val="008750CD"/>
    <w:rsid w:val="0087649E"/>
    <w:rsid w:val="0087753D"/>
    <w:rsid w:val="00882281"/>
    <w:rsid w:val="00882E3F"/>
    <w:rsid w:val="00883B2C"/>
    <w:rsid w:val="00886B53"/>
    <w:rsid w:val="00891B76"/>
    <w:rsid w:val="00893314"/>
    <w:rsid w:val="008955BC"/>
    <w:rsid w:val="008A0440"/>
    <w:rsid w:val="008A5C61"/>
    <w:rsid w:val="008B0473"/>
    <w:rsid w:val="008B1229"/>
    <w:rsid w:val="008B2F87"/>
    <w:rsid w:val="008B436B"/>
    <w:rsid w:val="008B6501"/>
    <w:rsid w:val="008B6DD0"/>
    <w:rsid w:val="008C6AB8"/>
    <w:rsid w:val="008C6B5F"/>
    <w:rsid w:val="008D1432"/>
    <w:rsid w:val="008D212A"/>
    <w:rsid w:val="008D2625"/>
    <w:rsid w:val="008D535C"/>
    <w:rsid w:val="008D597E"/>
    <w:rsid w:val="008D6EC3"/>
    <w:rsid w:val="008D70EF"/>
    <w:rsid w:val="008D7232"/>
    <w:rsid w:val="008D7C2D"/>
    <w:rsid w:val="008D7EF8"/>
    <w:rsid w:val="008E106E"/>
    <w:rsid w:val="008E5BFC"/>
    <w:rsid w:val="008E65C1"/>
    <w:rsid w:val="008E69D8"/>
    <w:rsid w:val="008E7539"/>
    <w:rsid w:val="008F06A6"/>
    <w:rsid w:val="008F3513"/>
    <w:rsid w:val="008F48BC"/>
    <w:rsid w:val="008F5A07"/>
    <w:rsid w:val="008F5D54"/>
    <w:rsid w:val="008F614D"/>
    <w:rsid w:val="008F6388"/>
    <w:rsid w:val="008F6522"/>
    <w:rsid w:val="008F6E3B"/>
    <w:rsid w:val="009006C3"/>
    <w:rsid w:val="009102C2"/>
    <w:rsid w:val="009115A1"/>
    <w:rsid w:val="009115B4"/>
    <w:rsid w:val="0091219D"/>
    <w:rsid w:val="009123DC"/>
    <w:rsid w:val="00913322"/>
    <w:rsid w:val="00913877"/>
    <w:rsid w:val="00914E19"/>
    <w:rsid w:val="00920B60"/>
    <w:rsid w:val="00923D79"/>
    <w:rsid w:val="00924657"/>
    <w:rsid w:val="00924878"/>
    <w:rsid w:val="00924A5D"/>
    <w:rsid w:val="00924F3F"/>
    <w:rsid w:val="00925805"/>
    <w:rsid w:val="009267AE"/>
    <w:rsid w:val="0092776B"/>
    <w:rsid w:val="009279F5"/>
    <w:rsid w:val="009356B3"/>
    <w:rsid w:val="00935C7A"/>
    <w:rsid w:val="00935CE7"/>
    <w:rsid w:val="009362E1"/>
    <w:rsid w:val="00936733"/>
    <w:rsid w:val="009375BF"/>
    <w:rsid w:val="00937AFB"/>
    <w:rsid w:val="00940803"/>
    <w:rsid w:val="00941B5E"/>
    <w:rsid w:val="00941D02"/>
    <w:rsid w:val="00941DB1"/>
    <w:rsid w:val="00942D77"/>
    <w:rsid w:val="0094377B"/>
    <w:rsid w:val="00943ABA"/>
    <w:rsid w:val="00944122"/>
    <w:rsid w:val="009441A2"/>
    <w:rsid w:val="00944A59"/>
    <w:rsid w:val="00947F3B"/>
    <w:rsid w:val="0095424F"/>
    <w:rsid w:val="00956561"/>
    <w:rsid w:val="00957411"/>
    <w:rsid w:val="00961C1C"/>
    <w:rsid w:val="00962E75"/>
    <w:rsid w:val="0096370E"/>
    <w:rsid w:val="00964517"/>
    <w:rsid w:val="00964CCD"/>
    <w:rsid w:val="00964D10"/>
    <w:rsid w:val="00966799"/>
    <w:rsid w:val="00970423"/>
    <w:rsid w:val="00971057"/>
    <w:rsid w:val="00972C87"/>
    <w:rsid w:val="0097305F"/>
    <w:rsid w:val="009739F7"/>
    <w:rsid w:val="00973E33"/>
    <w:rsid w:val="00974C3C"/>
    <w:rsid w:val="00980C63"/>
    <w:rsid w:val="00980F96"/>
    <w:rsid w:val="00982813"/>
    <w:rsid w:val="009849B0"/>
    <w:rsid w:val="00985F2C"/>
    <w:rsid w:val="009861EF"/>
    <w:rsid w:val="009931BB"/>
    <w:rsid w:val="009A0B92"/>
    <w:rsid w:val="009A0BE4"/>
    <w:rsid w:val="009A5940"/>
    <w:rsid w:val="009A5E29"/>
    <w:rsid w:val="009B43DE"/>
    <w:rsid w:val="009B52AE"/>
    <w:rsid w:val="009B5C91"/>
    <w:rsid w:val="009C21AD"/>
    <w:rsid w:val="009C342C"/>
    <w:rsid w:val="009C3E60"/>
    <w:rsid w:val="009C5289"/>
    <w:rsid w:val="009D08FE"/>
    <w:rsid w:val="009D130B"/>
    <w:rsid w:val="009D3671"/>
    <w:rsid w:val="009D3BB4"/>
    <w:rsid w:val="009D5B55"/>
    <w:rsid w:val="009D5E0A"/>
    <w:rsid w:val="009D74F6"/>
    <w:rsid w:val="009D7638"/>
    <w:rsid w:val="009D7902"/>
    <w:rsid w:val="009E0570"/>
    <w:rsid w:val="009E0BE0"/>
    <w:rsid w:val="009E3CA4"/>
    <w:rsid w:val="009E73AA"/>
    <w:rsid w:val="009F1C1E"/>
    <w:rsid w:val="009F2403"/>
    <w:rsid w:val="009F49B2"/>
    <w:rsid w:val="009F513F"/>
    <w:rsid w:val="009F5640"/>
    <w:rsid w:val="009F72E6"/>
    <w:rsid w:val="00A00E78"/>
    <w:rsid w:val="00A01251"/>
    <w:rsid w:val="00A01A66"/>
    <w:rsid w:val="00A06994"/>
    <w:rsid w:val="00A12019"/>
    <w:rsid w:val="00A12128"/>
    <w:rsid w:val="00A1301F"/>
    <w:rsid w:val="00A13481"/>
    <w:rsid w:val="00A16746"/>
    <w:rsid w:val="00A17C0F"/>
    <w:rsid w:val="00A20ECE"/>
    <w:rsid w:val="00A22F3D"/>
    <w:rsid w:val="00A23540"/>
    <w:rsid w:val="00A24896"/>
    <w:rsid w:val="00A252BF"/>
    <w:rsid w:val="00A26AF4"/>
    <w:rsid w:val="00A27062"/>
    <w:rsid w:val="00A2776E"/>
    <w:rsid w:val="00A30687"/>
    <w:rsid w:val="00A31B3B"/>
    <w:rsid w:val="00A320AF"/>
    <w:rsid w:val="00A32DCD"/>
    <w:rsid w:val="00A3746C"/>
    <w:rsid w:val="00A40C1F"/>
    <w:rsid w:val="00A4116B"/>
    <w:rsid w:val="00A43562"/>
    <w:rsid w:val="00A43BC5"/>
    <w:rsid w:val="00A44A2A"/>
    <w:rsid w:val="00A44B97"/>
    <w:rsid w:val="00A44FD9"/>
    <w:rsid w:val="00A45775"/>
    <w:rsid w:val="00A46CA8"/>
    <w:rsid w:val="00A505A9"/>
    <w:rsid w:val="00A515C8"/>
    <w:rsid w:val="00A51DD0"/>
    <w:rsid w:val="00A51FFA"/>
    <w:rsid w:val="00A5342D"/>
    <w:rsid w:val="00A536E9"/>
    <w:rsid w:val="00A562BD"/>
    <w:rsid w:val="00A60DC6"/>
    <w:rsid w:val="00A62160"/>
    <w:rsid w:val="00A62BEE"/>
    <w:rsid w:val="00A64189"/>
    <w:rsid w:val="00A65552"/>
    <w:rsid w:val="00A6562F"/>
    <w:rsid w:val="00A65765"/>
    <w:rsid w:val="00A659ED"/>
    <w:rsid w:val="00A727B0"/>
    <w:rsid w:val="00A73624"/>
    <w:rsid w:val="00A75E74"/>
    <w:rsid w:val="00A77422"/>
    <w:rsid w:val="00A80856"/>
    <w:rsid w:val="00A82DC0"/>
    <w:rsid w:val="00A851D4"/>
    <w:rsid w:val="00A87475"/>
    <w:rsid w:val="00A87A87"/>
    <w:rsid w:val="00A9180C"/>
    <w:rsid w:val="00A949E7"/>
    <w:rsid w:val="00A97CED"/>
    <w:rsid w:val="00A97FA0"/>
    <w:rsid w:val="00AA0BD8"/>
    <w:rsid w:val="00AA199D"/>
    <w:rsid w:val="00AA2476"/>
    <w:rsid w:val="00AA2808"/>
    <w:rsid w:val="00AA2CBA"/>
    <w:rsid w:val="00AA7E72"/>
    <w:rsid w:val="00AB3571"/>
    <w:rsid w:val="00AB3E5C"/>
    <w:rsid w:val="00AB51AF"/>
    <w:rsid w:val="00AB62FF"/>
    <w:rsid w:val="00AC015A"/>
    <w:rsid w:val="00AC0700"/>
    <w:rsid w:val="00AC115A"/>
    <w:rsid w:val="00AC14DE"/>
    <w:rsid w:val="00AC31AF"/>
    <w:rsid w:val="00AC3DA5"/>
    <w:rsid w:val="00AC4148"/>
    <w:rsid w:val="00AC5E7B"/>
    <w:rsid w:val="00AC7292"/>
    <w:rsid w:val="00AC7BC4"/>
    <w:rsid w:val="00AC7D4B"/>
    <w:rsid w:val="00AD0A87"/>
    <w:rsid w:val="00AD2380"/>
    <w:rsid w:val="00AD2B7D"/>
    <w:rsid w:val="00AD45B5"/>
    <w:rsid w:val="00AD65DA"/>
    <w:rsid w:val="00AD6632"/>
    <w:rsid w:val="00AE17B0"/>
    <w:rsid w:val="00AE3E46"/>
    <w:rsid w:val="00AE410D"/>
    <w:rsid w:val="00AE54B3"/>
    <w:rsid w:val="00AF05CB"/>
    <w:rsid w:val="00AF1CA7"/>
    <w:rsid w:val="00AF203D"/>
    <w:rsid w:val="00AF32C1"/>
    <w:rsid w:val="00AF446B"/>
    <w:rsid w:val="00AF4DF1"/>
    <w:rsid w:val="00AF59DA"/>
    <w:rsid w:val="00AF60C7"/>
    <w:rsid w:val="00AF7271"/>
    <w:rsid w:val="00AF774A"/>
    <w:rsid w:val="00B02C4A"/>
    <w:rsid w:val="00B03502"/>
    <w:rsid w:val="00B0394E"/>
    <w:rsid w:val="00B043B6"/>
    <w:rsid w:val="00B10BCC"/>
    <w:rsid w:val="00B110B1"/>
    <w:rsid w:val="00B11C52"/>
    <w:rsid w:val="00B12523"/>
    <w:rsid w:val="00B15FD9"/>
    <w:rsid w:val="00B22E9C"/>
    <w:rsid w:val="00B22F7A"/>
    <w:rsid w:val="00B23654"/>
    <w:rsid w:val="00B236BE"/>
    <w:rsid w:val="00B24B9B"/>
    <w:rsid w:val="00B25458"/>
    <w:rsid w:val="00B25A4B"/>
    <w:rsid w:val="00B260F0"/>
    <w:rsid w:val="00B274E6"/>
    <w:rsid w:val="00B3013A"/>
    <w:rsid w:val="00B31F64"/>
    <w:rsid w:val="00B32C0A"/>
    <w:rsid w:val="00B352F5"/>
    <w:rsid w:val="00B35965"/>
    <w:rsid w:val="00B37FD0"/>
    <w:rsid w:val="00B41D0F"/>
    <w:rsid w:val="00B44DDF"/>
    <w:rsid w:val="00B450D6"/>
    <w:rsid w:val="00B470CB"/>
    <w:rsid w:val="00B470D1"/>
    <w:rsid w:val="00B4792E"/>
    <w:rsid w:val="00B501D9"/>
    <w:rsid w:val="00B5052A"/>
    <w:rsid w:val="00B5141C"/>
    <w:rsid w:val="00B51DED"/>
    <w:rsid w:val="00B54440"/>
    <w:rsid w:val="00B5522B"/>
    <w:rsid w:val="00B55885"/>
    <w:rsid w:val="00B569B0"/>
    <w:rsid w:val="00B603DB"/>
    <w:rsid w:val="00B60651"/>
    <w:rsid w:val="00B7446A"/>
    <w:rsid w:val="00B76252"/>
    <w:rsid w:val="00B7629D"/>
    <w:rsid w:val="00B7641D"/>
    <w:rsid w:val="00B8309E"/>
    <w:rsid w:val="00B85591"/>
    <w:rsid w:val="00B86145"/>
    <w:rsid w:val="00B863C6"/>
    <w:rsid w:val="00B87B67"/>
    <w:rsid w:val="00B943BA"/>
    <w:rsid w:val="00B95099"/>
    <w:rsid w:val="00B96062"/>
    <w:rsid w:val="00B96DF3"/>
    <w:rsid w:val="00B974B7"/>
    <w:rsid w:val="00BA0492"/>
    <w:rsid w:val="00BA0687"/>
    <w:rsid w:val="00BA082D"/>
    <w:rsid w:val="00BA2102"/>
    <w:rsid w:val="00BA4F38"/>
    <w:rsid w:val="00BA53E9"/>
    <w:rsid w:val="00BA6285"/>
    <w:rsid w:val="00BB0BFB"/>
    <w:rsid w:val="00BB23D4"/>
    <w:rsid w:val="00BB28C9"/>
    <w:rsid w:val="00BB30CA"/>
    <w:rsid w:val="00BB3AB4"/>
    <w:rsid w:val="00BB3CF9"/>
    <w:rsid w:val="00BC0D60"/>
    <w:rsid w:val="00BC5049"/>
    <w:rsid w:val="00BC69B7"/>
    <w:rsid w:val="00BD554C"/>
    <w:rsid w:val="00BD7E75"/>
    <w:rsid w:val="00BE2887"/>
    <w:rsid w:val="00BE3389"/>
    <w:rsid w:val="00BE3DFC"/>
    <w:rsid w:val="00BE7CE2"/>
    <w:rsid w:val="00BE7FFD"/>
    <w:rsid w:val="00BF24A6"/>
    <w:rsid w:val="00BF3F1D"/>
    <w:rsid w:val="00BF4DBF"/>
    <w:rsid w:val="00BF503E"/>
    <w:rsid w:val="00BF60BA"/>
    <w:rsid w:val="00C005F4"/>
    <w:rsid w:val="00C01AF2"/>
    <w:rsid w:val="00C03666"/>
    <w:rsid w:val="00C036B4"/>
    <w:rsid w:val="00C0441D"/>
    <w:rsid w:val="00C04447"/>
    <w:rsid w:val="00C0484F"/>
    <w:rsid w:val="00C0718A"/>
    <w:rsid w:val="00C0739E"/>
    <w:rsid w:val="00C07588"/>
    <w:rsid w:val="00C12A66"/>
    <w:rsid w:val="00C1364E"/>
    <w:rsid w:val="00C13EAF"/>
    <w:rsid w:val="00C14554"/>
    <w:rsid w:val="00C21FDD"/>
    <w:rsid w:val="00C23F9C"/>
    <w:rsid w:val="00C240A3"/>
    <w:rsid w:val="00C24E65"/>
    <w:rsid w:val="00C269AE"/>
    <w:rsid w:val="00C26F51"/>
    <w:rsid w:val="00C278CC"/>
    <w:rsid w:val="00C30AAF"/>
    <w:rsid w:val="00C30EAD"/>
    <w:rsid w:val="00C31CA2"/>
    <w:rsid w:val="00C3225D"/>
    <w:rsid w:val="00C34BC6"/>
    <w:rsid w:val="00C35E7B"/>
    <w:rsid w:val="00C3657C"/>
    <w:rsid w:val="00C3735D"/>
    <w:rsid w:val="00C41D23"/>
    <w:rsid w:val="00C422AF"/>
    <w:rsid w:val="00C43B69"/>
    <w:rsid w:val="00C4576D"/>
    <w:rsid w:val="00C458B9"/>
    <w:rsid w:val="00C467EA"/>
    <w:rsid w:val="00C47CAE"/>
    <w:rsid w:val="00C51C66"/>
    <w:rsid w:val="00C53711"/>
    <w:rsid w:val="00C6057D"/>
    <w:rsid w:val="00C60A5C"/>
    <w:rsid w:val="00C647EB"/>
    <w:rsid w:val="00C6537F"/>
    <w:rsid w:val="00C661B8"/>
    <w:rsid w:val="00C74FAC"/>
    <w:rsid w:val="00C766ED"/>
    <w:rsid w:val="00C81BFB"/>
    <w:rsid w:val="00C83509"/>
    <w:rsid w:val="00C84435"/>
    <w:rsid w:val="00C85821"/>
    <w:rsid w:val="00C85B12"/>
    <w:rsid w:val="00C85DC4"/>
    <w:rsid w:val="00C93928"/>
    <w:rsid w:val="00C944D8"/>
    <w:rsid w:val="00C948E6"/>
    <w:rsid w:val="00C97FA0"/>
    <w:rsid w:val="00CA053C"/>
    <w:rsid w:val="00CA68FF"/>
    <w:rsid w:val="00CA6FD3"/>
    <w:rsid w:val="00CA726E"/>
    <w:rsid w:val="00CB1531"/>
    <w:rsid w:val="00CB1BD0"/>
    <w:rsid w:val="00CC2EB8"/>
    <w:rsid w:val="00CC432B"/>
    <w:rsid w:val="00CC6B6E"/>
    <w:rsid w:val="00CD0285"/>
    <w:rsid w:val="00CD1622"/>
    <w:rsid w:val="00CD1803"/>
    <w:rsid w:val="00CD1AC9"/>
    <w:rsid w:val="00CD2935"/>
    <w:rsid w:val="00CD2ABC"/>
    <w:rsid w:val="00CD3EF4"/>
    <w:rsid w:val="00CD464C"/>
    <w:rsid w:val="00CD48EB"/>
    <w:rsid w:val="00CD4D54"/>
    <w:rsid w:val="00CE29A9"/>
    <w:rsid w:val="00CE3F0D"/>
    <w:rsid w:val="00CE456A"/>
    <w:rsid w:val="00CE5175"/>
    <w:rsid w:val="00CE547A"/>
    <w:rsid w:val="00CE60C6"/>
    <w:rsid w:val="00CE694E"/>
    <w:rsid w:val="00CE7AA4"/>
    <w:rsid w:val="00CF4FE5"/>
    <w:rsid w:val="00CF63D1"/>
    <w:rsid w:val="00CF75D7"/>
    <w:rsid w:val="00D0312D"/>
    <w:rsid w:val="00D03896"/>
    <w:rsid w:val="00D038D2"/>
    <w:rsid w:val="00D06F59"/>
    <w:rsid w:val="00D07945"/>
    <w:rsid w:val="00D109D5"/>
    <w:rsid w:val="00D1317B"/>
    <w:rsid w:val="00D14A00"/>
    <w:rsid w:val="00D14EE6"/>
    <w:rsid w:val="00D1582B"/>
    <w:rsid w:val="00D1675A"/>
    <w:rsid w:val="00D173DD"/>
    <w:rsid w:val="00D200E9"/>
    <w:rsid w:val="00D22CE4"/>
    <w:rsid w:val="00D25CF2"/>
    <w:rsid w:val="00D26F13"/>
    <w:rsid w:val="00D30563"/>
    <w:rsid w:val="00D316D4"/>
    <w:rsid w:val="00D33FC2"/>
    <w:rsid w:val="00D368D9"/>
    <w:rsid w:val="00D379E0"/>
    <w:rsid w:val="00D37DDD"/>
    <w:rsid w:val="00D40D38"/>
    <w:rsid w:val="00D41001"/>
    <w:rsid w:val="00D4612D"/>
    <w:rsid w:val="00D47146"/>
    <w:rsid w:val="00D50631"/>
    <w:rsid w:val="00D527F3"/>
    <w:rsid w:val="00D528AD"/>
    <w:rsid w:val="00D52F2C"/>
    <w:rsid w:val="00D5435E"/>
    <w:rsid w:val="00D548A5"/>
    <w:rsid w:val="00D617F1"/>
    <w:rsid w:val="00D63382"/>
    <w:rsid w:val="00D65093"/>
    <w:rsid w:val="00D66F70"/>
    <w:rsid w:val="00D67015"/>
    <w:rsid w:val="00D7065D"/>
    <w:rsid w:val="00D71902"/>
    <w:rsid w:val="00D73152"/>
    <w:rsid w:val="00D73DDA"/>
    <w:rsid w:val="00D75FF6"/>
    <w:rsid w:val="00D77BAC"/>
    <w:rsid w:val="00D81694"/>
    <w:rsid w:val="00D82A5F"/>
    <w:rsid w:val="00D846BB"/>
    <w:rsid w:val="00D847A9"/>
    <w:rsid w:val="00D87168"/>
    <w:rsid w:val="00D87B8D"/>
    <w:rsid w:val="00D90768"/>
    <w:rsid w:val="00D91AB0"/>
    <w:rsid w:val="00D920D9"/>
    <w:rsid w:val="00D9527C"/>
    <w:rsid w:val="00D972F4"/>
    <w:rsid w:val="00DA0654"/>
    <w:rsid w:val="00DA16ED"/>
    <w:rsid w:val="00DA1833"/>
    <w:rsid w:val="00DA3114"/>
    <w:rsid w:val="00DA34C2"/>
    <w:rsid w:val="00DA4E82"/>
    <w:rsid w:val="00DA5497"/>
    <w:rsid w:val="00DA600B"/>
    <w:rsid w:val="00DA7004"/>
    <w:rsid w:val="00DA764E"/>
    <w:rsid w:val="00DB207D"/>
    <w:rsid w:val="00DB3D90"/>
    <w:rsid w:val="00DB6538"/>
    <w:rsid w:val="00DC0AD6"/>
    <w:rsid w:val="00DC0E86"/>
    <w:rsid w:val="00DC1D95"/>
    <w:rsid w:val="00DC24CB"/>
    <w:rsid w:val="00DC6E3F"/>
    <w:rsid w:val="00DD02B6"/>
    <w:rsid w:val="00DD25A3"/>
    <w:rsid w:val="00DD2DF6"/>
    <w:rsid w:val="00DD54D5"/>
    <w:rsid w:val="00DD5553"/>
    <w:rsid w:val="00DD55AE"/>
    <w:rsid w:val="00DD5FB4"/>
    <w:rsid w:val="00DD60E2"/>
    <w:rsid w:val="00DD65DD"/>
    <w:rsid w:val="00DE5160"/>
    <w:rsid w:val="00DE5263"/>
    <w:rsid w:val="00DE53A0"/>
    <w:rsid w:val="00DE6719"/>
    <w:rsid w:val="00DF1399"/>
    <w:rsid w:val="00DF142E"/>
    <w:rsid w:val="00DF16ED"/>
    <w:rsid w:val="00DF2B0E"/>
    <w:rsid w:val="00DF2CEA"/>
    <w:rsid w:val="00DF3039"/>
    <w:rsid w:val="00DF33E5"/>
    <w:rsid w:val="00DF39EE"/>
    <w:rsid w:val="00DF3EB2"/>
    <w:rsid w:val="00DF404E"/>
    <w:rsid w:val="00DF4FD7"/>
    <w:rsid w:val="00DF6C83"/>
    <w:rsid w:val="00E041BA"/>
    <w:rsid w:val="00E051AD"/>
    <w:rsid w:val="00E06501"/>
    <w:rsid w:val="00E068D1"/>
    <w:rsid w:val="00E07176"/>
    <w:rsid w:val="00E10C88"/>
    <w:rsid w:val="00E11971"/>
    <w:rsid w:val="00E11FA4"/>
    <w:rsid w:val="00E147C1"/>
    <w:rsid w:val="00E20713"/>
    <w:rsid w:val="00E213B5"/>
    <w:rsid w:val="00E2144E"/>
    <w:rsid w:val="00E254AE"/>
    <w:rsid w:val="00E254DB"/>
    <w:rsid w:val="00E25BA6"/>
    <w:rsid w:val="00E3044E"/>
    <w:rsid w:val="00E306DC"/>
    <w:rsid w:val="00E31812"/>
    <w:rsid w:val="00E31D81"/>
    <w:rsid w:val="00E31F8B"/>
    <w:rsid w:val="00E413D4"/>
    <w:rsid w:val="00E4148B"/>
    <w:rsid w:val="00E41560"/>
    <w:rsid w:val="00E46C61"/>
    <w:rsid w:val="00E47AEF"/>
    <w:rsid w:val="00E506BF"/>
    <w:rsid w:val="00E515B7"/>
    <w:rsid w:val="00E53816"/>
    <w:rsid w:val="00E55C37"/>
    <w:rsid w:val="00E56B23"/>
    <w:rsid w:val="00E60C76"/>
    <w:rsid w:val="00E64A82"/>
    <w:rsid w:val="00E652EE"/>
    <w:rsid w:val="00E66607"/>
    <w:rsid w:val="00E66B3A"/>
    <w:rsid w:val="00E6734A"/>
    <w:rsid w:val="00E713CE"/>
    <w:rsid w:val="00E80374"/>
    <w:rsid w:val="00E80D2A"/>
    <w:rsid w:val="00E83483"/>
    <w:rsid w:val="00E84850"/>
    <w:rsid w:val="00E8714D"/>
    <w:rsid w:val="00E928C3"/>
    <w:rsid w:val="00E932BA"/>
    <w:rsid w:val="00E945EE"/>
    <w:rsid w:val="00E949EA"/>
    <w:rsid w:val="00EA381F"/>
    <w:rsid w:val="00EA50AA"/>
    <w:rsid w:val="00EA59F9"/>
    <w:rsid w:val="00EB0515"/>
    <w:rsid w:val="00EB0ED0"/>
    <w:rsid w:val="00EB23AF"/>
    <w:rsid w:val="00EB42C9"/>
    <w:rsid w:val="00EB4660"/>
    <w:rsid w:val="00EB5602"/>
    <w:rsid w:val="00EB69C4"/>
    <w:rsid w:val="00EC1506"/>
    <w:rsid w:val="00EC3629"/>
    <w:rsid w:val="00EC3B51"/>
    <w:rsid w:val="00EC4425"/>
    <w:rsid w:val="00EC59A6"/>
    <w:rsid w:val="00EC5C7D"/>
    <w:rsid w:val="00EC5CF5"/>
    <w:rsid w:val="00EC5D35"/>
    <w:rsid w:val="00ED00E7"/>
    <w:rsid w:val="00ED065D"/>
    <w:rsid w:val="00ED116D"/>
    <w:rsid w:val="00ED1EDC"/>
    <w:rsid w:val="00ED2B55"/>
    <w:rsid w:val="00ED3A72"/>
    <w:rsid w:val="00ED7D84"/>
    <w:rsid w:val="00EE1D8D"/>
    <w:rsid w:val="00EE7ED8"/>
    <w:rsid w:val="00EF0ABB"/>
    <w:rsid w:val="00EF0DCD"/>
    <w:rsid w:val="00EF0DF6"/>
    <w:rsid w:val="00EF19EF"/>
    <w:rsid w:val="00EF4195"/>
    <w:rsid w:val="00EF63E4"/>
    <w:rsid w:val="00EF7F80"/>
    <w:rsid w:val="00F01358"/>
    <w:rsid w:val="00F021CB"/>
    <w:rsid w:val="00F045E1"/>
    <w:rsid w:val="00F055A8"/>
    <w:rsid w:val="00F05688"/>
    <w:rsid w:val="00F108E9"/>
    <w:rsid w:val="00F121D6"/>
    <w:rsid w:val="00F129B8"/>
    <w:rsid w:val="00F16BEF"/>
    <w:rsid w:val="00F205DE"/>
    <w:rsid w:val="00F208D5"/>
    <w:rsid w:val="00F229A1"/>
    <w:rsid w:val="00F268D2"/>
    <w:rsid w:val="00F315D3"/>
    <w:rsid w:val="00F32297"/>
    <w:rsid w:val="00F322BC"/>
    <w:rsid w:val="00F3295C"/>
    <w:rsid w:val="00F32C7A"/>
    <w:rsid w:val="00F36E4C"/>
    <w:rsid w:val="00F370BD"/>
    <w:rsid w:val="00F400CD"/>
    <w:rsid w:val="00F40D7E"/>
    <w:rsid w:val="00F41AF5"/>
    <w:rsid w:val="00F41F87"/>
    <w:rsid w:val="00F42755"/>
    <w:rsid w:val="00F431BB"/>
    <w:rsid w:val="00F43B6C"/>
    <w:rsid w:val="00F45E15"/>
    <w:rsid w:val="00F50BEF"/>
    <w:rsid w:val="00F5170A"/>
    <w:rsid w:val="00F51F96"/>
    <w:rsid w:val="00F523BA"/>
    <w:rsid w:val="00F52E22"/>
    <w:rsid w:val="00F539C7"/>
    <w:rsid w:val="00F53D50"/>
    <w:rsid w:val="00F53DC3"/>
    <w:rsid w:val="00F55BF5"/>
    <w:rsid w:val="00F5707A"/>
    <w:rsid w:val="00F57A3B"/>
    <w:rsid w:val="00F57D3B"/>
    <w:rsid w:val="00F605FA"/>
    <w:rsid w:val="00F6490C"/>
    <w:rsid w:val="00F65B65"/>
    <w:rsid w:val="00F66BD3"/>
    <w:rsid w:val="00F66F41"/>
    <w:rsid w:val="00F710F4"/>
    <w:rsid w:val="00F717B9"/>
    <w:rsid w:val="00F7215E"/>
    <w:rsid w:val="00F7411C"/>
    <w:rsid w:val="00F76970"/>
    <w:rsid w:val="00F77B14"/>
    <w:rsid w:val="00F77DF4"/>
    <w:rsid w:val="00F803AB"/>
    <w:rsid w:val="00F80C38"/>
    <w:rsid w:val="00F82340"/>
    <w:rsid w:val="00F8286D"/>
    <w:rsid w:val="00F82FF7"/>
    <w:rsid w:val="00F84F71"/>
    <w:rsid w:val="00F86052"/>
    <w:rsid w:val="00F87ABB"/>
    <w:rsid w:val="00F9023D"/>
    <w:rsid w:val="00F9125E"/>
    <w:rsid w:val="00F919B1"/>
    <w:rsid w:val="00F9297F"/>
    <w:rsid w:val="00F963A5"/>
    <w:rsid w:val="00F96B1B"/>
    <w:rsid w:val="00FA0084"/>
    <w:rsid w:val="00FA0C1E"/>
    <w:rsid w:val="00FA0D4F"/>
    <w:rsid w:val="00FA183C"/>
    <w:rsid w:val="00FA1D06"/>
    <w:rsid w:val="00FA20B6"/>
    <w:rsid w:val="00FA2D15"/>
    <w:rsid w:val="00FA4676"/>
    <w:rsid w:val="00FB31E1"/>
    <w:rsid w:val="00FB4E65"/>
    <w:rsid w:val="00FB4F50"/>
    <w:rsid w:val="00FB5952"/>
    <w:rsid w:val="00FB5E93"/>
    <w:rsid w:val="00FC2244"/>
    <w:rsid w:val="00FC318C"/>
    <w:rsid w:val="00FC405A"/>
    <w:rsid w:val="00FC4E13"/>
    <w:rsid w:val="00FC4E66"/>
    <w:rsid w:val="00FC4E89"/>
    <w:rsid w:val="00FD2F78"/>
    <w:rsid w:val="00FD3C8C"/>
    <w:rsid w:val="00FD6DBA"/>
    <w:rsid w:val="00FE020F"/>
    <w:rsid w:val="00FE189F"/>
    <w:rsid w:val="00FE1DD7"/>
    <w:rsid w:val="00FE2ACC"/>
    <w:rsid w:val="00FE527B"/>
    <w:rsid w:val="00FE5FD4"/>
    <w:rsid w:val="00FF3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f" fillcolor="white">
      <v:fill color="white" on="f"/>
      <v:stroke weight=".5pt"/>
    </o:shapedefaults>
    <o:shapelayout v:ext="edit">
      <o:idmap v:ext="edit" data="1,3,4"/>
    </o:shapelayout>
  </w:shapeDefaults>
  <w:decimalSymbol w:val="."/>
  <w:listSeparator w:val=","/>
  <w14:docId w14:val="595785ED"/>
  <w15:chartTrackingRefBased/>
  <w15:docId w15:val="{328285F8-AE2A-443E-A453-DD845049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E7B"/>
    <w:pPr>
      <w:widowControl w:val="0"/>
      <w:jc w:val="both"/>
    </w:pPr>
    <w:rPr>
      <w:kern w:val="2"/>
      <w:sz w:val="21"/>
      <w:szCs w:val="24"/>
    </w:rPr>
  </w:style>
  <w:style w:type="paragraph" w:styleId="2">
    <w:name w:val="heading 2"/>
    <w:basedOn w:val="a"/>
    <w:next w:val="a"/>
    <w:qFormat/>
    <w:rsid w:val="00120F05"/>
    <w:pPr>
      <w:keepNext/>
      <w:outlineLvl w:val="1"/>
    </w:pPr>
    <w:rPr>
      <w:rFonts w:ascii="Arial" w:eastAsia="ＭＳ ゴシック"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semiHidden/>
    <w:pPr>
      <w:widowControl w:val="0"/>
      <w:wordWrap w:val="0"/>
      <w:autoSpaceDE w:val="0"/>
      <w:autoSpaceDN w:val="0"/>
      <w:adjustRightInd w:val="0"/>
      <w:spacing w:line="236" w:lineRule="exact"/>
      <w:jc w:val="both"/>
    </w:pPr>
    <w:rPr>
      <w:rFonts w:cs="ＭＳ 明朝"/>
      <w:spacing w:val="9"/>
      <w:sz w:val="21"/>
      <w:szCs w:val="21"/>
    </w:rPr>
  </w:style>
  <w:style w:type="paragraph" w:customStyle="1" w:styleId="a4">
    <w:name w:val="一太郎８/９"/>
    <w:semiHidden/>
    <w:pPr>
      <w:widowControl w:val="0"/>
      <w:wordWrap w:val="0"/>
      <w:autoSpaceDE w:val="0"/>
      <w:autoSpaceDN w:val="0"/>
      <w:adjustRightInd w:val="0"/>
      <w:spacing w:line="313" w:lineRule="atLeast"/>
      <w:jc w:val="both"/>
    </w:pPr>
    <w:rPr>
      <w:rFonts w:ascii="ＭＳ 明朝"/>
      <w:spacing w:val="-3"/>
      <w:sz w:val="21"/>
      <w:szCs w:val="21"/>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ody Text"/>
    <w:basedOn w:val="a"/>
    <w:link w:val="a9"/>
    <w:rPr>
      <w:sz w:val="18"/>
    </w:rPr>
  </w:style>
  <w:style w:type="paragraph" w:customStyle="1" w:styleId="1">
    <w:name w:val="スタイル1"/>
    <w:basedOn w:val="a"/>
    <w:rsid w:val="00120F05"/>
    <w:pPr>
      <w:jc w:val="center"/>
    </w:pPr>
    <w:rPr>
      <w:spacing w:val="210"/>
      <w:kern w:val="0"/>
      <w:sz w:val="36"/>
      <w:szCs w:val="36"/>
      <w:fitText w:val="5040" w:id="-324872448"/>
    </w:rPr>
  </w:style>
  <w:style w:type="paragraph" w:customStyle="1" w:styleId="20">
    <w:name w:val="スタイル2"/>
    <w:basedOn w:val="a"/>
    <w:rsid w:val="00120F05"/>
    <w:pPr>
      <w:jc w:val="center"/>
    </w:pPr>
    <w:rPr>
      <w:spacing w:val="210"/>
      <w:kern w:val="0"/>
      <w:sz w:val="36"/>
      <w:szCs w:val="36"/>
      <w:fitText w:val="5040" w:id="-324872448"/>
    </w:rPr>
  </w:style>
  <w:style w:type="paragraph" w:customStyle="1" w:styleId="aa">
    <w:name w:val="タイトル１"/>
    <w:basedOn w:val="a"/>
    <w:rsid w:val="00120F05"/>
    <w:pPr>
      <w:jc w:val="center"/>
    </w:pPr>
    <w:rPr>
      <w:spacing w:val="210"/>
      <w:kern w:val="0"/>
      <w:sz w:val="36"/>
      <w:szCs w:val="36"/>
      <w:fitText w:val="5040" w:id="-324872448"/>
    </w:rPr>
  </w:style>
  <w:style w:type="paragraph" w:customStyle="1" w:styleId="3">
    <w:name w:val="スタイル3"/>
    <w:basedOn w:val="a"/>
    <w:rsid w:val="00120F05"/>
    <w:pPr>
      <w:jc w:val="center"/>
    </w:pPr>
    <w:rPr>
      <w:spacing w:val="210"/>
      <w:kern w:val="0"/>
      <w:sz w:val="36"/>
      <w:szCs w:val="36"/>
      <w:fitText w:val="5040" w:id="-324872448"/>
    </w:rPr>
  </w:style>
  <w:style w:type="paragraph" w:customStyle="1" w:styleId="4">
    <w:name w:val="スタイル4"/>
    <w:basedOn w:val="a"/>
    <w:rsid w:val="00187102"/>
    <w:rPr>
      <w:sz w:val="28"/>
      <w:szCs w:val="28"/>
    </w:rPr>
  </w:style>
  <w:style w:type="paragraph" w:customStyle="1" w:styleId="5">
    <w:name w:val="スタイル5"/>
    <w:basedOn w:val="a"/>
    <w:rsid w:val="00187102"/>
  </w:style>
  <w:style w:type="paragraph" w:customStyle="1" w:styleId="6">
    <w:name w:val="スタイル6"/>
    <w:basedOn w:val="a"/>
    <w:rsid w:val="001C4F61"/>
    <w:pPr>
      <w:framePr w:hSpace="142" w:wrap="around" w:vAnchor="text" w:hAnchor="margin" w:y="459"/>
      <w:suppressOverlap/>
    </w:pPr>
    <w:rPr>
      <w:spacing w:val="-20"/>
      <w:sz w:val="20"/>
      <w:szCs w:val="20"/>
    </w:rPr>
  </w:style>
  <w:style w:type="paragraph" w:customStyle="1" w:styleId="7">
    <w:name w:val="スタイル7"/>
    <w:basedOn w:val="a"/>
    <w:rsid w:val="00D37DDD"/>
    <w:pPr>
      <w:spacing w:line="320" w:lineRule="exact"/>
    </w:pPr>
    <w:rPr>
      <w:sz w:val="20"/>
      <w:szCs w:val="20"/>
    </w:rPr>
  </w:style>
  <w:style w:type="paragraph" w:customStyle="1" w:styleId="8">
    <w:name w:val="スタイル8"/>
    <w:basedOn w:val="a"/>
    <w:link w:val="8Char"/>
    <w:rsid w:val="000B4FF2"/>
    <w:pPr>
      <w:jc w:val="center"/>
    </w:pPr>
    <w:rPr>
      <w:spacing w:val="20"/>
      <w:w w:val="200"/>
      <w:sz w:val="16"/>
      <w:szCs w:val="16"/>
    </w:rPr>
  </w:style>
  <w:style w:type="table" w:styleId="ab">
    <w:name w:val="Table Grid"/>
    <w:basedOn w:val="a1"/>
    <w:rsid w:val="008955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スタイル9"/>
    <w:basedOn w:val="a"/>
    <w:rsid w:val="00635721"/>
    <w:rPr>
      <w:sz w:val="18"/>
      <w:szCs w:val="18"/>
    </w:rPr>
  </w:style>
  <w:style w:type="paragraph" w:customStyle="1" w:styleId="10">
    <w:name w:val="スタイル10"/>
    <w:basedOn w:val="a"/>
    <w:rsid w:val="00635721"/>
    <w:pPr>
      <w:spacing w:line="280" w:lineRule="exact"/>
    </w:pPr>
    <w:rPr>
      <w:sz w:val="18"/>
      <w:szCs w:val="18"/>
    </w:rPr>
  </w:style>
  <w:style w:type="paragraph" w:styleId="ac">
    <w:name w:val="Document Map"/>
    <w:basedOn w:val="a"/>
    <w:semiHidden/>
    <w:rsid w:val="003A1C2D"/>
    <w:pPr>
      <w:shd w:val="clear" w:color="auto" w:fill="000080"/>
    </w:pPr>
    <w:rPr>
      <w:rFonts w:ascii="Arial" w:eastAsia="ＭＳ ゴシック" w:hAnsi="Arial"/>
    </w:rPr>
  </w:style>
  <w:style w:type="paragraph" w:customStyle="1" w:styleId="11">
    <w:name w:val="スタイル11"/>
    <w:basedOn w:val="10"/>
    <w:rsid w:val="00AD2B7D"/>
    <w:pPr>
      <w:spacing w:line="380" w:lineRule="exact"/>
    </w:pPr>
    <w:rPr>
      <w:sz w:val="21"/>
      <w:szCs w:val="21"/>
    </w:rPr>
  </w:style>
  <w:style w:type="character" w:customStyle="1" w:styleId="8Char">
    <w:name w:val="スタイル8 Char"/>
    <w:link w:val="8"/>
    <w:rsid w:val="00B22F7A"/>
    <w:rPr>
      <w:rFonts w:ascii="Century" w:eastAsia="ＭＳ 明朝" w:hAnsi="Century"/>
      <w:spacing w:val="20"/>
      <w:w w:val="200"/>
      <w:kern w:val="2"/>
      <w:sz w:val="16"/>
      <w:szCs w:val="16"/>
      <w:lang w:val="en-US" w:eastAsia="ja-JP" w:bidi="ar-SA"/>
    </w:rPr>
  </w:style>
  <w:style w:type="character" w:customStyle="1" w:styleId="a9">
    <w:name w:val="本文 (文字)"/>
    <w:link w:val="a8"/>
    <w:rsid w:val="00E06501"/>
    <w:rPr>
      <w:kern w:val="2"/>
      <w:sz w:val="18"/>
      <w:szCs w:val="24"/>
    </w:rPr>
  </w:style>
  <w:style w:type="paragraph" w:styleId="ad">
    <w:name w:val="Date"/>
    <w:basedOn w:val="a"/>
    <w:next w:val="a"/>
    <w:rsid w:val="00DA7004"/>
  </w:style>
  <w:style w:type="character" w:styleId="ae">
    <w:name w:val="Hyperlink"/>
    <w:rsid w:val="00ED00E7"/>
    <w:rPr>
      <w:color w:val="0000FF"/>
      <w:u w:val="single"/>
    </w:rPr>
  </w:style>
  <w:style w:type="paragraph" w:styleId="af">
    <w:name w:val="Balloon Text"/>
    <w:basedOn w:val="a"/>
    <w:link w:val="af0"/>
    <w:uiPriority w:val="99"/>
    <w:semiHidden/>
    <w:unhideWhenUsed/>
    <w:rsid w:val="00B7641D"/>
    <w:rPr>
      <w:rFonts w:ascii="Arial" w:eastAsia="ＭＳ ゴシック" w:hAnsi="Arial"/>
      <w:sz w:val="18"/>
      <w:szCs w:val="18"/>
    </w:rPr>
  </w:style>
  <w:style w:type="character" w:customStyle="1" w:styleId="af0">
    <w:name w:val="吹き出し (文字)"/>
    <w:link w:val="af"/>
    <w:uiPriority w:val="99"/>
    <w:semiHidden/>
    <w:rsid w:val="00B7641D"/>
    <w:rPr>
      <w:rFonts w:ascii="Arial" w:eastAsia="ＭＳ ゴシック" w:hAnsi="Arial" w:cs="Times New Roman"/>
      <w:kern w:val="2"/>
      <w:sz w:val="18"/>
      <w:szCs w:val="18"/>
    </w:rPr>
  </w:style>
  <w:style w:type="character" w:styleId="af1">
    <w:name w:val="FollowedHyperlink"/>
    <w:uiPriority w:val="99"/>
    <w:semiHidden/>
    <w:unhideWhenUsed/>
    <w:rsid w:val="00BC69B7"/>
    <w:rPr>
      <w:color w:val="800080"/>
      <w:u w:val="single"/>
    </w:rPr>
  </w:style>
  <w:style w:type="paragraph" w:customStyle="1" w:styleId="Default">
    <w:name w:val="Default"/>
    <w:rsid w:val="00947F3B"/>
    <w:pPr>
      <w:widowControl w:val="0"/>
      <w:autoSpaceDE w:val="0"/>
      <w:autoSpaceDN w:val="0"/>
      <w:adjustRightInd w:val="0"/>
    </w:pPr>
    <w:rPr>
      <w:rFonts w:ascii="ＭＳ 明朝" w:cs="ＭＳ 明朝"/>
      <w:color w:val="000000"/>
      <w:sz w:val="24"/>
      <w:szCs w:val="24"/>
    </w:rPr>
  </w:style>
  <w:style w:type="table" w:customStyle="1" w:styleId="12">
    <w:name w:val="表 (格子)1"/>
    <w:basedOn w:val="a1"/>
    <w:next w:val="ab"/>
    <w:rsid w:val="009121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092647">
      <w:bodyDiv w:val="1"/>
      <w:marLeft w:val="0"/>
      <w:marRight w:val="0"/>
      <w:marTop w:val="0"/>
      <w:marBottom w:val="0"/>
      <w:divBdr>
        <w:top w:val="none" w:sz="0" w:space="0" w:color="auto"/>
        <w:left w:val="none" w:sz="0" w:space="0" w:color="auto"/>
        <w:bottom w:val="none" w:sz="0" w:space="0" w:color="auto"/>
        <w:right w:val="none" w:sz="0" w:space="0" w:color="auto"/>
      </w:divBdr>
      <w:divsChild>
        <w:div w:id="1213157941">
          <w:marLeft w:val="0"/>
          <w:marRight w:val="0"/>
          <w:marTop w:val="150"/>
          <w:marBottom w:val="300"/>
          <w:divBdr>
            <w:top w:val="none" w:sz="0" w:space="0" w:color="auto"/>
            <w:left w:val="none" w:sz="0" w:space="0" w:color="auto"/>
            <w:bottom w:val="none" w:sz="0" w:space="0" w:color="auto"/>
            <w:right w:val="none" w:sz="0" w:space="0" w:color="auto"/>
          </w:divBdr>
          <w:divsChild>
            <w:div w:id="724063620">
              <w:marLeft w:val="0"/>
              <w:marRight w:val="0"/>
              <w:marTop w:val="0"/>
              <w:marBottom w:val="0"/>
              <w:divBdr>
                <w:top w:val="none" w:sz="0" w:space="0" w:color="auto"/>
                <w:left w:val="none" w:sz="0" w:space="0" w:color="auto"/>
                <w:bottom w:val="none" w:sz="0" w:space="0" w:color="auto"/>
                <w:right w:val="none" w:sz="0" w:space="0" w:color="auto"/>
              </w:divBdr>
              <w:divsChild>
                <w:div w:id="4553682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D6F16-772E-48EE-A371-6EED2C4B0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0</TotalTime>
  <Pages>3</Pages>
  <Words>357</Words>
  <Characters>2041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例　＜表紙＞１６年４月〔新規・変更許可記載例用〕</vt:lpstr>
      <vt:lpstr>例　＜表紙＞１６年４月〔新規・変更許可記載例用〕</vt:lpstr>
    </vt:vector>
  </TitlesOfParts>
  <Company>兵庫県</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例　＜表紙＞１６年４月〔新規・変更許可記載例用〕</dc:title>
  <dc:subject/>
  <dc:creator>兵庫県</dc:creator>
  <cp:keywords/>
  <cp:lastModifiedBy>Windows ユーザー</cp:lastModifiedBy>
  <cp:revision>2</cp:revision>
  <cp:lastPrinted>2017-09-08T07:54:00Z</cp:lastPrinted>
  <dcterms:created xsi:type="dcterms:W3CDTF">2022-12-22T00:23:00Z</dcterms:created>
  <dcterms:modified xsi:type="dcterms:W3CDTF">2022-12-22T00:23:00Z</dcterms:modified>
</cp:coreProperties>
</file>